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59" w:rsidRDefault="00255659" w:rsidP="00A24AA0">
      <w:pPr>
        <w:pStyle w:val="Heading1"/>
        <w:jc w:val="center"/>
        <w:rPr>
          <w:b/>
          <w:color w:val="000000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83pt;margin-top:0;width:37.7pt;height:45.45pt;z-index:251658240;visibility:visible;mso-position-vertical:top">
            <v:imagedata r:id="rId7" o:title="" grayscale="t" bilevel="t"/>
            <w10:wrap type="square"/>
          </v:shape>
        </w:pict>
      </w:r>
    </w:p>
    <w:p w:rsidR="00255659" w:rsidRDefault="00255659" w:rsidP="00A24AA0">
      <w:pPr>
        <w:pStyle w:val="a"/>
        <w:jc w:val="center"/>
        <w:rPr>
          <w:rFonts w:ascii="Calibri" w:hAnsi="Calibri"/>
          <w:sz w:val="22"/>
          <w:szCs w:val="22"/>
          <w:lang w:val="uk-UA" w:eastAsia="uk-UA"/>
        </w:rPr>
      </w:pPr>
      <w:r>
        <w:rPr>
          <w:rFonts w:ascii="Calibri" w:hAnsi="Calibri"/>
          <w:sz w:val="22"/>
          <w:szCs w:val="22"/>
          <w:lang w:val="uk-UA" w:eastAsia="uk-UA"/>
        </w:rPr>
        <w:tab/>
      </w:r>
      <w:r>
        <w:rPr>
          <w:rFonts w:ascii="Calibri" w:hAnsi="Calibri"/>
          <w:sz w:val="22"/>
          <w:szCs w:val="22"/>
          <w:lang w:val="uk-UA" w:eastAsia="uk-UA"/>
        </w:rPr>
        <w:tab/>
      </w:r>
      <w:r>
        <w:rPr>
          <w:rFonts w:ascii="Calibri" w:hAnsi="Calibri"/>
          <w:sz w:val="22"/>
          <w:szCs w:val="22"/>
          <w:lang w:val="uk-UA" w:eastAsia="uk-UA"/>
        </w:rPr>
        <w:tab/>
      </w:r>
      <w:r>
        <w:rPr>
          <w:rFonts w:ascii="Calibri" w:hAnsi="Calibri"/>
          <w:sz w:val="22"/>
          <w:szCs w:val="22"/>
          <w:lang w:val="uk-UA" w:eastAsia="uk-UA"/>
        </w:rPr>
        <w:tab/>
      </w:r>
      <w:r>
        <w:rPr>
          <w:rFonts w:ascii="Calibri" w:hAnsi="Calibri"/>
          <w:sz w:val="22"/>
          <w:szCs w:val="22"/>
          <w:lang w:val="uk-UA" w:eastAsia="uk-UA"/>
        </w:rPr>
        <w:tab/>
      </w:r>
    </w:p>
    <w:p w:rsidR="00255659" w:rsidRDefault="00255659" w:rsidP="00A24AA0">
      <w:pPr>
        <w:pStyle w:val="a"/>
        <w:rPr>
          <w:rFonts w:ascii="Calibri" w:hAnsi="Calibri"/>
          <w:sz w:val="22"/>
          <w:szCs w:val="22"/>
          <w:lang w:val="uk-UA" w:eastAsia="uk-UA"/>
        </w:rPr>
      </w:pPr>
    </w:p>
    <w:p w:rsidR="00255659" w:rsidRDefault="00255659" w:rsidP="00A24AA0">
      <w:pPr>
        <w:pStyle w:val="a"/>
        <w:rPr>
          <w:rFonts w:ascii="Calibri" w:hAnsi="Calibri"/>
          <w:sz w:val="22"/>
          <w:szCs w:val="22"/>
          <w:lang w:val="uk-UA" w:eastAsia="uk-UA"/>
        </w:rPr>
      </w:pPr>
    </w:p>
    <w:p w:rsidR="00255659" w:rsidRPr="00B06BC0" w:rsidRDefault="00255659" w:rsidP="00A24AA0">
      <w:pPr>
        <w:pStyle w:val="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255659" w:rsidRPr="003E7BBE" w:rsidRDefault="00255659" w:rsidP="00A24AA0">
      <w:pPr>
        <w:pStyle w:val="Heading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  <w:bookmarkStart w:id="0" w:name="_GoBack"/>
      <w:bookmarkEnd w:id="0"/>
    </w:p>
    <w:p w:rsidR="00255659" w:rsidRDefault="00255659" w:rsidP="00A24A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И К О Н А В Ч И Й    К О М І Т Е Т</w:t>
      </w:r>
    </w:p>
    <w:p w:rsidR="00255659" w:rsidRPr="00BD6094" w:rsidRDefault="00255659" w:rsidP="00BC42A8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255659" w:rsidRPr="003E7BBE" w:rsidRDefault="00255659" w:rsidP="00A24AA0">
      <w:pPr>
        <w:pStyle w:val="Heading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255659" w:rsidRPr="00BD6094" w:rsidRDefault="00255659" w:rsidP="00496F7B">
      <w:pPr>
        <w:pStyle w:val="Heading1"/>
        <w:jc w:val="center"/>
        <w:rPr>
          <w:b/>
          <w:sz w:val="18"/>
          <w:szCs w:val="18"/>
        </w:rPr>
      </w:pPr>
    </w:p>
    <w:p w:rsidR="00255659" w:rsidRPr="000268CD" w:rsidRDefault="00255659" w:rsidP="00024714">
      <w:pPr>
        <w:pStyle w:val="Heading1"/>
        <w:rPr>
          <w:b/>
          <w:szCs w:val="24"/>
        </w:rPr>
      </w:pPr>
      <w:r w:rsidRPr="000268CD">
        <w:rPr>
          <w:b/>
          <w:szCs w:val="24"/>
        </w:rPr>
        <w:t xml:space="preserve">« </w:t>
      </w:r>
      <w:r>
        <w:rPr>
          <w:b/>
          <w:szCs w:val="24"/>
        </w:rPr>
        <w:t>20</w:t>
      </w:r>
      <w:r w:rsidRPr="000268CD">
        <w:rPr>
          <w:b/>
          <w:szCs w:val="24"/>
        </w:rPr>
        <w:t xml:space="preserve"> » </w:t>
      </w:r>
      <w:r>
        <w:rPr>
          <w:b/>
          <w:szCs w:val="24"/>
        </w:rPr>
        <w:t xml:space="preserve">липня </w:t>
      </w:r>
      <w:r w:rsidRPr="000268CD">
        <w:rPr>
          <w:b/>
          <w:szCs w:val="24"/>
        </w:rPr>
        <w:t xml:space="preserve">2021 р. </w:t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268CD">
        <w:rPr>
          <w:b/>
          <w:szCs w:val="24"/>
        </w:rPr>
        <w:t>№</w:t>
      </w:r>
      <w:r>
        <w:rPr>
          <w:b/>
          <w:szCs w:val="24"/>
        </w:rPr>
        <w:t xml:space="preserve"> 469</w:t>
      </w:r>
    </w:p>
    <w:p w:rsidR="00255659" w:rsidRPr="00137F07" w:rsidRDefault="00255659" w:rsidP="00496F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659" w:rsidRDefault="00255659" w:rsidP="00BC42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bookmark3"/>
      <w:r w:rsidRPr="000268CD">
        <w:rPr>
          <w:rFonts w:ascii="Times New Roman" w:hAnsi="Times New Roman"/>
          <w:b/>
          <w:sz w:val="24"/>
          <w:szCs w:val="24"/>
        </w:rPr>
        <w:t xml:space="preserve">Про </w:t>
      </w:r>
      <w:bookmarkEnd w:id="1"/>
      <w:r>
        <w:rPr>
          <w:rFonts w:ascii="Times New Roman" w:hAnsi="Times New Roman"/>
          <w:b/>
          <w:sz w:val="24"/>
          <w:szCs w:val="24"/>
        </w:rPr>
        <w:t>затвердження кошторисної частини</w:t>
      </w:r>
    </w:p>
    <w:p w:rsidR="00255659" w:rsidRDefault="00255659" w:rsidP="00BC42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Проектної документації по робочому проекту</w:t>
      </w:r>
    </w:p>
    <w:p w:rsidR="00255659" w:rsidRDefault="00255659" w:rsidP="00BC42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«Будівництво амбулаторії загальної</w:t>
      </w:r>
    </w:p>
    <w:p w:rsidR="00255659" w:rsidRDefault="00255659" w:rsidP="00BC42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практики-сімейної медицини комунальної</w:t>
      </w:r>
    </w:p>
    <w:p w:rsidR="00255659" w:rsidRDefault="00255659" w:rsidP="00BC42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власності по вул. Травневій, № 66</w:t>
      </w:r>
    </w:p>
    <w:p w:rsidR="00255659" w:rsidRDefault="00255659" w:rsidP="00BC42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смт. Бабинці Бучанської міської</w:t>
      </w:r>
    </w:p>
    <w:p w:rsidR="00255659" w:rsidRPr="000268CD" w:rsidRDefault="00255659" w:rsidP="00BC42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територіальної громади Київської області»</w:t>
      </w:r>
    </w:p>
    <w:p w:rsidR="00255659" w:rsidRPr="00BD6094" w:rsidRDefault="00255659" w:rsidP="00496F7B">
      <w:pPr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255659" w:rsidRPr="000E328E" w:rsidRDefault="00255659" w:rsidP="00B959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68CD">
        <w:rPr>
          <w:rFonts w:ascii="Times New Roman" w:hAnsi="Times New Roman"/>
          <w:color w:val="000000"/>
          <w:sz w:val="24"/>
          <w:szCs w:val="24"/>
        </w:rPr>
        <w:t xml:space="preserve">Розглянувши </w:t>
      </w:r>
      <w:r>
        <w:rPr>
          <w:rFonts w:ascii="Times New Roman" w:hAnsi="Times New Roman"/>
          <w:color w:val="000000"/>
          <w:sz w:val="24"/>
          <w:szCs w:val="24"/>
        </w:rPr>
        <w:t xml:space="preserve">кошторисну частину </w:t>
      </w:r>
      <w:r w:rsidRPr="000268CD">
        <w:rPr>
          <w:rFonts w:ascii="Times New Roman" w:hAnsi="Times New Roman"/>
          <w:color w:val="000000"/>
          <w:sz w:val="24"/>
          <w:szCs w:val="24"/>
        </w:rPr>
        <w:t xml:space="preserve">проектної документації по робочому проекту </w:t>
      </w:r>
      <w:r>
        <w:rPr>
          <w:rFonts w:ascii="Times New Roman" w:hAnsi="Times New Roman"/>
          <w:b/>
          <w:sz w:val="24"/>
          <w:szCs w:val="24"/>
        </w:rPr>
        <w:t>«</w:t>
      </w:r>
      <w:r w:rsidRPr="00B95970">
        <w:rPr>
          <w:rFonts w:ascii="Times New Roman" w:hAnsi="Times New Roman"/>
          <w:sz w:val="24"/>
          <w:szCs w:val="24"/>
        </w:rPr>
        <w:t>Будівництво</w:t>
      </w:r>
      <w:r>
        <w:rPr>
          <w:rFonts w:ascii="Times New Roman" w:hAnsi="Times New Roman"/>
          <w:sz w:val="24"/>
          <w:szCs w:val="24"/>
        </w:rPr>
        <w:t xml:space="preserve"> амбулаторії загальної практики </w:t>
      </w:r>
      <w:r w:rsidRPr="00B95970">
        <w:rPr>
          <w:rFonts w:ascii="Times New Roman" w:hAnsi="Times New Roman"/>
          <w:sz w:val="24"/>
          <w:szCs w:val="24"/>
        </w:rPr>
        <w:t xml:space="preserve">сімейної медицини комунальної власності по вул. Травневій, №66 в смт. Бабинці Бучанської </w:t>
      </w:r>
      <w:r>
        <w:rPr>
          <w:rFonts w:ascii="Times New Roman" w:hAnsi="Times New Roman"/>
          <w:sz w:val="24"/>
          <w:szCs w:val="24"/>
        </w:rPr>
        <w:t xml:space="preserve">міської </w:t>
      </w:r>
      <w:r w:rsidRPr="00B95970">
        <w:rPr>
          <w:rFonts w:ascii="Times New Roman" w:hAnsi="Times New Roman"/>
          <w:sz w:val="24"/>
          <w:szCs w:val="24"/>
        </w:rPr>
        <w:t>територіальної громади Київської області»</w:t>
      </w:r>
      <w:r>
        <w:rPr>
          <w:rFonts w:ascii="Times New Roman" w:hAnsi="Times New Roman"/>
          <w:sz w:val="24"/>
          <w:szCs w:val="24"/>
        </w:rPr>
        <w:t xml:space="preserve"> зі змінами </w:t>
      </w:r>
      <w:r w:rsidRPr="000268CD">
        <w:rPr>
          <w:rFonts w:ascii="Times New Roman" w:hAnsi="Times New Roman"/>
          <w:sz w:val="24"/>
          <w:szCs w:val="24"/>
        </w:rPr>
        <w:t>розроблену</w:t>
      </w:r>
      <w:r>
        <w:rPr>
          <w:rFonts w:ascii="Times New Roman" w:hAnsi="Times New Roman"/>
          <w:sz w:val="24"/>
          <w:szCs w:val="24"/>
        </w:rPr>
        <w:t xml:space="preserve"> генеральним проектувальником Товариство з обмеженою відповідальністю «ЮТЕМ-ІНЖИНІРИНГ</w:t>
      </w:r>
      <w:r w:rsidRPr="000268C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позитивний </w:t>
      </w:r>
      <w:r w:rsidRPr="000268CD">
        <w:rPr>
          <w:rFonts w:ascii="Times New Roman" w:hAnsi="Times New Roman"/>
          <w:sz w:val="24"/>
          <w:szCs w:val="24"/>
        </w:rPr>
        <w:t>експертний звіт №</w:t>
      </w:r>
      <w:r>
        <w:rPr>
          <w:rFonts w:ascii="Times New Roman" w:hAnsi="Times New Roman"/>
          <w:sz w:val="24"/>
          <w:szCs w:val="24"/>
        </w:rPr>
        <w:t>20/641-05/21/А</w:t>
      </w:r>
      <w:r w:rsidRPr="000268CD">
        <w:rPr>
          <w:rFonts w:ascii="Times New Roman" w:hAnsi="Times New Roman"/>
          <w:sz w:val="24"/>
          <w:szCs w:val="24"/>
        </w:rPr>
        <w:t xml:space="preserve"> від </w:t>
      </w:r>
      <w:r>
        <w:rPr>
          <w:rFonts w:ascii="Times New Roman" w:hAnsi="Times New Roman"/>
          <w:sz w:val="24"/>
          <w:szCs w:val="24"/>
        </w:rPr>
        <w:t xml:space="preserve">20.05.2021 </w:t>
      </w:r>
      <w:r w:rsidRPr="000268CD">
        <w:rPr>
          <w:rFonts w:ascii="Times New Roman" w:hAnsi="Times New Roman"/>
          <w:sz w:val="24"/>
          <w:szCs w:val="24"/>
        </w:rPr>
        <w:t xml:space="preserve">року, виданий </w:t>
      </w:r>
      <w:r>
        <w:rPr>
          <w:rFonts w:ascii="Times New Roman" w:hAnsi="Times New Roman"/>
          <w:sz w:val="24"/>
          <w:szCs w:val="24"/>
        </w:rPr>
        <w:t xml:space="preserve">ТОВ </w:t>
      </w:r>
      <w:r w:rsidRPr="000268C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ПЕРША ПРИВАТНА ЕКСПЕРТИЗА»</w:t>
      </w:r>
      <w:r w:rsidRPr="000268C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з метою надання якісних медичних послуг населенню Бучанської міської територіальної громади,</w:t>
      </w:r>
      <w:r w:rsidRPr="000268CD">
        <w:rPr>
          <w:rFonts w:ascii="Times New Roman" w:hAnsi="Times New Roman"/>
          <w:sz w:val="24"/>
          <w:szCs w:val="24"/>
        </w:rPr>
        <w:t xml:space="preserve"> керуючись Законом України «Про місцеве самоврядування в Україні»,</w:t>
      </w:r>
      <w:r>
        <w:rPr>
          <w:rFonts w:ascii="Times New Roman" w:hAnsi="Times New Roman"/>
          <w:sz w:val="24"/>
          <w:szCs w:val="24"/>
        </w:rPr>
        <w:t xml:space="preserve"> наказу Міністерства регіонального розвитку будівництва та житлово-комунального господарства № 45 від 16.05.2021р. «Про затвердження Порядку розроблення проектної документації та будівництва об’єктів»,</w:t>
      </w:r>
      <w:r w:rsidRPr="000268CD">
        <w:rPr>
          <w:rFonts w:ascii="Times New Roman" w:hAnsi="Times New Roman"/>
          <w:sz w:val="24"/>
          <w:szCs w:val="24"/>
        </w:rPr>
        <w:t xml:space="preserve"> виконавчий комітет Бучанської міської ради</w:t>
      </w:r>
    </w:p>
    <w:p w:rsidR="00255659" w:rsidRPr="00C577E4" w:rsidRDefault="00255659" w:rsidP="00496F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5659" w:rsidRDefault="00255659" w:rsidP="00496F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68CD">
        <w:rPr>
          <w:rFonts w:ascii="Times New Roman" w:hAnsi="Times New Roman"/>
          <w:b/>
          <w:sz w:val="24"/>
          <w:szCs w:val="24"/>
        </w:rPr>
        <w:t>ВИРІШИВ:</w:t>
      </w:r>
    </w:p>
    <w:p w:rsidR="00255659" w:rsidRDefault="00255659" w:rsidP="00496F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5659" w:rsidRPr="00951000" w:rsidRDefault="00255659" w:rsidP="009173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51000">
        <w:rPr>
          <w:rFonts w:ascii="Times New Roman" w:hAnsi="Times New Roman"/>
          <w:sz w:val="24"/>
          <w:szCs w:val="24"/>
        </w:rPr>
        <w:t xml:space="preserve">Затвердити </w:t>
      </w:r>
      <w:r w:rsidRPr="00951000">
        <w:rPr>
          <w:rFonts w:ascii="Times New Roman" w:hAnsi="Times New Roman"/>
          <w:color w:val="000000"/>
          <w:sz w:val="24"/>
          <w:szCs w:val="24"/>
        </w:rPr>
        <w:t xml:space="preserve">кошторисну частину проектної документації по робочому проекту </w:t>
      </w:r>
      <w:r>
        <w:rPr>
          <w:rFonts w:ascii="Times New Roman" w:hAnsi="Times New Roman"/>
          <w:b/>
          <w:sz w:val="24"/>
          <w:szCs w:val="24"/>
        </w:rPr>
        <w:t>«</w:t>
      </w:r>
      <w:r w:rsidRPr="00B95970">
        <w:rPr>
          <w:rFonts w:ascii="Times New Roman" w:hAnsi="Times New Roman"/>
          <w:sz w:val="24"/>
          <w:szCs w:val="24"/>
        </w:rPr>
        <w:t>Будівництво</w:t>
      </w:r>
      <w:r>
        <w:rPr>
          <w:rFonts w:ascii="Times New Roman" w:hAnsi="Times New Roman"/>
          <w:sz w:val="24"/>
          <w:szCs w:val="24"/>
        </w:rPr>
        <w:t xml:space="preserve"> амбулаторії загальної практики </w:t>
      </w:r>
      <w:r w:rsidRPr="00B95970">
        <w:rPr>
          <w:rFonts w:ascii="Times New Roman" w:hAnsi="Times New Roman"/>
          <w:sz w:val="24"/>
          <w:szCs w:val="24"/>
        </w:rPr>
        <w:t xml:space="preserve">сімейної медицини комунальної власності по вул. Травневій, №66 в смт. Бабинці Бучанської </w:t>
      </w:r>
      <w:r>
        <w:rPr>
          <w:rFonts w:ascii="Times New Roman" w:hAnsi="Times New Roman"/>
          <w:sz w:val="24"/>
          <w:szCs w:val="24"/>
        </w:rPr>
        <w:t xml:space="preserve">міської </w:t>
      </w:r>
      <w:r w:rsidRPr="00B95970">
        <w:rPr>
          <w:rFonts w:ascii="Times New Roman" w:hAnsi="Times New Roman"/>
          <w:sz w:val="24"/>
          <w:szCs w:val="24"/>
        </w:rPr>
        <w:t>територіальної громади Київської області»</w:t>
      </w:r>
      <w:r w:rsidRPr="00951000">
        <w:rPr>
          <w:rFonts w:ascii="Times New Roman" w:hAnsi="Times New Roman"/>
          <w:sz w:val="24"/>
          <w:szCs w:val="24"/>
        </w:rPr>
        <w:t>з наступними показниками:</w:t>
      </w:r>
    </w:p>
    <w:p w:rsidR="00255659" w:rsidRPr="00137F07" w:rsidRDefault="00255659" w:rsidP="00C577E4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2210"/>
        <w:gridCol w:w="2999"/>
      </w:tblGrid>
      <w:tr w:rsidR="00255659" w:rsidRPr="00C50E85" w:rsidTr="00C50E85">
        <w:tc>
          <w:tcPr>
            <w:tcW w:w="4395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2210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Од. виміру</w:t>
            </w:r>
          </w:p>
        </w:tc>
        <w:tc>
          <w:tcPr>
            <w:tcW w:w="2999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</w:tr>
      <w:tr w:rsidR="00255659" w:rsidRPr="00C50E85" w:rsidTr="00C50E85">
        <w:tc>
          <w:tcPr>
            <w:tcW w:w="4395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2999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19360,790</w:t>
            </w:r>
          </w:p>
        </w:tc>
      </w:tr>
      <w:tr w:rsidR="00255659" w:rsidRPr="00C50E85" w:rsidTr="00C50E85">
        <w:tc>
          <w:tcPr>
            <w:tcW w:w="4395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2210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2999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13729,421</w:t>
            </w:r>
          </w:p>
        </w:tc>
      </w:tr>
      <w:tr w:rsidR="00255659" w:rsidRPr="00C50E85" w:rsidTr="00C50E85">
        <w:tc>
          <w:tcPr>
            <w:tcW w:w="4395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 xml:space="preserve">устаткування, меблів та інвентарю </w:t>
            </w:r>
          </w:p>
        </w:tc>
        <w:tc>
          <w:tcPr>
            <w:tcW w:w="2210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2999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1434,252</w:t>
            </w:r>
          </w:p>
        </w:tc>
      </w:tr>
      <w:tr w:rsidR="00255659" w:rsidRPr="00C50E85" w:rsidTr="00C50E85">
        <w:tc>
          <w:tcPr>
            <w:tcW w:w="4395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інші витрати</w:t>
            </w:r>
          </w:p>
        </w:tc>
        <w:tc>
          <w:tcPr>
            <w:tcW w:w="2210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2999" w:type="dxa"/>
          </w:tcPr>
          <w:p w:rsidR="00255659" w:rsidRPr="00C50E85" w:rsidRDefault="00255659" w:rsidP="00C50E8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E85">
              <w:rPr>
                <w:rFonts w:ascii="Times New Roman" w:hAnsi="Times New Roman"/>
                <w:sz w:val="24"/>
                <w:szCs w:val="24"/>
              </w:rPr>
              <w:t>4197,117</w:t>
            </w:r>
          </w:p>
        </w:tc>
      </w:tr>
    </w:tbl>
    <w:p w:rsidR="00255659" w:rsidRPr="00137F07" w:rsidRDefault="00255659" w:rsidP="0095100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659" w:rsidRPr="00951000" w:rsidRDefault="00255659" w:rsidP="009173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951000">
        <w:rPr>
          <w:rFonts w:ascii="Times New Roman" w:hAnsi="Times New Roman"/>
          <w:sz w:val="24"/>
          <w:szCs w:val="24"/>
        </w:rPr>
        <w:t>Комунальному некомерційному підприємству «Бучанський центр первинної медико-санітарної допомоги» Бучанської міської ради подати пропозицію щодо фінансування даного об’єкту.</w:t>
      </w:r>
    </w:p>
    <w:p w:rsidR="00255659" w:rsidRDefault="00255659" w:rsidP="0091734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951000">
        <w:rPr>
          <w:rFonts w:ascii="Times New Roman" w:hAnsi="Times New Roman"/>
          <w:sz w:val="24"/>
          <w:szCs w:val="24"/>
        </w:rPr>
        <w:t>Контроль за виконанням даного рішення покласти на заступника міського голови Шепетька С.А.</w:t>
      </w:r>
    </w:p>
    <w:p w:rsidR="00255659" w:rsidRPr="00951000" w:rsidRDefault="00255659" w:rsidP="00951000">
      <w:pPr>
        <w:jc w:val="both"/>
        <w:rPr>
          <w:rFonts w:ascii="Times New Roman" w:hAnsi="Times New Roman"/>
          <w:sz w:val="24"/>
          <w:szCs w:val="24"/>
        </w:rPr>
      </w:pPr>
    </w:p>
    <w:p w:rsidR="00255659" w:rsidRPr="00C33167" w:rsidRDefault="00255659" w:rsidP="00313FA0">
      <w:pPr>
        <w:spacing w:after="0" w:line="240" w:lineRule="auto"/>
        <w:rPr>
          <w:rFonts w:ascii="Times New Roman" w:hAnsi="Times New Roman"/>
          <w:b/>
        </w:rPr>
      </w:pPr>
      <w:r w:rsidRPr="00C33167">
        <w:rPr>
          <w:rFonts w:ascii="Times New Roman" w:hAnsi="Times New Roman"/>
          <w:b/>
        </w:rPr>
        <w:t>Міський голова</w:t>
      </w:r>
      <w:r w:rsidRPr="00C33167">
        <w:rPr>
          <w:rFonts w:ascii="Times New Roman" w:hAnsi="Times New Roman"/>
          <w:b/>
        </w:rPr>
        <w:tab/>
      </w:r>
      <w:r w:rsidRPr="00C33167">
        <w:rPr>
          <w:rFonts w:ascii="Times New Roman" w:hAnsi="Times New Roman"/>
          <w:b/>
        </w:rPr>
        <w:tab/>
      </w:r>
      <w:r w:rsidRPr="00C33167">
        <w:rPr>
          <w:rFonts w:ascii="Times New Roman" w:hAnsi="Times New Roman"/>
          <w:b/>
        </w:rPr>
        <w:tab/>
      </w:r>
      <w:r w:rsidRPr="00C33167">
        <w:rPr>
          <w:rFonts w:ascii="Times New Roman" w:hAnsi="Times New Roman"/>
          <w:b/>
        </w:rPr>
        <w:tab/>
      </w:r>
      <w:r w:rsidRPr="00C33167">
        <w:rPr>
          <w:rFonts w:ascii="Times New Roman" w:hAnsi="Times New Roman"/>
          <w:b/>
        </w:rPr>
        <w:tab/>
      </w:r>
      <w:r w:rsidRPr="00C33167">
        <w:rPr>
          <w:rFonts w:ascii="Times New Roman" w:hAnsi="Times New Roman"/>
          <w:b/>
        </w:rPr>
        <w:tab/>
      </w:r>
      <w:r w:rsidRPr="00C33167">
        <w:rPr>
          <w:rFonts w:ascii="Times New Roman" w:hAnsi="Times New Roman"/>
          <w:b/>
        </w:rPr>
        <w:tab/>
      </w:r>
      <w:r w:rsidRPr="00C33167">
        <w:rPr>
          <w:rFonts w:ascii="Times New Roman" w:hAnsi="Times New Roman"/>
          <w:b/>
        </w:rPr>
        <w:tab/>
      </w:r>
      <w:r w:rsidRPr="00951000">
        <w:rPr>
          <w:rFonts w:ascii="Times New Roman" w:hAnsi="Times New Roman"/>
        </w:rPr>
        <w:t>А.П. Федорук</w:t>
      </w:r>
    </w:p>
    <w:p w:rsidR="00255659" w:rsidRDefault="00255659" w:rsidP="00313FA0">
      <w:pPr>
        <w:spacing w:after="0" w:line="240" w:lineRule="auto"/>
        <w:rPr>
          <w:rFonts w:ascii="Times New Roman" w:hAnsi="Times New Roman"/>
        </w:rPr>
      </w:pPr>
    </w:p>
    <w:p w:rsidR="00255659" w:rsidRPr="00951000" w:rsidRDefault="00255659" w:rsidP="00313FA0">
      <w:pPr>
        <w:spacing w:after="0" w:line="240" w:lineRule="auto"/>
        <w:rPr>
          <w:rFonts w:ascii="Times New Roman" w:hAnsi="Times New Roman"/>
        </w:rPr>
      </w:pPr>
      <w:r w:rsidRPr="00951000">
        <w:rPr>
          <w:rFonts w:ascii="Times New Roman" w:hAnsi="Times New Roman"/>
        </w:rPr>
        <w:t>Заступник міського голови</w:t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  <w:t>С.А. Шепетько</w:t>
      </w:r>
    </w:p>
    <w:p w:rsidR="00255659" w:rsidRDefault="00255659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/>
        </w:rPr>
      </w:pPr>
    </w:p>
    <w:p w:rsidR="00255659" w:rsidRPr="00951000" w:rsidRDefault="00255659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/>
        </w:rPr>
      </w:pPr>
      <w:r w:rsidRPr="00951000">
        <w:rPr>
          <w:rFonts w:ascii="Times New Roman" w:hAnsi="Times New Roman"/>
        </w:rPr>
        <w:t>Керуючий справами</w:t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  <w:t>Д.О. Гапченко</w:t>
      </w:r>
    </w:p>
    <w:p w:rsidR="00255659" w:rsidRDefault="00255659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/>
        </w:rPr>
      </w:pPr>
    </w:p>
    <w:p w:rsidR="00255659" w:rsidRPr="00951000" w:rsidRDefault="00255659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/>
        </w:rPr>
      </w:pPr>
      <w:r w:rsidRPr="00951000">
        <w:rPr>
          <w:rFonts w:ascii="Times New Roman" w:hAnsi="Times New Roman"/>
        </w:rPr>
        <w:t xml:space="preserve">Начальник управління </w:t>
      </w:r>
    </w:p>
    <w:p w:rsidR="00255659" w:rsidRPr="00951000" w:rsidRDefault="00255659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/>
        </w:rPr>
      </w:pPr>
      <w:r w:rsidRPr="00951000">
        <w:rPr>
          <w:rFonts w:ascii="Times New Roman" w:hAnsi="Times New Roman"/>
        </w:rPr>
        <w:t>юридично-кадрової роботи</w:t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  <w:t>Л.В. Риженко</w:t>
      </w:r>
      <w:r w:rsidRPr="00951000">
        <w:rPr>
          <w:rFonts w:ascii="Times New Roman" w:hAnsi="Times New Roman"/>
        </w:rPr>
        <w:tab/>
      </w:r>
    </w:p>
    <w:p w:rsidR="00255659" w:rsidRDefault="00255659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/>
          <w:b/>
        </w:rPr>
      </w:pPr>
    </w:p>
    <w:p w:rsidR="00255659" w:rsidRDefault="00255659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Погоджено:</w:t>
      </w:r>
    </w:p>
    <w:p w:rsidR="00255659" w:rsidRDefault="00255659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/>
        </w:rPr>
      </w:pPr>
    </w:p>
    <w:p w:rsidR="00255659" w:rsidRPr="00951000" w:rsidRDefault="00255659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255659" w:rsidRDefault="00255659" w:rsidP="00313FA0">
      <w:pPr>
        <w:spacing w:after="0" w:line="240" w:lineRule="auto"/>
        <w:jc w:val="both"/>
        <w:rPr>
          <w:rFonts w:ascii="Times New Roman" w:hAnsi="Times New Roman"/>
        </w:rPr>
      </w:pPr>
    </w:p>
    <w:p w:rsidR="00255659" w:rsidRPr="00951000" w:rsidRDefault="00255659" w:rsidP="00313FA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951000">
        <w:rPr>
          <w:rFonts w:ascii="Times New Roman" w:hAnsi="Times New Roman"/>
        </w:rPr>
        <w:t>.о. начальника юридичного відділу</w:t>
      </w:r>
      <w:r w:rsidRPr="00951000"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51000">
        <w:rPr>
          <w:rFonts w:ascii="Times New Roman" w:hAnsi="Times New Roman"/>
        </w:rPr>
        <w:t>М.</w:t>
      </w:r>
      <w:r>
        <w:rPr>
          <w:rFonts w:ascii="Times New Roman" w:hAnsi="Times New Roman"/>
        </w:rPr>
        <w:t>О. Резнік</w:t>
      </w:r>
    </w:p>
    <w:p w:rsidR="00255659" w:rsidRDefault="00255659" w:rsidP="00951000">
      <w:pPr>
        <w:spacing w:after="0" w:line="240" w:lineRule="auto"/>
        <w:jc w:val="both"/>
        <w:rPr>
          <w:rFonts w:ascii="Times New Roman" w:hAnsi="Times New Roman"/>
        </w:rPr>
      </w:pPr>
    </w:p>
    <w:p w:rsidR="00255659" w:rsidRPr="00951000" w:rsidRDefault="00255659" w:rsidP="00951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Н</w:t>
      </w:r>
      <w:r w:rsidRPr="00951000">
        <w:rPr>
          <w:rFonts w:ascii="Times New Roman" w:hAnsi="Times New Roman"/>
        </w:rPr>
        <w:t>ачальни</w:t>
      </w:r>
      <w:r>
        <w:rPr>
          <w:rFonts w:ascii="Times New Roman" w:hAnsi="Times New Roman"/>
        </w:rPr>
        <w:t xml:space="preserve">к </w:t>
      </w:r>
      <w:r w:rsidRPr="00951000">
        <w:rPr>
          <w:rFonts w:ascii="Times New Roman" w:hAnsi="Times New Roman"/>
        </w:rPr>
        <w:t>відділу охорони здоров</w:t>
      </w:r>
      <w:r w:rsidRPr="00951000">
        <w:rPr>
          <w:rFonts w:ascii="Times New Roman" w:hAnsi="Times New Roman"/>
          <w:sz w:val="24"/>
          <w:szCs w:val="24"/>
        </w:rPr>
        <w:t>’я</w:t>
      </w:r>
      <w:r w:rsidRPr="00951000">
        <w:rPr>
          <w:rFonts w:ascii="Times New Roman" w:hAnsi="Times New Roman"/>
          <w:sz w:val="24"/>
          <w:szCs w:val="24"/>
        </w:rPr>
        <w:tab/>
      </w:r>
      <w:r w:rsidRPr="00951000">
        <w:rPr>
          <w:rFonts w:ascii="Times New Roman" w:hAnsi="Times New Roman"/>
          <w:sz w:val="24"/>
          <w:szCs w:val="24"/>
        </w:rPr>
        <w:tab/>
      </w:r>
      <w:r w:rsidRPr="00951000">
        <w:rPr>
          <w:rFonts w:ascii="Times New Roman" w:hAnsi="Times New Roman"/>
          <w:sz w:val="24"/>
          <w:szCs w:val="24"/>
        </w:rPr>
        <w:tab/>
      </w:r>
      <w:r w:rsidRPr="00951000">
        <w:rPr>
          <w:rFonts w:ascii="Times New Roman" w:hAnsi="Times New Roman"/>
          <w:sz w:val="24"/>
          <w:szCs w:val="24"/>
        </w:rPr>
        <w:tab/>
      </w:r>
      <w:r w:rsidRPr="009510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Л.А.Матюшенко</w:t>
      </w:r>
    </w:p>
    <w:p w:rsidR="00255659" w:rsidRDefault="00255659" w:rsidP="00313F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55659" w:rsidRDefault="00255659" w:rsidP="00313F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Подання</w:t>
      </w:r>
      <w:r w:rsidRPr="000268CD">
        <w:rPr>
          <w:rFonts w:ascii="Times New Roman" w:hAnsi="Times New Roman"/>
          <w:b/>
          <w:sz w:val="24"/>
          <w:szCs w:val="24"/>
        </w:rPr>
        <w:t>:</w:t>
      </w: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  <w:r w:rsidRPr="00951000">
        <w:rPr>
          <w:rFonts w:ascii="Times New Roman" w:hAnsi="Times New Roman"/>
          <w:sz w:val="24"/>
          <w:szCs w:val="24"/>
        </w:rPr>
        <w:t>Головний лікар КНП «БЦПМСД» БМР</w:t>
      </w:r>
      <w:r w:rsidRPr="00951000">
        <w:rPr>
          <w:rFonts w:ascii="Times New Roman" w:hAnsi="Times New Roman"/>
          <w:sz w:val="24"/>
          <w:szCs w:val="24"/>
        </w:rPr>
        <w:tab/>
      </w:r>
      <w:r w:rsidRPr="009510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1000">
        <w:rPr>
          <w:rFonts w:ascii="Times New Roman" w:hAnsi="Times New Roman"/>
          <w:sz w:val="24"/>
          <w:szCs w:val="24"/>
        </w:rPr>
        <w:tab/>
      </w:r>
      <w:r w:rsidRPr="00951000">
        <w:rPr>
          <w:rFonts w:ascii="Times New Roman" w:hAnsi="Times New Roman"/>
          <w:sz w:val="24"/>
          <w:szCs w:val="24"/>
        </w:rPr>
        <w:tab/>
        <w:t>О.І. Джам</w:t>
      </w: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p w:rsidR="00255659" w:rsidRDefault="00255659" w:rsidP="00313FA0">
      <w:pPr>
        <w:jc w:val="both"/>
        <w:rPr>
          <w:rFonts w:ascii="Times New Roman" w:hAnsi="Times New Roman"/>
          <w:sz w:val="24"/>
          <w:szCs w:val="24"/>
        </w:rPr>
      </w:pPr>
    </w:p>
    <w:sectPr w:rsidR="00255659" w:rsidSect="00E21E95">
      <w:pgSz w:w="11906" w:h="16838"/>
      <w:pgMar w:top="284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659" w:rsidRDefault="00255659" w:rsidP="0036403C">
      <w:pPr>
        <w:spacing w:after="0" w:line="240" w:lineRule="auto"/>
      </w:pPr>
      <w:r>
        <w:separator/>
      </w:r>
    </w:p>
  </w:endnote>
  <w:endnote w:type="continuationSeparator" w:id="1">
    <w:p w:rsidR="00255659" w:rsidRDefault="00255659" w:rsidP="00364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659" w:rsidRDefault="00255659" w:rsidP="0036403C">
      <w:pPr>
        <w:spacing w:after="0" w:line="240" w:lineRule="auto"/>
      </w:pPr>
      <w:r>
        <w:separator/>
      </w:r>
    </w:p>
  </w:footnote>
  <w:footnote w:type="continuationSeparator" w:id="1">
    <w:p w:rsidR="00255659" w:rsidRDefault="00255659" w:rsidP="00364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BBE"/>
    <w:rsid w:val="0000023A"/>
    <w:rsid w:val="000035E8"/>
    <w:rsid w:val="000051E1"/>
    <w:rsid w:val="00005700"/>
    <w:rsid w:val="00006E7F"/>
    <w:rsid w:val="00012C69"/>
    <w:rsid w:val="000160C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8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328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37F07"/>
    <w:rsid w:val="0014022F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45E3"/>
    <w:rsid w:val="00195297"/>
    <w:rsid w:val="001959FA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3696"/>
    <w:rsid w:val="001E44C7"/>
    <w:rsid w:val="001F1729"/>
    <w:rsid w:val="001F7A62"/>
    <w:rsid w:val="002008BD"/>
    <w:rsid w:val="00200F89"/>
    <w:rsid w:val="00202944"/>
    <w:rsid w:val="00203508"/>
    <w:rsid w:val="00207878"/>
    <w:rsid w:val="00210D78"/>
    <w:rsid w:val="0021280B"/>
    <w:rsid w:val="002210DA"/>
    <w:rsid w:val="00225679"/>
    <w:rsid w:val="00227DA4"/>
    <w:rsid w:val="002315B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5659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13FA0"/>
    <w:rsid w:val="00322953"/>
    <w:rsid w:val="0033718B"/>
    <w:rsid w:val="00342FE7"/>
    <w:rsid w:val="003472B2"/>
    <w:rsid w:val="00350CE0"/>
    <w:rsid w:val="00351265"/>
    <w:rsid w:val="00356241"/>
    <w:rsid w:val="00361084"/>
    <w:rsid w:val="0036242A"/>
    <w:rsid w:val="0036403C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33B9"/>
    <w:rsid w:val="003D4302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019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70C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2AE6"/>
    <w:rsid w:val="00802BE3"/>
    <w:rsid w:val="00803599"/>
    <w:rsid w:val="008048DD"/>
    <w:rsid w:val="00804DC7"/>
    <w:rsid w:val="00805165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1498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E"/>
    <w:rsid w:val="008C0623"/>
    <w:rsid w:val="008C06E6"/>
    <w:rsid w:val="008C1207"/>
    <w:rsid w:val="008C2E71"/>
    <w:rsid w:val="008C59EF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8F6CB8"/>
    <w:rsid w:val="009012C2"/>
    <w:rsid w:val="009016E3"/>
    <w:rsid w:val="00903529"/>
    <w:rsid w:val="00911221"/>
    <w:rsid w:val="0091424B"/>
    <w:rsid w:val="00917346"/>
    <w:rsid w:val="00924497"/>
    <w:rsid w:val="00940B2B"/>
    <w:rsid w:val="0094266F"/>
    <w:rsid w:val="00942DB2"/>
    <w:rsid w:val="00942EA6"/>
    <w:rsid w:val="00950C34"/>
    <w:rsid w:val="00951000"/>
    <w:rsid w:val="00951CCC"/>
    <w:rsid w:val="00951F0A"/>
    <w:rsid w:val="0095562D"/>
    <w:rsid w:val="00960377"/>
    <w:rsid w:val="00960400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8D4"/>
    <w:rsid w:val="00997DCD"/>
    <w:rsid w:val="00997E27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560F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4AA0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376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5970"/>
    <w:rsid w:val="00B96F28"/>
    <w:rsid w:val="00BA0C79"/>
    <w:rsid w:val="00BA100E"/>
    <w:rsid w:val="00BA5D3B"/>
    <w:rsid w:val="00BA61CB"/>
    <w:rsid w:val="00BB44F1"/>
    <w:rsid w:val="00BB485D"/>
    <w:rsid w:val="00BB529E"/>
    <w:rsid w:val="00BB64BB"/>
    <w:rsid w:val="00BB76E9"/>
    <w:rsid w:val="00BC2312"/>
    <w:rsid w:val="00BC42A8"/>
    <w:rsid w:val="00BC705B"/>
    <w:rsid w:val="00BD1F5E"/>
    <w:rsid w:val="00BD3E7F"/>
    <w:rsid w:val="00BD4EBA"/>
    <w:rsid w:val="00BD6094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6FCE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3167"/>
    <w:rsid w:val="00C35328"/>
    <w:rsid w:val="00C37A90"/>
    <w:rsid w:val="00C41C24"/>
    <w:rsid w:val="00C45A00"/>
    <w:rsid w:val="00C503A7"/>
    <w:rsid w:val="00C50498"/>
    <w:rsid w:val="00C50E85"/>
    <w:rsid w:val="00C56427"/>
    <w:rsid w:val="00C577E4"/>
    <w:rsid w:val="00C57F45"/>
    <w:rsid w:val="00C60D1F"/>
    <w:rsid w:val="00C6276A"/>
    <w:rsid w:val="00C64A4C"/>
    <w:rsid w:val="00C64E9E"/>
    <w:rsid w:val="00C668CC"/>
    <w:rsid w:val="00C66D94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453C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B3F26"/>
    <w:rsid w:val="00DB5A7B"/>
    <w:rsid w:val="00DC2721"/>
    <w:rsid w:val="00DC3BB0"/>
    <w:rsid w:val="00DC5DDF"/>
    <w:rsid w:val="00DD0EF4"/>
    <w:rsid w:val="00DD16C0"/>
    <w:rsid w:val="00DD216C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1E95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370"/>
    <w:rsid w:val="00EB695B"/>
    <w:rsid w:val="00EC1E92"/>
    <w:rsid w:val="00EC27B4"/>
    <w:rsid w:val="00EC37D2"/>
    <w:rsid w:val="00EC66E2"/>
    <w:rsid w:val="00ED0F45"/>
    <w:rsid w:val="00ED1D3D"/>
    <w:rsid w:val="00ED2A52"/>
    <w:rsid w:val="00ED3453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204"/>
    <w:rsid w:val="00F3372E"/>
    <w:rsid w:val="00F33A24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159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C357B"/>
    <w:rsid w:val="00FD1FD2"/>
    <w:rsid w:val="00FD3F12"/>
    <w:rsid w:val="00FD44A3"/>
    <w:rsid w:val="00FE14B3"/>
    <w:rsid w:val="00FE1D67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40E"/>
    <w:pPr>
      <w:spacing w:after="200" w:line="276" w:lineRule="auto"/>
    </w:pPr>
    <w:rPr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BB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BB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7BBE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3E7BB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7BBE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3E7BBE"/>
    <w:rPr>
      <w:rFonts w:cs="Times New Roman"/>
    </w:rPr>
  </w:style>
  <w:style w:type="paragraph" w:customStyle="1" w:styleId="a">
    <w:name w:val="Знак"/>
    <w:basedOn w:val="Normal"/>
    <w:uiPriority w:val="99"/>
    <w:rsid w:val="003E7BBE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7BBE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3640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403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640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403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6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371</Words>
  <Characters>2115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www.PHILka.RU</cp:lastModifiedBy>
  <cp:revision>3</cp:revision>
  <cp:lastPrinted>2021-07-09T12:30:00Z</cp:lastPrinted>
  <dcterms:created xsi:type="dcterms:W3CDTF">2021-07-28T06:22:00Z</dcterms:created>
  <dcterms:modified xsi:type="dcterms:W3CDTF">2021-07-28T06:22:00Z</dcterms:modified>
</cp:coreProperties>
</file>