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9C" w:rsidRPr="00097F21" w:rsidRDefault="00A6519C" w:rsidP="000B7141">
      <w:pPr>
        <w:jc w:val="right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  <w:bookmarkStart w:id="0" w:name="_GoBack"/>
      <w:bookmarkEnd w:id="0"/>
    </w:p>
    <w:p w:rsidR="00A6519C" w:rsidRDefault="00A6519C" w:rsidP="00347B99">
      <w:r>
        <w:br w:type="textWrapping" w:clear="all"/>
      </w:r>
    </w:p>
    <w:p w:rsidR="00A6519C" w:rsidRDefault="00A6519C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A6519C" w:rsidRDefault="00A6519C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A6519C" w:rsidRDefault="00A6519C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A6519C" w:rsidRDefault="00A6519C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A6519C" w:rsidRDefault="00A6519C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657</w:t>
      </w:r>
    </w:p>
    <w:p w:rsidR="00A6519C" w:rsidRDefault="00A6519C" w:rsidP="00347B99">
      <w:pPr>
        <w:rPr>
          <w:sz w:val="22"/>
          <w:szCs w:val="22"/>
        </w:rPr>
      </w:pPr>
    </w:p>
    <w:p w:rsidR="00A6519C" w:rsidRPr="008658A4" w:rsidRDefault="00A6519C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A6519C" w:rsidRPr="008658A4" w:rsidRDefault="00A6519C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A6519C" w:rsidRDefault="00A6519C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Реконструкція водогону комунальної власності</w:t>
      </w:r>
    </w:p>
    <w:p w:rsidR="00A6519C" w:rsidRDefault="00A6519C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по вул. Котляревського (від вул. Чкалова до вул.</w:t>
      </w:r>
    </w:p>
    <w:p w:rsidR="00A6519C" w:rsidRDefault="00A6519C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Березова), с. Ворзель, Бучанського р-ну, Київської </w:t>
      </w:r>
    </w:p>
    <w:p w:rsidR="00A6519C" w:rsidRPr="008658A4" w:rsidRDefault="00A6519C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обл.»</w:t>
      </w:r>
    </w:p>
    <w:p w:rsidR="00A6519C" w:rsidRDefault="00A6519C" w:rsidP="00347B99">
      <w:pPr>
        <w:ind w:right="2835"/>
        <w:rPr>
          <w:b/>
        </w:rPr>
      </w:pPr>
    </w:p>
    <w:p w:rsidR="00A6519C" w:rsidRPr="00384F4E" w:rsidRDefault="00A6519C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Реконструкція водогону комунальної власності по вул. Котляревського (від вул. Чкалова до вул. Березова), с. Ворзель, Бучанського р-ну, Київської обл.</w:t>
      </w:r>
      <w:r w:rsidRPr="00347B99">
        <w:t>»</w:t>
      </w:r>
      <w:r>
        <w:t>, з метою належного утримання водогону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A6519C" w:rsidRPr="00384F4E" w:rsidRDefault="00A6519C" w:rsidP="00347B99">
      <w:pPr>
        <w:ind w:firstLine="709"/>
        <w:jc w:val="both"/>
      </w:pPr>
    </w:p>
    <w:p w:rsidR="00A6519C" w:rsidRDefault="00A6519C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A6519C" w:rsidRDefault="00A6519C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«Реконструкція водогону комунальної власності по вул. Котляревського (від вул. Чкалова до вул. Березова), с. Ворзель, Бучанського р-ну, Київської обл.» з наступними показниками:</w:t>
      </w:r>
    </w:p>
    <w:p w:rsidR="00A6519C" w:rsidRDefault="00A6519C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A6519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A6519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233,491</w:t>
            </w:r>
          </w:p>
        </w:tc>
      </w:tr>
      <w:tr w:rsidR="00A6519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188,129</w:t>
            </w:r>
          </w:p>
        </w:tc>
      </w:tr>
      <w:tr w:rsidR="00A6519C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19C" w:rsidRPr="009A436E" w:rsidRDefault="00A6519C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45,362</w:t>
            </w:r>
          </w:p>
        </w:tc>
      </w:tr>
    </w:tbl>
    <w:p w:rsidR="00A6519C" w:rsidRDefault="00A6519C" w:rsidP="00347B99">
      <w:pPr>
        <w:ind w:left="284" w:hanging="284"/>
        <w:jc w:val="both"/>
      </w:pPr>
      <w:r>
        <w:t>2. Виконання робіт: «Реконструкція водогону комунальної власності по вул. Котляревського (від вул. Чкалова до вул. Березова), с. Ворзель, Бучанського р-ну, Київської обл.» доручити ліцензованій організації.</w:t>
      </w:r>
    </w:p>
    <w:p w:rsidR="00A6519C" w:rsidRDefault="00A6519C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«Бучасервіс»</w:t>
      </w:r>
    </w:p>
    <w:p w:rsidR="00A6519C" w:rsidRDefault="00A6519C" w:rsidP="00346CF3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A6519C" w:rsidRDefault="00A6519C" w:rsidP="00346CF3">
      <w:pPr>
        <w:jc w:val="both"/>
      </w:pPr>
    </w:p>
    <w:p w:rsidR="00A6519C" w:rsidRDefault="00A6519C" w:rsidP="00346CF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A6519C" w:rsidRPr="00D84D34" w:rsidRDefault="00A6519C" w:rsidP="00346CF3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A6519C" w:rsidRDefault="00A6519C" w:rsidP="00346CF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A6519C" w:rsidRDefault="00A6519C" w:rsidP="00346CF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A6519C" w:rsidRDefault="00A6519C" w:rsidP="00346CF3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A6519C" w:rsidRDefault="00A6519C" w:rsidP="00346CF3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A6519C" w:rsidRDefault="00A6519C" w:rsidP="00346CF3">
      <w:pPr>
        <w:spacing w:line="360" w:lineRule="auto"/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sectPr w:rsidR="00A6519C" w:rsidSect="008B54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97F21"/>
    <w:rsid w:val="000B7141"/>
    <w:rsid w:val="0010487C"/>
    <w:rsid w:val="00107581"/>
    <w:rsid w:val="001447C3"/>
    <w:rsid w:val="001554BF"/>
    <w:rsid w:val="00160C98"/>
    <w:rsid w:val="001C4C78"/>
    <w:rsid w:val="002D0950"/>
    <w:rsid w:val="002F45F9"/>
    <w:rsid w:val="00334B6B"/>
    <w:rsid w:val="00345FB3"/>
    <w:rsid w:val="00346CF3"/>
    <w:rsid w:val="00347B99"/>
    <w:rsid w:val="00384F4E"/>
    <w:rsid w:val="00465B1C"/>
    <w:rsid w:val="006259F9"/>
    <w:rsid w:val="006C3302"/>
    <w:rsid w:val="006E42AD"/>
    <w:rsid w:val="00723B33"/>
    <w:rsid w:val="00861470"/>
    <w:rsid w:val="008658A4"/>
    <w:rsid w:val="008779C7"/>
    <w:rsid w:val="008B4A86"/>
    <w:rsid w:val="008B54D8"/>
    <w:rsid w:val="008C42FA"/>
    <w:rsid w:val="00911B6D"/>
    <w:rsid w:val="0091434B"/>
    <w:rsid w:val="00917C99"/>
    <w:rsid w:val="009A436E"/>
    <w:rsid w:val="00A326EE"/>
    <w:rsid w:val="00A428A7"/>
    <w:rsid w:val="00A6519C"/>
    <w:rsid w:val="00A71A01"/>
    <w:rsid w:val="00B45372"/>
    <w:rsid w:val="00B62910"/>
    <w:rsid w:val="00B8057D"/>
    <w:rsid w:val="00B86D5E"/>
    <w:rsid w:val="00C94435"/>
    <w:rsid w:val="00D246EE"/>
    <w:rsid w:val="00D84D34"/>
    <w:rsid w:val="00DA1DE2"/>
    <w:rsid w:val="00E44839"/>
    <w:rsid w:val="00EB5E4E"/>
    <w:rsid w:val="00EE0119"/>
    <w:rsid w:val="00F0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1</Pages>
  <Words>303</Words>
  <Characters>1730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31</cp:revision>
  <cp:lastPrinted>2021-09-10T07:58:00Z</cp:lastPrinted>
  <dcterms:created xsi:type="dcterms:W3CDTF">2021-06-15T10:40:00Z</dcterms:created>
  <dcterms:modified xsi:type="dcterms:W3CDTF">2021-10-05T11:07:00Z</dcterms:modified>
</cp:coreProperties>
</file>