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413" w:rsidRPr="00097F21" w:rsidRDefault="008A6413" w:rsidP="008F778A">
      <w:pPr>
        <w:jc w:val="right"/>
        <w:rPr>
          <w:lang w:val="ru-RU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TSIGN" style="position:absolute;left:0;text-align:left;margin-left:220.5pt;margin-top:0;width:40.5pt;height:51pt;z-index:251658240;visibility:visible">
            <v:imagedata r:id="rId4" o:title="" grayscale="t" bilevel="t"/>
            <w10:wrap type="square" side="right"/>
          </v:shape>
        </w:pict>
      </w:r>
      <w:r>
        <w:tab/>
      </w:r>
      <w:r>
        <w:tab/>
      </w:r>
      <w:r>
        <w:tab/>
      </w:r>
      <w:bookmarkStart w:id="0" w:name="_GoBack"/>
      <w:bookmarkEnd w:id="0"/>
    </w:p>
    <w:p w:rsidR="008A6413" w:rsidRDefault="008A6413" w:rsidP="00347B99">
      <w:r>
        <w:br w:type="textWrapping" w:clear="all"/>
      </w:r>
    </w:p>
    <w:p w:rsidR="008A6413" w:rsidRDefault="008A6413" w:rsidP="00347B99">
      <w:pPr>
        <w:jc w:val="center"/>
        <w:rPr>
          <w:sz w:val="28"/>
          <w:szCs w:val="28"/>
        </w:rPr>
      </w:pPr>
      <w:r>
        <w:rPr>
          <w:sz w:val="28"/>
          <w:szCs w:val="28"/>
        </w:rPr>
        <w:t>БУЧАНСЬКА     МІСЬКА      РАДА</w:t>
      </w:r>
    </w:p>
    <w:p w:rsidR="008A6413" w:rsidRDefault="008A6413" w:rsidP="00347B99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8A6413" w:rsidRDefault="008A6413" w:rsidP="00347B99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8A6413" w:rsidRDefault="008A6413" w:rsidP="00347B99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 І  Ш  Е  Н Н Я</w:t>
      </w:r>
    </w:p>
    <w:p w:rsidR="008A6413" w:rsidRDefault="008A6413" w:rsidP="00347B99">
      <w:pPr>
        <w:rPr>
          <w:b/>
          <w:bCs/>
          <w:lang w:val="ru-RU"/>
        </w:rPr>
      </w:pPr>
      <w:r>
        <w:rPr>
          <w:b/>
          <w:bCs/>
          <w:u w:val="single"/>
        </w:rPr>
        <w:t>«10» вересня</w:t>
      </w:r>
      <w:r w:rsidRPr="008D732F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2021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 656</w:t>
      </w:r>
    </w:p>
    <w:p w:rsidR="008A6413" w:rsidRDefault="008A6413" w:rsidP="00347B99">
      <w:pPr>
        <w:rPr>
          <w:sz w:val="22"/>
          <w:szCs w:val="22"/>
        </w:rPr>
      </w:pPr>
    </w:p>
    <w:p w:rsidR="008A6413" w:rsidRPr="008658A4" w:rsidRDefault="008A6413" w:rsidP="008658A4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8658A4">
        <w:rPr>
          <w:b/>
        </w:rPr>
        <w:t xml:space="preserve">Про затвердження кошторисної частини </w:t>
      </w:r>
    </w:p>
    <w:p w:rsidR="008A6413" w:rsidRPr="008658A4" w:rsidRDefault="008A6413" w:rsidP="008658A4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8658A4">
        <w:rPr>
          <w:b/>
        </w:rPr>
        <w:t>проектної документації по робочому проекту</w:t>
      </w:r>
    </w:p>
    <w:p w:rsidR="008A6413" w:rsidRDefault="008A6413" w:rsidP="00345FB3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 w:rsidRPr="008658A4">
        <w:rPr>
          <w:b/>
        </w:rPr>
        <w:t>«</w:t>
      </w:r>
      <w:r>
        <w:rPr>
          <w:b/>
        </w:rPr>
        <w:t>Реконструкція водогону комунальної власності</w:t>
      </w:r>
    </w:p>
    <w:p w:rsidR="008A6413" w:rsidRDefault="008A6413" w:rsidP="00345FB3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>
        <w:rPr>
          <w:b/>
        </w:rPr>
        <w:t xml:space="preserve">по вул. Ватутіна (від буд. 54 до буд. 42), с. Ворзель, </w:t>
      </w:r>
    </w:p>
    <w:p w:rsidR="008A6413" w:rsidRPr="008658A4" w:rsidRDefault="008A6413" w:rsidP="00345FB3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>
        <w:rPr>
          <w:b/>
        </w:rPr>
        <w:t>Бучанського р-ну, Київської обл.»</w:t>
      </w:r>
    </w:p>
    <w:p w:rsidR="008A6413" w:rsidRDefault="008A6413" w:rsidP="00347B99">
      <w:pPr>
        <w:ind w:right="2835"/>
        <w:rPr>
          <w:b/>
        </w:rPr>
      </w:pPr>
    </w:p>
    <w:p w:rsidR="008A6413" w:rsidRPr="00384F4E" w:rsidRDefault="008A6413" w:rsidP="00347B99">
      <w:pPr>
        <w:ind w:firstLine="851"/>
        <w:jc w:val="both"/>
      </w:pPr>
      <w:r w:rsidRPr="00384F4E">
        <w:t xml:space="preserve">Розглянувши кошторисну частину зведеного кошторисного розрахунку вартості </w:t>
      </w:r>
      <w:r w:rsidRPr="00384F4E">
        <w:rPr>
          <w:b/>
        </w:rPr>
        <w:t>«</w:t>
      </w:r>
      <w:r>
        <w:t>Реконструкція водогону комунальної власності по вул. Ватутіна (від буд. 54 до буд. 42), с. Ворзель, Бучанського р-ну, Київської обл.</w:t>
      </w:r>
      <w:r w:rsidRPr="00347B99">
        <w:t>»</w:t>
      </w:r>
      <w:r>
        <w:t>, з метою належного утримання водогону населених пунктів ОТГ Київської області</w:t>
      </w:r>
      <w:r w:rsidRPr="00384F4E">
        <w:t>, керуючись Законами України «Про місцеве самоврядування в Україні», «Про благоуст</w:t>
      </w:r>
      <w:r>
        <w:t xml:space="preserve">рій населених пунктів», наказу </w:t>
      </w:r>
      <w:r w:rsidRPr="00384F4E">
        <w:t>Міністерства регіонального розвитку будівництва та жи</w:t>
      </w:r>
      <w:r>
        <w:t>тлово-комунального господарства</w:t>
      </w:r>
      <w:r w:rsidRPr="00384F4E">
        <w:t xml:space="preserve"> № 45 від 16.05.2011 р., виконавчий комітет Бучанської міської ради</w:t>
      </w:r>
    </w:p>
    <w:p w:rsidR="008A6413" w:rsidRPr="00384F4E" w:rsidRDefault="008A6413" w:rsidP="00347B99">
      <w:pPr>
        <w:ind w:firstLine="709"/>
        <w:jc w:val="both"/>
      </w:pPr>
    </w:p>
    <w:p w:rsidR="008A6413" w:rsidRDefault="008A6413" w:rsidP="00347B9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8A6413" w:rsidRDefault="008A6413" w:rsidP="00347B99">
      <w:pPr>
        <w:tabs>
          <w:tab w:val="left" w:pos="360"/>
        </w:tabs>
        <w:suppressAutoHyphens/>
        <w:jc w:val="both"/>
      </w:pPr>
      <w:r w:rsidRPr="00D246EE">
        <w:t>1.</w:t>
      </w:r>
      <w:r w:rsidRPr="001C4C78">
        <w:t xml:space="preserve"> Затвердити кошторисну частину зведеного кошторисного розрахунку вартості будівництва</w:t>
      </w:r>
      <w:r>
        <w:t>«Реконструкція водогону комунальної власності по вул. Ватутіна (від буд. 54 до буд. 42), с. Ворзель, Бучанського р-ну, Київської обл.» з наступними показниками:</w:t>
      </w:r>
    </w:p>
    <w:p w:rsidR="008A6413" w:rsidRDefault="008A6413" w:rsidP="00347B99">
      <w:pPr>
        <w:tabs>
          <w:tab w:val="left" w:pos="360"/>
        </w:tabs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A0"/>
      </w:tblPr>
      <w:tblGrid>
        <w:gridCol w:w="5529"/>
        <w:gridCol w:w="1701"/>
        <w:gridCol w:w="1736"/>
      </w:tblGrid>
      <w:tr w:rsidR="008A6413" w:rsidTr="00347B9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6413" w:rsidRPr="00972D24" w:rsidRDefault="008A6413">
            <w:pPr>
              <w:tabs>
                <w:tab w:val="left" w:pos="567"/>
              </w:tabs>
              <w:snapToGrid w:val="0"/>
              <w:spacing w:line="256" w:lineRule="auto"/>
              <w:ind w:left="567" w:right="-249" w:hanging="391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6413" w:rsidRPr="00972D24" w:rsidRDefault="008A6413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413" w:rsidRPr="00972D24" w:rsidRDefault="008A6413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Показники</w:t>
            </w:r>
          </w:p>
        </w:tc>
      </w:tr>
      <w:tr w:rsidR="008A6413" w:rsidTr="00347B9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6413" w:rsidRPr="00972D24" w:rsidRDefault="008A6413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6413" w:rsidRPr="00972D24" w:rsidRDefault="008A6413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413" w:rsidRPr="00972D24" w:rsidRDefault="008A6413">
            <w:pPr>
              <w:tabs>
                <w:tab w:val="left" w:pos="567"/>
              </w:tabs>
              <w:snapToGrid w:val="0"/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107,776</w:t>
            </w:r>
          </w:p>
        </w:tc>
      </w:tr>
      <w:tr w:rsidR="008A6413" w:rsidTr="00347B9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6413" w:rsidRPr="00972D24" w:rsidRDefault="008A6413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6413" w:rsidRPr="00972D24" w:rsidRDefault="008A6413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413" w:rsidRPr="00972D24" w:rsidRDefault="008A6413">
            <w:pPr>
              <w:tabs>
                <w:tab w:val="left" w:pos="567"/>
              </w:tabs>
              <w:snapToGrid w:val="0"/>
              <w:spacing w:line="256" w:lineRule="auto"/>
              <w:rPr>
                <w:lang w:val="ru-RU" w:eastAsia="en-US"/>
              </w:rPr>
            </w:pPr>
            <w:r>
              <w:rPr>
                <w:sz w:val="22"/>
                <w:szCs w:val="22"/>
                <w:lang w:eastAsia="en-US"/>
              </w:rPr>
              <w:t>86,976</w:t>
            </w:r>
          </w:p>
        </w:tc>
      </w:tr>
      <w:tr w:rsidR="008A6413" w:rsidTr="00347B9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6413" w:rsidRPr="00972D24" w:rsidRDefault="008A6413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6413" w:rsidRPr="00972D24" w:rsidRDefault="008A6413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413" w:rsidRPr="00972D24" w:rsidRDefault="008A6413">
            <w:pPr>
              <w:tabs>
                <w:tab w:val="left" w:pos="567"/>
              </w:tabs>
              <w:snapToGrid w:val="0"/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20,800</w:t>
            </w:r>
          </w:p>
        </w:tc>
      </w:tr>
    </w:tbl>
    <w:p w:rsidR="008A6413" w:rsidRDefault="008A6413" w:rsidP="00347B99">
      <w:pPr>
        <w:ind w:left="284" w:hanging="284"/>
        <w:jc w:val="both"/>
      </w:pPr>
      <w:r>
        <w:t>2. Виконання робіт: «Реконструкція водогону комунальної власності по вул. Ватутіна (від буд. 54 до буд. 42), с. Ворзель, Бучанського р-ну, Київської обл.» доручити ліцензованій організації.</w:t>
      </w:r>
    </w:p>
    <w:p w:rsidR="008A6413" w:rsidRDefault="008A6413" w:rsidP="00347B99">
      <w:pPr>
        <w:tabs>
          <w:tab w:val="left" w:pos="180"/>
          <w:tab w:val="left" w:pos="360"/>
        </w:tabs>
        <w:jc w:val="both"/>
      </w:pPr>
      <w:r>
        <w:t>3. Контроль за виконанням даного рішення покласти на начальника КП «Бучасервіс»</w:t>
      </w:r>
    </w:p>
    <w:p w:rsidR="008A6413" w:rsidRDefault="008A6413" w:rsidP="000C2FAF">
      <w:pPr>
        <w:tabs>
          <w:tab w:val="left" w:pos="180"/>
          <w:tab w:val="left" w:pos="360"/>
        </w:tabs>
        <w:jc w:val="both"/>
      </w:pPr>
      <w:r>
        <w:t>С.В. Мостіпаку.</w:t>
      </w:r>
    </w:p>
    <w:p w:rsidR="008A6413" w:rsidRDefault="008A6413" w:rsidP="000C2FAF">
      <w:pPr>
        <w:jc w:val="both"/>
      </w:pPr>
    </w:p>
    <w:p w:rsidR="008A6413" w:rsidRDefault="008A6413" w:rsidP="000C2FAF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Анатолій ФЕДОРУК</w:t>
      </w:r>
    </w:p>
    <w:p w:rsidR="008A6413" w:rsidRPr="00D84D34" w:rsidRDefault="008A6413" w:rsidP="000C2FAF">
      <w:pPr>
        <w:spacing w:line="276" w:lineRule="auto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Сергій ШЕПЕТЬКО</w:t>
      </w:r>
    </w:p>
    <w:p w:rsidR="008A6413" w:rsidRDefault="008A6413" w:rsidP="000C2FAF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Дмитро ГАПЧЕНКО</w:t>
      </w:r>
    </w:p>
    <w:p w:rsidR="008A6413" w:rsidRDefault="008A6413" w:rsidP="000C2FAF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Начальникуправління</w:t>
      </w:r>
    </w:p>
    <w:p w:rsidR="008A6413" w:rsidRDefault="008A6413" w:rsidP="000C2FAF">
      <w:pPr>
        <w:spacing w:line="360" w:lineRule="auto"/>
        <w:ind w:right="-284"/>
        <w:rPr>
          <w:b/>
          <w:sz w:val="22"/>
          <w:szCs w:val="22"/>
        </w:rPr>
      </w:pPr>
      <w:r>
        <w:rPr>
          <w:b/>
          <w:sz w:val="22"/>
          <w:szCs w:val="22"/>
        </w:rPr>
        <w:t>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Людмила РИЖЕНКО</w:t>
      </w:r>
    </w:p>
    <w:p w:rsidR="008A6413" w:rsidRDefault="008A6413" w:rsidP="000C2FAF">
      <w:pPr>
        <w:spacing w:line="360" w:lineRule="auto"/>
        <w:ind w:right="-143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 xml:space="preserve">Погоджено:в.о. </w:t>
      </w:r>
      <w:r>
        <w:rPr>
          <w:b/>
          <w:sz w:val="22"/>
          <w:szCs w:val="22"/>
          <w:lang w:val="ru-RU"/>
        </w:rPr>
        <w:t>н</w:t>
      </w:r>
      <w:r>
        <w:rPr>
          <w:b/>
          <w:sz w:val="22"/>
          <w:szCs w:val="22"/>
        </w:rPr>
        <w:t>ачальник</w:t>
      </w:r>
      <w:r>
        <w:rPr>
          <w:b/>
          <w:sz w:val="22"/>
          <w:szCs w:val="22"/>
          <w:lang w:val="ru-RU"/>
        </w:rPr>
        <w:t>а</w:t>
      </w:r>
      <w:r>
        <w:rPr>
          <w:b/>
          <w:sz w:val="22"/>
          <w:szCs w:val="22"/>
        </w:rPr>
        <w:t xml:space="preserve">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Катерина ТУЖИЛІНА</w:t>
      </w:r>
    </w:p>
    <w:p w:rsidR="008A6413" w:rsidRPr="001554BF" w:rsidRDefault="008A6413" w:rsidP="000C2FAF">
      <w:pPr>
        <w:spacing w:line="360" w:lineRule="auto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>Начальник КП «Бучасервіс»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>Сергій МОСТІПАКА</w:t>
      </w:r>
    </w:p>
    <w:p w:rsidR="008A6413" w:rsidRPr="000C2FAF" w:rsidRDefault="008A6413" w:rsidP="000C2FAF">
      <w:pPr>
        <w:tabs>
          <w:tab w:val="left" w:pos="180"/>
          <w:tab w:val="left" w:pos="360"/>
        </w:tabs>
        <w:jc w:val="both"/>
        <w:rPr>
          <w:lang w:val="ru-RU"/>
        </w:rPr>
      </w:pPr>
    </w:p>
    <w:sectPr w:rsidR="008A6413" w:rsidRPr="000C2FAF" w:rsidSect="008B54D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6F30"/>
    <w:rsid w:val="00026F30"/>
    <w:rsid w:val="00052B64"/>
    <w:rsid w:val="00097F21"/>
    <w:rsid w:val="000C2FAF"/>
    <w:rsid w:val="0010487C"/>
    <w:rsid w:val="00107581"/>
    <w:rsid w:val="001554BF"/>
    <w:rsid w:val="001C4C78"/>
    <w:rsid w:val="001E6CC4"/>
    <w:rsid w:val="002D2D7C"/>
    <w:rsid w:val="002E2795"/>
    <w:rsid w:val="002F45F9"/>
    <w:rsid w:val="00334B6B"/>
    <w:rsid w:val="00345FB3"/>
    <w:rsid w:val="00347B99"/>
    <w:rsid w:val="00384F4E"/>
    <w:rsid w:val="00465B1C"/>
    <w:rsid w:val="006259F9"/>
    <w:rsid w:val="00680DBE"/>
    <w:rsid w:val="006C3302"/>
    <w:rsid w:val="006E42AD"/>
    <w:rsid w:val="00756159"/>
    <w:rsid w:val="00861470"/>
    <w:rsid w:val="008658A4"/>
    <w:rsid w:val="008779C7"/>
    <w:rsid w:val="008A6413"/>
    <w:rsid w:val="008B4A86"/>
    <w:rsid w:val="008B54D8"/>
    <w:rsid w:val="008C42FA"/>
    <w:rsid w:val="008D732F"/>
    <w:rsid w:val="008F778A"/>
    <w:rsid w:val="00911B6D"/>
    <w:rsid w:val="0091434B"/>
    <w:rsid w:val="00972D24"/>
    <w:rsid w:val="00A326EE"/>
    <w:rsid w:val="00A428A7"/>
    <w:rsid w:val="00B45372"/>
    <w:rsid w:val="00B8057D"/>
    <w:rsid w:val="00B86D5E"/>
    <w:rsid w:val="00C25D40"/>
    <w:rsid w:val="00C94435"/>
    <w:rsid w:val="00D246EE"/>
    <w:rsid w:val="00D84D34"/>
    <w:rsid w:val="00DA1DE2"/>
    <w:rsid w:val="00EB5E4E"/>
    <w:rsid w:val="00EC64B2"/>
    <w:rsid w:val="00EE0119"/>
    <w:rsid w:val="00F07F47"/>
    <w:rsid w:val="00F65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B99"/>
    <w:rPr>
      <w:rFonts w:ascii="Times New Roman" w:eastAsia="Times New Roman" w:hAnsi="Times New Roman"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805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8057D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2456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130</TotalTime>
  <Pages>1</Pages>
  <Words>293</Words>
  <Characters>1673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www.PHILka.RU</cp:lastModifiedBy>
  <cp:revision>34</cp:revision>
  <cp:lastPrinted>2021-09-10T07:58:00Z</cp:lastPrinted>
  <dcterms:created xsi:type="dcterms:W3CDTF">2021-06-15T10:40:00Z</dcterms:created>
  <dcterms:modified xsi:type="dcterms:W3CDTF">2021-10-05T11:00:00Z</dcterms:modified>
</cp:coreProperties>
</file>