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737" w:rsidRPr="003E7BBE" w:rsidRDefault="00041737" w:rsidP="00496F7B">
      <w:pPr>
        <w:pStyle w:val="Heading1"/>
        <w:jc w:val="center"/>
        <w:rPr>
          <w:b/>
        </w:rPr>
      </w:pPr>
      <w:r w:rsidRPr="00821108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041737" w:rsidRPr="00B06BC0" w:rsidRDefault="00041737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041737" w:rsidRPr="003E7BBE" w:rsidRDefault="00041737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041737" w:rsidRDefault="00041737" w:rsidP="00BC4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041737" w:rsidRPr="003E7BBE" w:rsidRDefault="00041737" w:rsidP="00496F7B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041737" w:rsidRPr="00193AE0" w:rsidRDefault="00041737" w:rsidP="00496F7B">
      <w:pPr>
        <w:pStyle w:val="Heading1"/>
        <w:jc w:val="center"/>
        <w:rPr>
          <w:b/>
          <w:sz w:val="28"/>
          <w:szCs w:val="28"/>
        </w:rPr>
      </w:pPr>
    </w:p>
    <w:p w:rsidR="00041737" w:rsidRPr="000268CD" w:rsidRDefault="00041737" w:rsidP="00024714">
      <w:pPr>
        <w:pStyle w:val="Heading1"/>
        <w:rPr>
          <w:b/>
          <w:szCs w:val="24"/>
        </w:rPr>
      </w:pPr>
      <w:r w:rsidRPr="000268CD">
        <w:rPr>
          <w:b/>
          <w:szCs w:val="24"/>
        </w:rPr>
        <w:t xml:space="preserve">« </w:t>
      </w:r>
      <w:r>
        <w:rPr>
          <w:b/>
          <w:szCs w:val="24"/>
        </w:rPr>
        <w:t>21</w:t>
      </w:r>
      <w:r w:rsidRPr="000268CD">
        <w:rPr>
          <w:b/>
          <w:szCs w:val="24"/>
        </w:rPr>
        <w:t xml:space="preserve"> » </w:t>
      </w:r>
      <w:r>
        <w:rPr>
          <w:b/>
          <w:szCs w:val="24"/>
        </w:rPr>
        <w:t xml:space="preserve">вересня </w:t>
      </w:r>
      <w:r w:rsidRPr="000268CD">
        <w:rPr>
          <w:b/>
          <w:szCs w:val="24"/>
        </w:rPr>
        <w:t xml:space="preserve">2021 р.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268CD">
        <w:rPr>
          <w:b/>
          <w:szCs w:val="24"/>
        </w:rPr>
        <w:t>№</w:t>
      </w:r>
      <w:r>
        <w:rPr>
          <w:b/>
          <w:szCs w:val="24"/>
        </w:rPr>
        <w:t xml:space="preserve"> </w:t>
      </w:r>
      <w:r>
        <w:rPr>
          <w:b/>
          <w:szCs w:val="24"/>
          <w:u w:val="single"/>
        </w:rPr>
        <w:t>707</w:t>
      </w:r>
      <w:bookmarkStart w:id="0" w:name="_GoBack"/>
      <w:bookmarkEnd w:id="0"/>
    </w:p>
    <w:p w:rsidR="00041737" w:rsidRPr="000268CD" w:rsidRDefault="00041737" w:rsidP="00496F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41737" w:rsidRDefault="00041737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1" w:name="bookmark3"/>
      <w:r w:rsidRPr="00021C47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 </w:t>
      </w:r>
      <w:bookmarkEnd w:id="1"/>
      <w:r w:rsidRPr="000268CD">
        <w:rPr>
          <w:rFonts w:ascii="Times New Roman" w:hAnsi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>Капітальний ремонт туалетних приміщень в Комунальному закладі «Бабинецький заклад загальної середньої освіти І-ІІІ ступенів» №13 в смт.Бабинці, Київської області»</w:t>
      </w:r>
    </w:p>
    <w:p w:rsidR="00041737" w:rsidRPr="000268CD" w:rsidRDefault="00041737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41737" w:rsidRDefault="00041737" w:rsidP="007C52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7C52A8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566649">
        <w:rPr>
          <w:rFonts w:ascii="Times New Roman" w:hAnsi="Times New Roman"/>
          <w:sz w:val="24"/>
          <w:szCs w:val="24"/>
          <w:lang w:val="uk-UA" w:eastAsia="uk-UA"/>
        </w:rPr>
        <w:t>«Капітальний ремонт туалетних приміщень в Комунальному закладі «Бабинецький заклад загальної середньої освіти І-ІІІ ступенів» №13 в смт.Бабинці, Київської області»</w:t>
      </w:r>
      <w:r w:rsidRPr="005E1AF9">
        <w:rPr>
          <w:rFonts w:ascii="Times New Roman" w:hAnsi="Times New Roman"/>
          <w:sz w:val="24"/>
          <w:szCs w:val="24"/>
          <w:lang w:val="uk-UA" w:eastAsia="uk-UA"/>
        </w:rPr>
        <w:t>,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 xml:space="preserve"> розроблену </w:t>
      </w:r>
      <w:r>
        <w:rPr>
          <w:rFonts w:ascii="Times New Roman" w:hAnsi="Times New Roman"/>
          <w:sz w:val="24"/>
          <w:szCs w:val="24"/>
          <w:lang w:val="uk-UA" w:eastAsia="uk-UA"/>
        </w:rPr>
        <w:t>ТОВ  «МАСКІРА БУД»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, позитивний  експертний звіт №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30/1190-06/21/А від 30.06.2021 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року,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виданийТОВ «ПЕРША ПРИВАТНА ЕКСПЕРТИЗА»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041737" w:rsidRPr="00A833DF" w:rsidRDefault="00041737" w:rsidP="007C52A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041737" w:rsidRPr="00A833DF" w:rsidRDefault="00041737" w:rsidP="007C52A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A833DF">
        <w:rPr>
          <w:rFonts w:ascii="Times New Roman" w:hAnsi="Times New Roman"/>
          <w:b/>
          <w:sz w:val="24"/>
          <w:szCs w:val="24"/>
          <w:lang w:val="uk-UA" w:eastAsia="uk-UA"/>
        </w:rPr>
        <w:t>ВИРІШИВ:</w:t>
      </w:r>
    </w:p>
    <w:p w:rsidR="00041737" w:rsidRDefault="00041737" w:rsidP="005123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123A1">
        <w:rPr>
          <w:rFonts w:ascii="Times New Roman" w:hAnsi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 проекту «Капітальний ремонт туалетних приміщень в Комунальному закладі «Бабинецький заклад загальної середньої освіти І-ІІІ ступенів» №13 в смт.Бабинці, Київської області» з наступними показниками:</w:t>
      </w:r>
    </w:p>
    <w:p w:rsidR="00041737" w:rsidRPr="005123A1" w:rsidRDefault="00041737" w:rsidP="00952AB5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041737" w:rsidRPr="00821108" w:rsidTr="00821108">
        <w:tc>
          <w:tcPr>
            <w:tcW w:w="4395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041737" w:rsidRPr="00821108" w:rsidTr="00821108">
        <w:tc>
          <w:tcPr>
            <w:tcW w:w="4395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418,54157</w:t>
            </w:r>
          </w:p>
        </w:tc>
      </w:tr>
      <w:tr w:rsidR="00041737" w:rsidRPr="00821108" w:rsidTr="00821108">
        <w:tc>
          <w:tcPr>
            <w:tcW w:w="4395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341,39290</w:t>
            </w:r>
          </w:p>
        </w:tc>
      </w:tr>
      <w:tr w:rsidR="00041737" w:rsidRPr="00821108" w:rsidTr="00821108">
        <w:tc>
          <w:tcPr>
            <w:tcW w:w="4395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041737" w:rsidRPr="00821108" w:rsidTr="00821108">
        <w:tc>
          <w:tcPr>
            <w:tcW w:w="4395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041737" w:rsidRPr="00821108" w:rsidRDefault="00041737" w:rsidP="0082110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21108">
              <w:rPr>
                <w:rFonts w:ascii="Times New Roman" w:hAnsi="Times New Roman"/>
                <w:sz w:val="24"/>
                <w:szCs w:val="24"/>
                <w:lang w:val="uk-UA" w:eastAsia="uk-UA"/>
              </w:rPr>
              <w:t>77,14867</w:t>
            </w:r>
          </w:p>
        </w:tc>
      </w:tr>
    </w:tbl>
    <w:p w:rsidR="00041737" w:rsidRPr="000268CD" w:rsidRDefault="00041737" w:rsidP="006C27D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041737" w:rsidRPr="005123A1" w:rsidRDefault="00041737" w:rsidP="005123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123A1">
        <w:rPr>
          <w:rFonts w:ascii="Times New Roman" w:hAnsi="Times New Roman"/>
          <w:sz w:val="24"/>
          <w:szCs w:val="24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041737" w:rsidRPr="005123A1" w:rsidRDefault="00041737" w:rsidP="005123A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123A1">
        <w:rPr>
          <w:rFonts w:ascii="Times New Roman" w:hAnsi="Times New Roman"/>
          <w:sz w:val="24"/>
          <w:szCs w:val="24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041737" w:rsidRPr="003E7BBE" w:rsidRDefault="00041737" w:rsidP="00496F7B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1737" w:rsidRPr="00293865" w:rsidRDefault="00041737" w:rsidP="00BA4A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sz w:val="24"/>
          <w:szCs w:val="24"/>
        </w:rPr>
        <w:t>Міський  голова</w:t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Анатолій  ФЕДОРУК</w:t>
      </w:r>
    </w:p>
    <w:p w:rsidR="00041737" w:rsidRDefault="00041737" w:rsidP="00BA4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1737" w:rsidRPr="00293865" w:rsidRDefault="00041737" w:rsidP="00BA4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Заступник  міського  голови                                                                Сергій ШЕПЕТЬКО</w:t>
      </w:r>
      <w:r w:rsidRPr="00293865">
        <w:rPr>
          <w:rFonts w:ascii="Times New Roman" w:hAnsi="Times New Roman"/>
          <w:b/>
          <w:sz w:val="24"/>
          <w:szCs w:val="24"/>
        </w:rPr>
        <w:tab/>
      </w:r>
    </w:p>
    <w:p w:rsidR="00041737" w:rsidRPr="00293865" w:rsidRDefault="00041737" w:rsidP="00BA4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737" w:rsidRPr="00293865" w:rsidRDefault="00041737" w:rsidP="00BA4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        Дмитро ГАПЧЕНКО</w:t>
      </w:r>
    </w:p>
    <w:p w:rsidR="00041737" w:rsidRPr="00293865" w:rsidRDefault="00041737" w:rsidP="00BA4A9E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041737" w:rsidRPr="00293865" w:rsidRDefault="00041737" w:rsidP="00BA4A9E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041737" w:rsidRPr="00293865" w:rsidRDefault="00041737" w:rsidP="00BA4A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 xml:space="preserve">юридично-кадрової роботи 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                   Людмила РИЖЕНКО</w:t>
      </w:r>
    </w:p>
    <w:p w:rsidR="00041737" w:rsidRPr="00293865" w:rsidRDefault="00041737" w:rsidP="00BA4A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1737" w:rsidRPr="003A7FFC" w:rsidRDefault="00041737" w:rsidP="00BA4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7FFC">
        <w:rPr>
          <w:rFonts w:ascii="Times New Roman" w:hAnsi="Times New Roman"/>
          <w:b/>
          <w:sz w:val="24"/>
          <w:szCs w:val="24"/>
        </w:rPr>
        <w:t>ПОДАННЯ:</w:t>
      </w:r>
    </w:p>
    <w:p w:rsidR="00041737" w:rsidRPr="003A7FFC" w:rsidRDefault="00041737" w:rsidP="00BA4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відділу освіти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</w:rPr>
        <w:t>Олег ЦИМБАЛ</w:t>
      </w:r>
    </w:p>
    <w:p w:rsidR="00041737" w:rsidRPr="00021C47" w:rsidRDefault="00041737" w:rsidP="00BA4A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041737" w:rsidRPr="00021C47" w:rsidSect="00021C47">
      <w:pgSz w:w="11906" w:h="16838"/>
      <w:pgMar w:top="284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8F6918"/>
    <w:multiLevelType w:val="hybridMultilevel"/>
    <w:tmpl w:val="381CE7D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EA569F"/>
    <w:multiLevelType w:val="hybridMultilevel"/>
    <w:tmpl w:val="AF04DB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737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295E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3865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A7FFC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857E6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3A1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6649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432D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D7686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1108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2AB5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33DF"/>
    <w:rsid w:val="00A85898"/>
    <w:rsid w:val="00A86D7A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2E20"/>
    <w:rsid w:val="00BA4A9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50D1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86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1</Pages>
  <Words>279</Words>
  <Characters>1594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34</cp:revision>
  <cp:lastPrinted>2021-09-22T10:54:00Z</cp:lastPrinted>
  <dcterms:created xsi:type="dcterms:W3CDTF">2021-02-19T08:08:00Z</dcterms:created>
  <dcterms:modified xsi:type="dcterms:W3CDTF">2021-09-30T10:10:00Z</dcterms:modified>
</cp:coreProperties>
</file>