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8C9" w:rsidRPr="003E7BBE" w:rsidRDefault="003E48C9" w:rsidP="00496F7B">
      <w:pPr>
        <w:pStyle w:val="Heading1"/>
        <w:jc w:val="center"/>
        <w:rPr>
          <w:b/>
        </w:rPr>
      </w:pPr>
      <w:r w:rsidRPr="00647740">
        <w:rPr>
          <w:b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5pt;visibility:visible">
            <v:imagedata r:id="rId5" o:title="" grayscale="t" bilevel="t"/>
          </v:shape>
        </w:pict>
      </w:r>
    </w:p>
    <w:p w:rsidR="003E48C9" w:rsidRPr="00B06BC0" w:rsidRDefault="003E48C9" w:rsidP="00496F7B">
      <w:pPr>
        <w:pStyle w:val="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6BC0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3E48C9" w:rsidRPr="003E7BBE" w:rsidRDefault="003E48C9" w:rsidP="00496F7B">
      <w:pPr>
        <w:pStyle w:val="Heading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48C9" w:rsidRDefault="003E48C9" w:rsidP="00BC42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 И К О Н А В Ч И Й    К О М І Т Е Т</w:t>
      </w:r>
    </w:p>
    <w:p w:rsidR="003E48C9" w:rsidRPr="003E7BBE" w:rsidRDefault="003E48C9" w:rsidP="00496F7B">
      <w:pPr>
        <w:pStyle w:val="Heading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48C9" w:rsidRPr="00193AE0" w:rsidRDefault="003E48C9" w:rsidP="00496F7B">
      <w:pPr>
        <w:pStyle w:val="Heading1"/>
        <w:jc w:val="center"/>
        <w:rPr>
          <w:b/>
          <w:sz w:val="28"/>
          <w:szCs w:val="28"/>
        </w:rPr>
      </w:pPr>
    </w:p>
    <w:p w:rsidR="003E48C9" w:rsidRPr="000268CD" w:rsidRDefault="003E48C9" w:rsidP="00024714">
      <w:pPr>
        <w:pStyle w:val="Heading1"/>
        <w:rPr>
          <w:b/>
          <w:szCs w:val="24"/>
        </w:rPr>
      </w:pPr>
      <w:r w:rsidRPr="000268CD">
        <w:rPr>
          <w:b/>
          <w:szCs w:val="24"/>
        </w:rPr>
        <w:t>«</w:t>
      </w:r>
      <w:r>
        <w:rPr>
          <w:b/>
          <w:szCs w:val="24"/>
        </w:rPr>
        <w:t xml:space="preserve"> 21 </w:t>
      </w:r>
      <w:r w:rsidRPr="000268CD">
        <w:rPr>
          <w:b/>
          <w:szCs w:val="24"/>
        </w:rPr>
        <w:t xml:space="preserve">» </w:t>
      </w:r>
      <w:r>
        <w:rPr>
          <w:b/>
          <w:szCs w:val="24"/>
        </w:rPr>
        <w:t xml:space="preserve">вересня </w:t>
      </w:r>
      <w:r w:rsidRPr="000268CD">
        <w:rPr>
          <w:b/>
          <w:szCs w:val="24"/>
        </w:rPr>
        <w:t xml:space="preserve">2021 р. </w:t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0268CD">
        <w:rPr>
          <w:b/>
          <w:szCs w:val="24"/>
        </w:rPr>
        <w:t>№</w:t>
      </w:r>
      <w:r>
        <w:rPr>
          <w:b/>
          <w:szCs w:val="24"/>
        </w:rPr>
        <w:t xml:space="preserve"> </w:t>
      </w:r>
      <w:r>
        <w:rPr>
          <w:b/>
          <w:szCs w:val="24"/>
          <w:u w:val="single"/>
        </w:rPr>
        <w:t>708</w:t>
      </w:r>
    </w:p>
    <w:p w:rsidR="003E48C9" w:rsidRPr="000268CD" w:rsidRDefault="003E48C9" w:rsidP="00496F7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E48C9" w:rsidRDefault="003E48C9" w:rsidP="00021C47">
      <w:pPr>
        <w:spacing w:after="0" w:line="240" w:lineRule="auto"/>
        <w:ind w:right="3826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  <w:bookmarkStart w:id="0" w:name="bookmark3"/>
      <w:r w:rsidRPr="00021C47">
        <w:rPr>
          <w:rFonts w:ascii="Times New Roman" w:hAnsi="Times New Roman"/>
          <w:b/>
          <w:sz w:val="24"/>
          <w:szCs w:val="24"/>
          <w:lang w:val="uk-UA" w:eastAsia="uk-UA"/>
        </w:rPr>
        <w:t xml:space="preserve">Про </w:t>
      </w:r>
      <w:bookmarkEnd w:id="0"/>
      <w:r w:rsidRPr="000268CD">
        <w:rPr>
          <w:rFonts w:ascii="Times New Roman" w:hAnsi="Times New Roman"/>
          <w:b/>
          <w:sz w:val="24"/>
          <w:szCs w:val="24"/>
          <w:lang w:val="uk-UA" w:eastAsia="uk-UA"/>
        </w:rPr>
        <w:t>затвердження кошторисної частини проектної документації «</w:t>
      </w: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Капітальний ремонт туалетних приміщень в Комунальному закладі «Гаврилівський заклад загальної освіти І-ІІІ ступенів» №8 Бучанської міської ради» </w:t>
      </w:r>
    </w:p>
    <w:p w:rsidR="003E48C9" w:rsidRPr="000268CD" w:rsidRDefault="003E48C9" w:rsidP="00021C47">
      <w:pPr>
        <w:spacing w:after="0" w:line="240" w:lineRule="auto"/>
        <w:ind w:right="3826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E48C9" w:rsidRDefault="003E48C9" w:rsidP="007C52A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7C52A8">
        <w:rPr>
          <w:rFonts w:ascii="Times New Roman" w:hAnsi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Pr="00981720">
        <w:rPr>
          <w:rFonts w:ascii="Times New Roman" w:hAnsi="Times New Roman"/>
          <w:sz w:val="24"/>
          <w:szCs w:val="24"/>
          <w:lang w:val="uk-UA" w:eastAsia="uk-UA"/>
        </w:rPr>
        <w:t>«Капітальний ремонт туалетних приміщень в Комунальному закладі «Гаврилівський заклад загальної освіти І-ІІІ ступенів» №8 Бучанської міської ради»</w:t>
      </w:r>
      <w:r w:rsidRPr="005E1AF9">
        <w:rPr>
          <w:rFonts w:ascii="Times New Roman" w:hAnsi="Times New Roman"/>
          <w:sz w:val="24"/>
          <w:szCs w:val="24"/>
          <w:lang w:val="uk-UA" w:eastAsia="uk-UA"/>
        </w:rPr>
        <w:t>,</w:t>
      </w:r>
      <w:r w:rsidRPr="000268CD">
        <w:rPr>
          <w:rFonts w:ascii="Times New Roman" w:hAnsi="Times New Roman"/>
          <w:sz w:val="24"/>
          <w:szCs w:val="24"/>
          <w:lang w:val="uk-UA" w:eastAsia="uk-UA"/>
        </w:rPr>
        <w:t xml:space="preserve"> розроблену </w:t>
      </w:r>
      <w:r>
        <w:rPr>
          <w:rFonts w:ascii="Times New Roman" w:hAnsi="Times New Roman"/>
          <w:sz w:val="24"/>
          <w:szCs w:val="24"/>
          <w:lang w:val="uk-UA" w:eastAsia="uk-UA"/>
        </w:rPr>
        <w:t>ТОВ  «МАСКІРА БУД»</w:t>
      </w:r>
      <w:r w:rsidRPr="000268CD">
        <w:rPr>
          <w:rFonts w:ascii="Times New Roman" w:hAnsi="Times New Roman"/>
          <w:sz w:val="24"/>
          <w:szCs w:val="24"/>
          <w:lang w:val="uk-UA" w:eastAsia="uk-UA"/>
        </w:rPr>
        <w:t>, позитивний  експертний звіт №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30/1188-06/21/А від 30.06.2021 </w:t>
      </w:r>
      <w:r w:rsidRPr="000268CD">
        <w:rPr>
          <w:rFonts w:ascii="Times New Roman" w:hAnsi="Times New Roman"/>
          <w:sz w:val="24"/>
          <w:szCs w:val="24"/>
          <w:lang w:val="uk-UA" w:eastAsia="uk-UA"/>
        </w:rPr>
        <w:t>року,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виданийТОВ «ПЕРША ПРИВАТНА ЕКСПЕРТИЗА»</w:t>
      </w:r>
      <w:r w:rsidRPr="000268CD">
        <w:rPr>
          <w:rFonts w:ascii="Times New Roman" w:hAnsi="Times New Roman"/>
          <w:sz w:val="24"/>
          <w:szCs w:val="24"/>
          <w:lang w:val="uk-UA" w:eastAsia="uk-UA"/>
        </w:rPr>
        <w:t xml:space="preserve">, керуючись Законом України «Про </w:t>
      </w:r>
      <w:bookmarkStart w:id="1" w:name="_GoBack"/>
      <w:r w:rsidRPr="000268CD">
        <w:rPr>
          <w:rFonts w:ascii="Times New Roman" w:hAnsi="Times New Roman"/>
          <w:sz w:val="24"/>
          <w:szCs w:val="24"/>
          <w:lang w:val="uk-UA" w:eastAsia="uk-UA"/>
        </w:rPr>
        <w:t>місцеве самоврядування в Україні», виконавчий комітет Бучанської міської ради</w:t>
      </w:r>
    </w:p>
    <w:bookmarkEnd w:id="1"/>
    <w:p w:rsidR="003E48C9" w:rsidRPr="007C52A8" w:rsidRDefault="003E48C9" w:rsidP="007C52A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3E48C9" w:rsidRPr="00D02F80" w:rsidRDefault="003E48C9" w:rsidP="007C52A8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D02F80">
        <w:rPr>
          <w:rFonts w:ascii="Times New Roman" w:hAnsi="Times New Roman"/>
          <w:b/>
          <w:sz w:val="24"/>
          <w:szCs w:val="24"/>
          <w:lang w:val="uk-UA" w:eastAsia="uk-UA"/>
        </w:rPr>
        <w:t>ВИРІШИВ:</w:t>
      </w:r>
    </w:p>
    <w:p w:rsidR="003E48C9" w:rsidRDefault="003E48C9" w:rsidP="00BE19E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BE19E2">
        <w:rPr>
          <w:rFonts w:ascii="Times New Roman" w:hAnsi="Times New Roman"/>
          <w:sz w:val="24"/>
          <w:szCs w:val="24"/>
          <w:lang w:val="uk-UA" w:eastAsia="uk-UA"/>
        </w:rPr>
        <w:t>Затвердити кошторисну частину проектної документації по робочому проекту «Капітальний ремонт туалетних приміщень в Комунальному закладі «Гаврилівський заклад загальної освіти І-ІІІ ступенів» №8 Бучанської міської ради» з наступними показниками:</w:t>
      </w:r>
    </w:p>
    <w:p w:rsidR="003E48C9" w:rsidRPr="00BE19E2" w:rsidRDefault="003E48C9" w:rsidP="00BE37A7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28"/>
        <w:gridCol w:w="2178"/>
        <w:gridCol w:w="2957"/>
      </w:tblGrid>
      <w:tr w:rsidR="003E48C9" w:rsidRPr="00647740" w:rsidTr="00647740">
        <w:tc>
          <w:tcPr>
            <w:tcW w:w="4395" w:type="dxa"/>
          </w:tcPr>
          <w:p w:rsidR="003E48C9" w:rsidRPr="00647740" w:rsidRDefault="003E48C9" w:rsidP="0064774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774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3E48C9" w:rsidRPr="00647740" w:rsidRDefault="003E48C9" w:rsidP="0064774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774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3E48C9" w:rsidRPr="00647740" w:rsidRDefault="003E48C9" w:rsidP="0064774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774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3E48C9" w:rsidRPr="00647740" w:rsidTr="00647740">
        <w:tc>
          <w:tcPr>
            <w:tcW w:w="4395" w:type="dxa"/>
          </w:tcPr>
          <w:p w:rsidR="003E48C9" w:rsidRPr="00647740" w:rsidRDefault="003E48C9" w:rsidP="0064774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7740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3E48C9" w:rsidRPr="00647740" w:rsidRDefault="003E48C9" w:rsidP="0064774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7740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3E48C9" w:rsidRPr="00647740" w:rsidRDefault="003E48C9" w:rsidP="0064774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7740">
              <w:rPr>
                <w:rFonts w:ascii="Times New Roman" w:hAnsi="Times New Roman"/>
                <w:sz w:val="24"/>
                <w:szCs w:val="24"/>
                <w:lang w:val="uk-UA" w:eastAsia="uk-UA"/>
              </w:rPr>
              <w:t>1016,424</w:t>
            </w:r>
          </w:p>
        </w:tc>
      </w:tr>
      <w:tr w:rsidR="003E48C9" w:rsidRPr="00647740" w:rsidTr="00647740">
        <w:tc>
          <w:tcPr>
            <w:tcW w:w="4395" w:type="dxa"/>
          </w:tcPr>
          <w:p w:rsidR="003E48C9" w:rsidRPr="00647740" w:rsidRDefault="003E48C9" w:rsidP="0064774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7740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3E48C9" w:rsidRPr="00647740" w:rsidRDefault="003E48C9" w:rsidP="0064774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7740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3E48C9" w:rsidRPr="00647740" w:rsidRDefault="003E48C9" w:rsidP="0064774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7740">
              <w:rPr>
                <w:rFonts w:ascii="Times New Roman" w:hAnsi="Times New Roman"/>
                <w:sz w:val="24"/>
                <w:szCs w:val="24"/>
                <w:lang w:val="uk-UA" w:eastAsia="uk-UA"/>
              </w:rPr>
              <w:t>965,603</w:t>
            </w:r>
          </w:p>
        </w:tc>
      </w:tr>
      <w:tr w:rsidR="003E48C9" w:rsidRPr="00647740" w:rsidTr="00647740">
        <w:tc>
          <w:tcPr>
            <w:tcW w:w="4395" w:type="dxa"/>
          </w:tcPr>
          <w:p w:rsidR="003E48C9" w:rsidRPr="00647740" w:rsidRDefault="003E48C9" w:rsidP="0064774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7740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3E48C9" w:rsidRPr="00647740" w:rsidRDefault="003E48C9" w:rsidP="0064774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7740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3E48C9" w:rsidRPr="00647740" w:rsidRDefault="003E48C9" w:rsidP="0064774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7740">
              <w:rPr>
                <w:rFonts w:ascii="Times New Roman" w:hAnsi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3E48C9" w:rsidRPr="00647740" w:rsidTr="00647740">
        <w:tc>
          <w:tcPr>
            <w:tcW w:w="4395" w:type="dxa"/>
          </w:tcPr>
          <w:p w:rsidR="003E48C9" w:rsidRPr="00647740" w:rsidRDefault="003E48C9" w:rsidP="0064774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7740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3E48C9" w:rsidRPr="00647740" w:rsidRDefault="003E48C9" w:rsidP="0064774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7740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3E48C9" w:rsidRPr="00647740" w:rsidRDefault="003E48C9" w:rsidP="00647740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647740">
              <w:rPr>
                <w:rFonts w:ascii="Times New Roman" w:hAnsi="Times New Roman"/>
                <w:sz w:val="24"/>
                <w:szCs w:val="24"/>
                <w:lang w:val="uk-UA" w:eastAsia="uk-UA"/>
              </w:rPr>
              <w:t>50,821</w:t>
            </w:r>
          </w:p>
        </w:tc>
      </w:tr>
    </w:tbl>
    <w:p w:rsidR="003E48C9" w:rsidRPr="000268CD" w:rsidRDefault="003E48C9" w:rsidP="006C27DC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3E48C9" w:rsidRPr="00BE19E2" w:rsidRDefault="003E48C9" w:rsidP="00BE19E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BE19E2">
        <w:rPr>
          <w:rFonts w:ascii="Times New Roman" w:hAnsi="Times New Roman"/>
          <w:sz w:val="24"/>
          <w:szCs w:val="24"/>
          <w:lang w:val="uk-UA" w:eastAsia="uk-UA"/>
        </w:rPr>
        <w:t>Відділ освіти Бучанської міської ради подати пропозиції щодо включення на фінансування даний об’єкт.</w:t>
      </w:r>
    </w:p>
    <w:p w:rsidR="003E48C9" w:rsidRPr="00BE19E2" w:rsidRDefault="003E48C9" w:rsidP="00BE19E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BE19E2">
        <w:rPr>
          <w:rFonts w:ascii="Times New Roman" w:hAnsi="Times New Roman"/>
          <w:sz w:val="24"/>
          <w:szCs w:val="24"/>
          <w:lang w:val="uk-UA" w:eastAsia="uk-UA"/>
        </w:rPr>
        <w:t>Контроль за виконанням даного рішення покласти на начальника відділу освіти О.І. Цимбала.</w:t>
      </w:r>
    </w:p>
    <w:p w:rsidR="003E48C9" w:rsidRPr="003E7BBE" w:rsidRDefault="003E48C9" w:rsidP="00496F7B">
      <w:pPr>
        <w:pStyle w:val="ListParagraph"/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48C9" w:rsidRPr="00293865" w:rsidRDefault="003E48C9" w:rsidP="004323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3865">
        <w:rPr>
          <w:rFonts w:ascii="Times New Roman" w:hAnsi="Times New Roman"/>
          <w:b/>
          <w:sz w:val="24"/>
          <w:szCs w:val="24"/>
        </w:rPr>
        <w:t>Міський  голова</w:t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Анатолій  ФЕДОРУК</w:t>
      </w:r>
    </w:p>
    <w:p w:rsidR="003E48C9" w:rsidRDefault="003E48C9" w:rsidP="004323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E48C9" w:rsidRPr="00293865" w:rsidRDefault="003E48C9" w:rsidP="004323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Заступник  міського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голови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</w:rPr>
        <w:t>Сергій ШЕПЕТЬКО</w:t>
      </w:r>
      <w:r w:rsidRPr="00293865">
        <w:rPr>
          <w:rFonts w:ascii="Times New Roman" w:hAnsi="Times New Roman"/>
          <w:b/>
          <w:sz w:val="24"/>
          <w:szCs w:val="24"/>
        </w:rPr>
        <w:tab/>
      </w:r>
    </w:p>
    <w:p w:rsidR="003E48C9" w:rsidRPr="00293865" w:rsidRDefault="003E48C9" w:rsidP="004323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48C9" w:rsidRPr="00293865" w:rsidRDefault="003E48C9" w:rsidP="004323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Керуючий справами</w:t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Дмитро ГАПЧЕНКО</w:t>
      </w:r>
    </w:p>
    <w:p w:rsidR="003E48C9" w:rsidRPr="00293865" w:rsidRDefault="003E48C9" w:rsidP="004323C4">
      <w:pPr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3E48C9" w:rsidRPr="00293865" w:rsidRDefault="003E48C9" w:rsidP="004323C4">
      <w:pPr>
        <w:tabs>
          <w:tab w:val="left" w:pos="7140"/>
        </w:tabs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>Начальник управління</w:t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</w:p>
    <w:p w:rsidR="003E48C9" w:rsidRPr="00293865" w:rsidRDefault="003E48C9" w:rsidP="004323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>юридично-кадровоїроботи</w:t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          Людмила РИЖЕНКО</w:t>
      </w:r>
    </w:p>
    <w:p w:rsidR="003E48C9" w:rsidRPr="00293865" w:rsidRDefault="003E48C9" w:rsidP="004323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E48C9" w:rsidRPr="003A7FFC" w:rsidRDefault="003E48C9" w:rsidP="004323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7FFC">
        <w:rPr>
          <w:rFonts w:ascii="Times New Roman" w:hAnsi="Times New Roman"/>
          <w:b/>
          <w:sz w:val="24"/>
          <w:szCs w:val="24"/>
        </w:rPr>
        <w:t>ПОДАННЯ:</w:t>
      </w:r>
    </w:p>
    <w:p w:rsidR="003E48C9" w:rsidRPr="00CF2972" w:rsidRDefault="003E48C9" w:rsidP="00CF29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відділуосвіти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Олег ЦИМБАЛ</w:t>
      </w:r>
    </w:p>
    <w:sectPr w:rsidR="003E48C9" w:rsidRPr="00CF2972" w:rsidSect="00BE0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F8A7C1B"/>
    <w:multiLevelType w:val="hybridMultilevel"/>
    <w:tmpl w:val="9826564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BBE"/>
    <w:rsid w:val="0000023A"/>
    <w:rsid w:val="000035E8"/>
    <w:rsid w:val="000051E1"/>
    <w:rsid w:val="00005700"/>
    <w:rsid w:val="00006E7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3865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2953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6594"/>
    <w:rsid w:val="003A7FFC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48C9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76AE"/>
    <w:rsid w:val="00426877"/>
    <w:rsid w:val="004310DF"/>
    <w:rsid w:val="00431EC7"/>
    <w:rsid w:val="004323C4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6B1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C1802"/>
    <w:rsid w:val="005C4F9B"/>
    <w:rsid w:val="005C6617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47740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06E9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46C"/>
    <w:rsid w:val="006D063D"/>
    <w:rsid w:val="006D2225"/>
    <w:rsid w:val="006D25F5"/>
    <w:rsid w:val="006D4636"/>
    <w:rsid w:val="006D6AC3"/>
    <w:rsid w:val="006D6DCC"/>
    <w:rsid w:val="006D7FC5"/>
    <w:rsid w:val="006E09B4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2A8"/>
    <w:rsid w:val="007C5B12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8023B9"/>
    <w:rsid w:val="00802BE3"/>
    <w:rsid w:val="00803599"/>
    <w:rsid w:val="008048DD"/>
    <w:rsid w:val="00804DC7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54C66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9012C2"/>
    <w:rsid w:val="009016E3"/>
    <w:rsid w:val="00903529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1720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4A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062"/>
    <w:rsid w:val="00BE090F"/>
    <w:rsid w:val="00BE19E2"/>
    <w:rsid w:val="00BE323A"/>
    <w:rsid w:val="00BE3369"/>
    <w:rsid w:val="00BE37A7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2972"/>
    <w:rsid w:val="00CF3095"/>
    <w:rsid w:val="00CF5BF3"/>
    <w:rsid w:val="00D01877"/>
    <w:rsid w:val="00D02411"/>
    <w:rsid w:val="00D02619"/>
    <w:rsid w:val="00D02845"/>
    <w:rsid w:val="00D02F80"/>
    <w:rsid w:val="00D03465"/>
    <w:rsid w:val="00D05BEB"/>
    <w:rsid w:val="00D12E85"/>
    <w:rsid w:val="00D16078"/>
    <w:rsid w:val="00D17355"/>
    <w:rsid w:val="00D17D1C"/>
    <w:rsid w:val="00D22FEC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666F8"/>
    <w:rsid w:val="00D70F4E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5D7C"/>
    <w:rsid w:val="00EA0C62"/>
    <w:rsid w:val="00EA4186"/>
    <w:rsid w:val="00EA632B"/>
    <w:rsid w:val="00EB38CF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BBE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BBE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7BB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E7BBE"/>
    <w:rPr>
      <w:rFonts w:ascii="Times New Roman" w:hAnsi="Times New Roman" w:cs="Times New Roman"/>
      <w:b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3E7BB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E7BBE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3E7BBE"/>
    <w:rPr>
      <w:rFonts w:cs="Times New Roman"/>
    </w:rPr>
  </w:style>
  <w:style w:type="paragraph" w:customStyle="1" w:styleId="a">
    <w:name w:val="Знак"/>
    <w:basedOn w:val="Normal"/>
    <w:uiPriority w:val="99"/>
    <w:rsid w:val="003E7BBE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7BB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175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98</TotalTime>
  <Pages>1</Pages>
  <Words>257</Words>
  <Characters>1467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www.PHILka.RU</cp:lastModifiedBy>
  <cp:revision>36</cp:revision>
  <cp:lastPrinted>2021-09-28T10:38:00Z</cp:lastPrinted>
  <dcterms:created xsi:type="dcterms:W3CDTF">2021-02-19T08:08:00Z</dcterms:created>
  <dcterms:modified xsi:type="dcterms:W3CDTF">2021-09-30T10:11:00Z</dcterms:modified>
</cp:coreProperties>
</file>