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1D" w:rsidRDefault="00C8441D" w:rsidP="00C3731C">
      <w:pPr>
        <w:pStyle w:val="Heading1"/>
        <w:jc w:val="right"/>
        <w:rPr>
          <w:b/>
          <w:noProof/>
          <w:lang w:val="ru-RU"/>
        </w:rPr>
      </w:pPr>
    </w:p>
    <w:p w:rsidR="00C8441D" w:rsidRPr="003E7BBE" w:rsidRDefault="00C8441D" w:rsidP="00496F7B">
      <w:pPr>
        <w:pStyle w:val="Heading1"/>
        <w:jc w:val="center"/>
        <w:rPr>
          <w:b/>
        </w:rPr>
      </w:pPr>
      <w:r w:rsidRPr="00F401D9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C8441D" w:rsidRPr="00B06BC0" w:rsidRDefault="00C8441D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C8441D" w:rsidRPr="003E7BBE" w:rsidRDefault="00C8441D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C8441D" w:rsidRDefault="00C8441D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C8441D" w:rsidRPr="003E7BBE" w:rsidRDefault="00C8441D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C8441D" w:rsidRPr="00193AE0" w:rsidRDefault="00C8441D" w:rsidP="00496F7B">
      <w:pPr>
        <w:pStyle w:val="Heading1"/>
        <w:jc w:val="center"/>
        <w:rPr>
          <w:b/>
          <w:sz w:val="28"/>
          <w:szCs w:val="28"/>
        </w:rPr>
      </w:pPr>
    </w:p>
    <w:p w:rsidR="00C8441D" w:rsidRPr="00F926A0" w:rsidRDefault="00C8441D" w:rsidP="00C31BE2">
      <w:pPr>
        <w:pStyle w:val="Heading1"/>
        <w:rPr>
          <w:b/>
          <w:sz w:val="28"/>
          <w:szCs w:val="28"/>
        </w:rPr>
      </w:pPr>
      <w:r w:rsidRPr="00F926A0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21</w:t>
      </w:r>
      <w:r w:rsidRPr="00F926A0">
        <w:rPr>
          <w:b/>
          <w:sz w:val="28"/>
          <w:szCs w:val="28"/>
        </w:rPr>
        <w:t xml:space="preserve"> » </w:t>
      </w:r>
      <w:r>
        <w:rPr>
          <w:b/>
          <w:sz w:val="28"/>
          <w:szCs w:val="28"/>
        </w:rPr>
        <w:t xml:space="preserve">вересня </w:t>
      </w:r>
      <w:r w:rsidRPr="00F926A0">
        <w:rPr>
          <w:b/>
          <w:sz w:val="28"/>
          <w:szCs w:val="28"/>
        </w:rPr>
        <w:t xml:space="preserve">2021 р. </w:t>
      </w:r>
      <w:r w:rsidRPr="00F926A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26A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712</w:t>
      </w:r>
      <w:bookmarkStart w:id="0" w:name="_GoBack"/>
      <w:bookmarkEnd w:id="0"/>
    </w:p>
    <w:p w:rsidR="00C8441D" w:rsidRPr="00F926A0" w:rsidRDefault="00C8441D" w:rsidP="00F926A0">
      <w:pPr>
        <w:pStyle w:val="Heading1"/>
        <w:jc w:val="right"/>
        <w:rPr>
          <w:b/>
          <w:sz w:val="28"/>
          <w:szCs w:val="28"/>
        </w:rPr>
      </w:pPr>
      <w:r w:rsidRPr="00F926A0">
        <w:rPr>
          <w:b/>
          <w:sz w:val="28"/>
          <w:szCs w:val="28"/>
        </w:rPr>
        <w:tab/>
      </w:r>
      <w:r w:rsidRPr="00F926A0">
        <w:rPr>
          <w:b/>
          <w:sz w:val="28"/>
          <w:szCs w:val="28"/>
        </w:rPr>
        <w:tab/>
      </w:r>
      <w:r w:rsidRPr="00F926A0">
        <w:rPr>
          <w:b/>
          <w:sz w:val="28"/>
          <w:szCs w:val="28"/>
        </w:rPr>
        <w:tab/>
      </w:r>
      <w:r w:rsidRPr="00F926A0">
        <w:rPr>
          <w:b/>
          <w:sz w:val="28"/>
          <w:szCs w:val="28"/>
        </w:rPr>
        <w:tab/>
      </w:r>
    </w:p>
    <w:p w:rsidR="00C8441D" w:rsidRPr="00F926A0" w:rsidRDefault="00C8441D" w:rsidP="00C3731C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1" w:name="bookmark3"/>
      <w:r w:rsidRPr="00F926A0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bookmarkEnd w:id="1"/>
      <w:r w:rsidRPr="00F926A0">
        <w:rPr>
          <w:rFonts w:ascii="Times New Roman" w:hAnsi="Times New Roman"/>
          <w:b/>
          <w:sz w:val="28"/>
          <w:szCs w:val="28"/>
          <w:lang w:val="uk-UA" w:eastAsia="uk-UA"/>
        </w:rPr>
        <w:t>затвердження кошторисної частини проектної документації «Монтаж системи пожежної сигналізації, системи передачі тривожних сповіщень, оповіщення про пожежу та управління евакуацією людей в приміщенні Комунального закладу Ворзельська початкова школа №11» Бучанської міської ради Київської області за адресою: сел.Ворзель, вул.Березова, 5, Київська область»</w:t>
      </w:r>
    </w:p>
    <w:p w:rsidR="00C8441D" w:rsidRPr="00F926A0" w:rsidRDefault="00C8441D" w:rsidP="00C3731C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8441D" w:rsidRDefault="00C8441D" w:rsidP="00C373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926A0">
        <w:rPr>
          <w:rFonts w:ascii="Times New Roman" w:hAnsi="Times New Roman"/>
          <w:sz w:val="28"/>
          <w:szCs w:val="28"/>
          <w:lang w:val="uk-UA" w:eastAsia="uk-UA"/>
        </w:rPr>
        <w:t>Розглянувши кошторисну частину проектної документації по робочому проекту «Монтаж системи пожежної сигналізації, системи передачі тривожних сповіщень, оповіщення про пожежу та управління евакуацією людей в приміщенні Комунального закладу Ворзельська початкова школа №11 » Бучанської міської ради Київської області за адресою: сел.Ворзель, вул.Березова, 5, Київська область», розроблену ТОВ «Вітязь - КБ», позитивний  експертний звіт №28/462-04/21/А від 28.04.2021 року, виданий ТОВ «ПЕРША ПРИВАТНА ЕКСПЕРТИЗА»,, керуючись Законом України «Про місцеве самоврядування в Україні», виконавчий комітет Бучанської міської ради</w:t>
      </w:r>
    </w:p>
    <w:p w:rsidR="00C8441D" w:rsidRPr="00F926A0" w:rsidRDefault="00C8441D" w:rsidP="00C373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441D" w:rsidRPr="00F926A0" w:rsidRDefault="00C8441D" w:rsidP="00496F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26A0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C8441D" w:rsidRPr="005A6ED2" w:rsidRDefault="00C8441D" w:rsidP="005A6E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926A0">
        <w:rPr>
          <w:rFonts w:ascii="Times New Roman" w:hAnsi="Times New Roman"/>
          <w:sz w:val="28"/>
          <w:szCs w:val="28"/>
          <w:lang w:val="uk-UA" w:eastAsia="uk-UA"/>
        </w:rPr>
        <w:t>Затвердити кошторисну частину проектної документації по робочому проекту «Монтаж системи пожежної сигналізації, системи передачі тривожних сповіщень, оповіщення про пожежу та управління евакуацією людей в приміщенні Комунального закладу Ворзельська початкова школа №11 » Бучанської міської ради Київської області за адресою: сел.Ворзель, вул.Березова, 5, Київська область»з наступними показниками: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C8441D" w:rsidRPr="00F401D9" w:rsidTr="00F401D9">
        <w:tc>
          <w:tcPr>
            <w:tcW w:w="4395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Показники</w:t>
            </w:r>
          </w:p>
        </w:tc>
      </w:tr>
      <w:tr w:rsidR="00C8441D" w:rsidRPr="00F401D9" w:rsidTr="00F401D9">
        <w:tc>
          <w:tcPr>
            <w:tcW w:w="4395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129,961</w:t>
            </w:r>
          </w:p>
        </w:tc>
      </w:tr>
      <w:tr w:rsidR="00C8441D" w:rsidRPr="00F401D9" w:rsidTr="00F401D9">
        <w:tc>
          <w:tcPr>
            <w:tcW w:w="4395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82,276</w:t>
            </w:r>
          </w:p>
        </w:tc>
      </w:tr>
      <w:tr w:rsidR="00C8441D" w:rsidRPr="00F401D9" w:rsidTr="00F401D9">
        <w:tc>
          <w:tcPr>
            <w:tcW w:w="4395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15,959</w:t>
            </w:r>
          </w:p>
        </w:tc>
      </w:tr>
      <w:tr w:rsidR="00C8441D" w:rsidRPr="00F401D9" w:rsidTr="00F401D9">
        <w:tc>
          <w:tcPr>
            <w:tcW w:w="4395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8441D" w:rsidRPr="00F401D9" w:rsidRDefault="00C8441D" w:rsidP="00F401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401D9">
              <w:rPr>
                <w:rFonts w:ascii="Times New Roman" w:hAnsi="Times New Roman"/>
                <w:sz w:val="28"/>
                <w:szCs w:val="28"/>
                <w:lang w:val="uk-UA" w:eastAsia="uk-UA"/>
              </w:rPr>
              <w:t>31,726</w:t>
            </w:r>
          </w:p>
        </w:tc>
      </w:tr>
    </w:tbl>
    <w:p w:rsidR="00C8441D" w:rsidRPr="00F926A0" w:rsidRDefault="00C8441D" w:rsidP="00F926A0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441D" w:rsidRPr="00F926A0" w:rsidRDefault="00C8441D" w:rsidP="00F926A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926A0">
        <w:rPr>
          <w:rFonts w:ascii="Times New Roman" w:hAnsi="Times New Roman"/>
          <w:sz w:val="28"/>
          <w:szCs w:val="28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C8441D" w:rsidRDefault="00C8441D" w:rsidP="00F926A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926A0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C8441D" w:rsidRDefault="00C8441D" w:rsidP="00F926A0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441D" w:rsidRPr="00F926A0" w:rsidRDefault="00C8441D" w:rsidP="00F926A0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441D" w:rsidRDefault="00C8441D" w:rsidP="00DD38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6A0">
        <w:rPr>
          <w:rFonts w:ascii="Times New Roman" w:hAnsi="Times New Roman"/>
          <w:b/>
          <w:sz w:val="28"/>
          <w:szCs w:val="28"/>
        </w:rPr>
        <w:t>Міський 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Анатолій  ФЕДОРУК</w:t>
      </w:r>
    </w:p>
    <w:p w:rsidR="00C8441D" w:rsidRDefault="00C8441D" w:rsidP="00DD3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441D" w:rsidRDefault="00C8441D" w:rsidP="00F92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26A0">
        <w:rPr>
          <w:rFonts w:ascii="Times New Roman" w:hAnsi="Times New Roman"/>
          <w:b/>
          <w:sz w:val="28"/>
          <w:szCs w:val="28"/>
        </w:rPr>
        <w:t>Заступник  міського 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>Сергій ШЕПЕТЬКО</w:t>
      </w:r>
      <w:r>
        <w:rPr>
          <w:rFonts w:ascii="Times New Roman" w:hAnsi="Times New Roman"/>
          <w:b/>
          <w:sz w:val="24"/>
          <w:szCs w:val="24"/>
        </w:rPr>
        <w:tab/>
      </w:r>
    </w:p>
    <w:p w:rsidR="00C8441D" w:rsidRDefault="00C8441D" w:rsidP="00DD3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41D" w:rsidRDefault="00C8441D" w:rsidP="00DD3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6A0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Керуючий справами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C8441D" w:rsidRDefault="00C8441D" w:rsidP="00DD381D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C8441D" w:rsidRPr="00F926A0" w:rsidRDefault="00C8441D" w:rsidP="00DD381D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F926A0">
        <w:rPr>
          <w:rFonts w:ascii="Times New Roman" w:hAnsi="Times New Roman"/>
          <w:b/>
          <w:bCs/>
          <w:spacing w:val="1"/>
          <w:sz w:val="28"/>
          <w:szCs w:val="28"/>
        </w:rPr>
        <w:t>Начальник управління</w:t>
      </w:r>
      <w:r w:rsidRPr="00F926A0">
        <w:rPr>
          <w:rFonts w:ascii="Times New Roman" w:hAnsi="Times New Roman"/>
          <w:b/>
          <w:bCs/>
          <w:spacing w:val="1"/>
          <w:sz w:val="28"/>
          <w:szCs w:val="28"/>
        </w:rPr>
        <w:tab/>
      </w:r>
    </w:p>
    <w:p w:rsidR="00C8441D" w:rsidRDefault="00C8441D" w:rsidP="00DD38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6A0">
        <w:rPr>
          <w:rFonts w:ascii="Times New Roman" w:hAnsi="Times New Roman"/>
          <w:b/>
          <w:bCs/>
          <w:spacing w:val="1"/>
          <w:sz w:val="28"/>
          <w:szCs w:val="28"/>
        </w:rPr>
        <w:t xml:space="preserve">юридично-кадрової роботи </w:t>
      </w:r>
      <w:r w:rsidRPr="00F926A0">
        <w:rPr>
          <w:rFonts w:ascii="Times New Roman" w:hAnsi="Times New Roman"/>
          <w:b/>
          <w:bCs/>
          <w:spacing w:val="1"/>
          <w:sz w:val="28"/>
          <w:szCs w:val="28"/>
        </w:rPr>
        <w:tab/>
      </w:r>
      <w:r w:rsidRPr="00F926A0"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Людмила РИЖЕНКО</w:t>
      </w:r>
    </w:p>
    <w:p w:rsidR="00C8441D" w:rsidRDefault="00C8441D" w:rsidP="00DD38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441D" w:rsidRPr="00F926A0" w:rsidRDefault="00C8441D" w:rsidP="00DD3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26A0">
        <w:rPr>
          <w:rFonts w:ascii="Times New Roman" w:hAnsi="Times New Roman"/>
          <w:b/>
          <w:sz w:val="28"/>
          <w:szCs w:val="28"/>
        </w:rPr>
        <w:t>ПОДАННЯ:</w:t>
      </w:r>
    </w:p>
    <w:p w:rsidR="00C8441D" w:rsidRPr="00C31BE2" w:rsidRDefault="00C8441D" w:rsidP="00DD3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6A0">
        <w:rPr>
          <w:rFonts w:ascii="Times New Roman" w:hAnsi="Times New Roman"/>
          <w:sz w:val="28"/>
          <w:szCs w:val="28"/>
        </w:rPr>
        <w:t>Начальник відділу освіти</w:t>
      </w:r>
      <w:r w:rsidRPr="00F926A0">
        <w:rPr>
          <w:rFonts w:ascii="Times New Roman" w:hAnsi="Times New Roman"/>
          <w:sz w:val="28"/>
          <w:szCs w:val="28"/>
        </w:rPr>
        <w:tab/>
      </w:r>
      <w:r w:rsidRPr="00F926A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1BE2">
        <w:rPr>
          <w:rFonts w:ascii="Times New Roman" w:hAnsi="Times New Roman"/>
          <w:b/>
          <w:sz w:val="24"/>
          <w:szCs w:val="24"/>
        </w:rPr>
        <w:t>Олег ЦИМБАЛ</w:t>
      </w:r>
    </w:p>
    <w:p w:rsidR="00C8441D" w:rsidRDefault="00C8441D" w:rsidP="00DD38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441D" w:rsidRPr="00021C47" w:rsidRDefault="00C8441D" w:rsidP="00DD38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8441D" w:rsidRPr="00021C47" w:rsidSect="00DD381D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84C45"/>
    <w:multiLevelType w:val="hybridMultilevel"/>
    <w:tmpl w:val="E12E5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86EA7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667C5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6ED2"/>
    <w:rsid w:val="005A71FF"/>
    <w:rsid w:val="005A74D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1B05"/>
    <w:rsid w:val="006A2ED4"/>
    <w:rsid w:val="006A354D"/>
    <w:rsid w:val="006A4653"/>
    <w:rsid w:val="006A533C"/>
    <w:rsid w:val="006A7D5D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3E82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16A4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404E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1BE2"/>
    <w:rsid w:val="00C321C9"/>
    <w:rsid w:val="00C32F92"/>
    <w:rsid w:val="00C35328"/>
    <w:rsid w:val="00C3731C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41D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381D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01D9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6A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02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2</Pages>
  <Words>329</Words>
  <Characters>1879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30</cp:revision>
  <cp:lastPrinted>2021-09-14T08:01:00Z</cp:lastPrinted>
  <dcterms:created xsi:type="dcterms:W3CDTF">2021-02-19T08:08:00Z</dcterms:created>
  <dcterms:modified xsi:type="dcterms:W3CDTF">2021-09-30T06:17:00Z</dcterms:modified>
</cp:coreProperties>
</file>