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F72" w:rsidRDefault="009C0F72" w:rsidP="005618BE">
      <w:pPr>
        <w:pStyle w:val="Heading1"/>
        <w:tabs>
          <w:tab w:val="center" w:pos="4819"/>
          <w:tab w:val="right" w:pos="9638"/>
        </w:tabs>
        <w:rPr>
          <w:b/>
          <w:noProof/>
          <w:lang w:val="ru-RU"/>
        </w:rPr>
      </w:pPr>
      <w:r>
        <w:rPr>
          <w:b/>
          <w:noProof/>
          <w:lang w:val="ru-RU"/>
        </w:rPr>
        <w:tab/>
      </w:r>
    </w:p>
    <w:p w:rsidR="009C0F72" w:rsidRDefault="009C0F72" w:rsidP="005618BE">
      <w:pPr>
        <w:pStyle w:val="Heading1"/>
        <w:tabs>
          <w:tab w:val="center" w:pos="4819"/>
          <w:tab w:val="right" w:pos="9638"/>
        </w:tabs>
        <w:jc w:val="right"/>
        <w:rPr>
          <w:b/>
          <w:noProof/>
          <w:lang w:val="ru-RU"/>
        </w:rPr>
      </w:pPr>
      <w:r>
        <w:rPr>
          <w:b/>
          <w:noProof/>
          <w:lang w:val="ru-RU"/>
        </w:rPr>
        <w:tab/>
      </w:r>
    </w:p>
    <w:p w:rsidR="009C0F72" w:rsidRPr="003E7BBE" w:rsidRDefault="009C0F72" w:rsidP="00496F7B">
      <w:pPr>
        <w:pStyle w:val="Heading1"/>
        <w:jc w:val="center"/>
        <w:rPr>
          <w:b/>
        </w:rPr>
      </w:pPr>
      <w:r w:rsidRPr="00E271C9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9C0F72" w:rsidRPr="00B06BC0" w:rsidRDefault="009C0F72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9C0F72" w:rsidRPr="003E7BBE" w:rsidRDefault="009C0F72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9C0F72" w:rsidRDefault="009C0F72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9C0F72" w:rsidRPr="003E7BBE" w:rsidRDefault="009C0F72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9C0F72" w:rsidRDefault="009C0F72" w:rsidP="00024714">
      <w:pPr>
        <w:pStyle w:val="Heading1"/>
        <w:rPr>
          <w:b/>
          <w:sz w:val="28"/>
          <w:szCs w:val="28"/>
        </w:rPr>
      </w:pPr>
    </w:p>
    <w:p w:rsidR="009C0F72" w:rsidRPr="005618BE" w:rsidRDefault="009C0F72" w:rsidP="005618BE">
      <w:pPr>
        <w:rPr>
          <w:lang w:val="uk-UA"/>
        </w:rPr>
      </w:pPr>
    </w:p>
    <w:p w:rsidR="009C0F72" w:rsidRPr="005618BE" w:rsidRDefault="009C0F72" w:rsidP="00024714">
      <w:pPr>
        <w:pStyle w:val="Heading1"/>
        <w:rPr>
          <w:b/>
          <w:sz w:val="28"/>
          <w:szCs w:val="28"/>
        </w:rPr>
      </w:pPr>
      <w:r w:rsidRPr="005618BE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21 » вересня </w:t>
      </w:r>
      <w:r w:rsidRPr="005618BE">
        <w:rPr>
          <w:b/>
          <w:sz w:val="28"/>
          <w:szCs w:val="28"/>
        </w:rPr>
        <w:t xml:space="preserve">2021 р. </w:t>
      </w:r>
      <w:r w:rsidRPr="005618BE">
        <w:rPr>
          <w:b/>
          <w:sz w:val="28"/>
          <w:szCs w:val="28"/>
        </w:rPr>
        <w:tab/>
      </w:r>
      <w:r w:rsidRPr="005618BE">
        <w:rPr>
          <w:b/>
          <w:sz w:val="28"/>
          <w:szCs w:val="28"/>
        </w:rPr>
        <w:tab/>
      </w:r>
      <w:r w:rsidRPr="005618BE">
        <w:rPr>
          <w:b/>
          <w:sz w:val="28"/>
          <w:szCs w:val="28"/>
        </w:rPr>
        <w:tab/>
      </w:r>
      <w:r w:rsidRPr="005618BE">
        <w:rPr>
          <w:b/>
          <w:sz w:val="28"/>
          <w:szCs w:val="28"/>
        </w:rPr>
        <w:tab/>
      </w:r>
      <w:r w:rsidRPr="005618B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18BE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714</w:t>
      </w:r>
      <w:bookmarkStart w:id="0" w:name="_GoBack"/>
      <w:bookmarkEnd w:id="0"/>
    </w:p>
    <w:p w:rsidR="009C0F72" w:rsidRPr="005618BE" w:rsidRDefault="009C0F72" w:rsidP="00496F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0F72" w:rsidRPr="005618BE" w:rsidRDefault="009C0F72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bookmarkStart w:id="1" w:name="bookmark3"/>
      <w:r w:rsidRPr="005618BE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bookmarkEnd w:id="1"/>
      <w:r w:rsidRPr="005618BE">
        <w:rPr>
          <w:rFonts w:ascii="Times New Roman" w:hAnsi="Times New Roman"/>
          <w:b/>
          <w:sz w:val="28"/>
          <w:szCs w:val="28"/>
          <w:lang w:val="uk-UA" w:eastAsia="uk-UA"/>
        </w:rPr>
        <w:t>затвердження кошторисної частини проектної документації «Капітальний ремонт туалетних приміщень в Комунальному закладі «Ворзельський заклад середньої освіти І-ІІІ ступенів» №10 Бучанської міської ради Київської області»</w:t>
      </w:r>
    </w:p>
    <w:p w:rsidR="009C0F72" w:rsidRPr="005618BE" w:rsidRDefault="009C0F72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9C0F72" w:rsidRPr="005618BE" w:rsidRDefault="009C0F72" w:rsidP="007C5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618BE">
        <w:rPr>
          <w:rFonts w:ascii="Times New Roman" w:hAnsi="Times New Roman"/>
          <w:sz w:val="28"/>
          <w:szCs w:val="28"/>
          <w:lang w:val="uk-UA" w:eastAsia="uk-UA"/>
        </w:rPr>
        <w:t>Розглянувши кошторисну частину проектної документації по робочому проекту «Капітальний ремонт туалетних приміщень в Комунальному закладі «Ворзельський заклад середньої освіти І-ІІІ ступенів» №10 Бучанської міської ради Київської області», розроблену ТОВ  «МАСКІРА БУД», позитивний  експертний звіт №30/1889-06/21/А від 30.06.2021 року, виданийТОВ «ПЕРША ПРИВАТНА ЕКСПЕРТИЗА», керуючись Законом України «Про місцеве самоврядування в Україні», виконавчий комітет Бучанської міської ради</w:t>
      </w:r>
    </w:p>
    <w:p w:rsidR="009C0F72" w:rsidRPr="005618BE" w:rsidRDefault="009C0F72" w:rsidP="007C5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C0F72" w:rsidRPr="005618BE" w:rsidRDefault="009C0F72" w:rsidP="007C52A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618BE">
        <w:rPr>
          <w:rFonts w:ascii="Times New Roman" w:hAnsi="Times New Roman"/>
          <w:b/>
          <w:sz w:val="28"/>
          <w:szCs w:val="28"/>
          <w:lang w:val="uk-UA" w:eastAsia="uk-UA"/>
        </w:rPr>
        <w:t>ВИРІШИВ:</w:t>
      </w:r>
    </w:p>
    <w:p w:rsidR="009C0F72" w:rsidRPr="005618BE" w:rsidRDefault="009C0F72" w:rsidP="005618B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618BE">
        <w:rPr>
          <w:rFonts w:ascii="Times New Roman" w:hAnsi="Times New Roman"/>
          <w:sz w:val="28"/>
          <w:szCs w:val="28"/>
          <w:lang w:val="uk-UA" w:eastAsia="uk-UA"/>
        </w:rPr>
        <w:t>Затвердити кошторисну частину проектної документації по робочому проекту «Капітальний ремонт туалетних приміщень в Комунальному закладі «Ворзельський заклад середньої освіти І-ІІІ ступенів» №10 Бучанської міської ради Київської області» з наступними показниками:</w:t>
      </w:r>
    </w:p>
    <w:p w:rsidR="009C0F72" w:rsidRPr="005618BE" w:rsidRDefault="009C0F72" w:rsidP="007C5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9C0F72" w:rsidRPr="00E271C9" w:rsidTr="00E271C9">
        <w:tc>
          <w:tcPr>
            <w:tcW w:w="4395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Показники</w:t>
            </w:r>
          </w:p>
        </w:tc>
      </w:tr>
      <w:tr w:rsidR="009C0F72" w:rsidRPr="00E271C9" w:rsidTr="00E271C9">
        <w:tc>
          <w:tcPr>
            <w:tcW w:w="4395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341,55802</w:t>
            </w:r>
          </w:p>
        </w:tc>
      </w:tr>
      <w:tr w:rsidR="009C0F72" w:rsidRPr="00E271C9" w:rsidTr="00E271C9">
        <w:tc>
          <w:tcPr>
            <w:tcW w:w="4395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277,83209</w:t>
            </w:r>
          </w:p>
        </w:tc>
      </w:tr>
      <w:tr w:rsidR="009C0F72" w:rsidRPr="00E271C9" w:rsidTr="00E271C9">
        <w:tc>
          <w:tcPr>
            <w:tcW w:w="4395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9C0F72" w:rsidRPr="00E271C9" w:rsidTr="00E271C9">
        <w:tc>
          <w:tcPr>
            <w:tcW w:w="4395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C0F72" w:rsidRPr="00E271C9" w:rsidRDefault="009C0F72" w:rsidP="00E271C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271C9">
              <w:rPr>
                <w:rFonts w:ascii="Times New Roman" w:hAnsi="Times New Roman"/>
                <w:sz w:val="28"/>
                <w:szCs w:val="28"/>
                <w:lang w:val="uk-UA" w:eastAsia="uk-UA"/>
              </w:rPr>
              <w:t>63,72593</w:t>
            </w:r>
          </w:p>
        </w:tc>
      </w:tr>
    </w:tbl>
    <w:p w:rsidR="009C0F72" w:rsidRPr="005618BE" w:rsidRDefault="009C0F72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C0F72" w:rsidRPr="005618BE" w:rsidRDefault="009C0F72" w:rsidP="005618B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618BE">
        <w:rPr>
          <w:rFonts w:ascii="Times New Roman" w:hAnsi="Times New Roman"/>
          <w:sz w:val="28"/>
          <w:szCs w:val="28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9C0F72" w:rsidRDefault="009C0F72" w:rsidP="0049204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C0F72" w:rsidRPr="005618BE" w:rsidRDefault="009C0F72" w:rsidP="005618B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618BE">
        <w:rPr>
          <w:rFonts w:ascii="Times New Roman" w:hAnsi="Times New Roman"/>
          <w:sz w:val="28"/>
          <w:szCs w:val="28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9C0F72" w:rsidRPr="005618BE" w:rsidRDefault="009C0F72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0F72" w:rsidRPr="005618BE" w:rsidRDefault="009C0F72" w:rsidP="00E75F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18BE">
        <w:rPr>
          <w:rFonts w:ascii="Times New Roman" w:hAnsi="Times New Roman"/>
          <w:b/>
          <w:sz w:val="28"/>
          <w:szCs w:val="28"/>
        </w:rPr>
        <w:t>Міськи</w:t>
      </w:r>
      <w:r>
        <w:rPr>
          <w:rFonts w:ascii="Times New Roman" w:hAnsi="Times New Roman"/>
          <w:b/>
          <w:sz w:val="28"/>
          <w:szCs w:val="28"/>
        </w:rPr>
        <w:t>й 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618BE">
        <w:rPr>
          <w:rFonts w:ascii="Times New Roman" w:hAnsi="Times New Roman"/>
          <w:b/>
          <w:sz w:val="28"/>
          <w:szCs w:val="28"/>
        </w:rPr>
        <w:t>Анатолій  ФЕДОРУК</w:t>
      </w:r>
    </w:p>
    <w:p w:rsidR="009C0F72" w:rsidRPr="00B417FD" w:rsidRDefault="009C0F7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0F72" w:rsidRPr="007F3711" w:rsidRDefault="009C0F7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18BE">
        <w:rPr>
          <w:rFonts w:ascii="Times New Roman" w:hAnsi="Times New Roman"/>
          <w:b/>
          <w:sz w:val="28"/>
          <w:szCs w:val="28"/>
        </w:rPr>
        <w:t xml:space="preserve">Заступник  міського  голови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5618BE">
        <w:rPr>
          <w:rFonts w:ascii="Times New Roman" w:hAnsi="Times New Roman"/>
          <w:b/>
          <w:sz w:val="28"/>
          <w:szCs w:val="28"/>
        </w:rPr>
        <w:t>Сергій ШЕПЕТЬКО</w:t>
      </w:r>
      <w:r w:rsidRPr="005618BE">
        <w:rPr>
          <w:rFonts w:ascii="Times New Roman" w:hAnsi="Times New Roman"/>
          <w:b/>
          <w:sz w:val="28"/>
          <w:szCs w:val="28"/>
        </w:rPr>
        <w:tab/>
      </w:r>
    </w:p>
    <w:p w:rsidR="009C0F72" w:rsidRPr="005618BE" w:rsidRDefault="009C0F7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Керуючий справами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561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561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561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ab/>
      </w:r>
      <w:r w:rsidRPr="005618BE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Дмитро ГАПЧЕНКО</w:t>
      </w:r>
    </w:p>
    <w:p w:rsidR="009C0F72" w:rsidRPr="005618BE" w:rsidRDefault="009C0F72" w:rsidP="00E75F3C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9C0F72" w:rsidRPr="005618BE" w:rsidRDefault="009C0F72" w:rsidP="00E75F3C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 w:rsidRPr="005618BE">
        <w:rPr>
          <w:rFonts w:ascii="Times New Roman" w:hAnsi="Times New Roman"/>
          <w:b/>
          <w:bCs/>
          <w:spacing w:val="1"/>
          <w:sz w:val="28"/>
          <w:szCs w:val="28"/>
        </w:rPr>
        <w:t>Начальник управління</w:t>
      </w:r>
      <w:r w:rsidRPr="005618BE">
        <w:rPr>
          <w:rFonts w:ascii="Times New Roman" w:hAnsi="Times New Roman"/>
          <w:b/>
          <w:bCs/>
          <w:spacing w:val="1"/>
          <w:sz w:val="28"/>
          <w:szCs w:val="28"/>
        </w:rPr>
        <w:tab/>
      </w:r>
    </w:p>
    <w:p w:rsidR="009C0F72" w:rsidRPr="005618BE" w:rsidRDefault="009C0F72" w:rsidP="00E75F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18BE">
        <w:rPr>
          <w:rFonts w:ascii="Times New Roman" w:hAnsi="Times New Roman"/>
          <w:b/>
          <w:bCs/>
          <w:spacing w:val="1"/>
          <w:sz w:val="28"/>
          <w:szCs w:val="28"/>
        </w:rPr>
        <w:t>юридично-кадрової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роботи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 w:rsidRPr="005618BE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ab/>
      </w:r>
      <w:r w:rsidRPr="005618BE">
        <w:rPr>
          <w:rFonts w:ascii="Times New Roman" w:hAnsi="Times New Roman"/>
          <w:b/>
          <w:bCs/>
          <w:spacing w:val="1"/>
          <w:sz w:val="28"/>
          <w:szCs w:val="28"/>
        </w:rPr>
        <w:t>Людмила РИЖЕНКО</w:t>
      </w:r>
    </w:p>
    <w:p w:rsidR="009C0F72" w:rsidRPr="005618BE" w:rsidRDefault="009C0F72" w:rsidP="00E75F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0F72" w:rsidRPr="005618BE" w:rsidRDefault="009C0F7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18BE">
        <w:rPr>
          <w:rFonts w:ascii="Times New Roman" w:hAnsi="Times New Roman"/>
          <w:b/>
          <w:sz w:val="28"/>
          <w:szCs w:val="28"/>
        </w:rPr>
        <w:t>ПОДАННЯ:</w:t>
      </w:r>
    </w:p>
    <w:p w:rsidR="009C0F72" w:rsidRPr="005618BE" w:rsidRDefault="009C0F7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18BE">
        <w:rPr>
          <w:rFonts w:ascii="Times New Roman" w:hAnsi="Times New Roman"/>
          <w:sz w:val="28"/>
          <w:szCs w:val="28"/>
        </w:rPr>
        <w:t>Начальни</w:t>
      </w:r>
      <w:r>
        <w:rPr>
          <w:rFonts w:ascii="Times New Roman" w:hAnsi="Times New Roman"/>
          <w:sz w:val="28"/>
          <w:szCs w:val="28"/>
        </w:rPr>
        <w:t>к відділу освіти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5618BE">
        <w:rPr>
          <w:rFonts w:ascii="Times New Roman" w:hAnsi="Times New Roman"/>
          <w:sz w:val="28"/>
          <w:szCs w:val="28"/>
        </w:rPr>
        <w:t>Олег ЦИМБАЛ</w:t>
      </w:r>
    </w:p>
    <w:p w:rsidR="009C0F72" w:rsidRPr="005618BE" w:rsidRDefault="009C0F72" w:rsidP="00E75F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C0F72" w:rsidRPr="005618BE" w:rsidRDefault="009C0F72" w:rsidP="00E75F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9C0F72" w:rsidRPr="005618BE" w:rsidSect="00E75F3C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3F6E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2047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0F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17FD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271C9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2D45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9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2</Pages>
  <Words>270</Words>
  <Characters>1540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32</cp:revision>
  <cp:lastPrinted>2021-09-14T06:49:00Z</cp:lastPrinted>
  <dcterms:created xsi:type="dcterms:W3CDTF">2021-02-19T08:08:00Z</dcterms:created>
  <dcterms:modified xsi:type="dcterms:W3CDTF">2021-09-30T06:09:00Z</dcterms:modified>
</cp:coreProperties>
</file>