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300" w:rsidRDefault="008F5300" w:rsidP="002D6F7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A0EBE">
        <w:rPr>
          <w:rFonts w:ascii="MS Sans Serif" w:hAnsi="MS Sans Serif"/>
          <w:noProof/>
          <w:sz w:val="24"/>
          <w:szCs w:val="24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Описание: Описание: TSIGN" style="width:40.5pt;height:49.5pt;visibility:visible">
            <v:imagedata r:id="rId5" o:title="" grayscale="t" bilevel="t"/>
          </v:shape>
        </w:pict>
      </w:r>
    </w:p>
    <w:p w:rsidR="008F5300" w:rsidRDefault="008F5300" w:rsidP="00332C8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БУЧАНСЬК  МІСЬКА  РАДА                    </w:t>
      </w:r>
    </w:p>
    <w:p w:rsidR="008F5300" w:rsidRDefault="008F5300" w:rsidP="00332C8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>КИЇВСЬКОЇ ОБЛАСТІ</w:t>
      </w:r>
    </w:p>
    <w:p w:rsidR="008F5300" w:rsidRDefault="008F5300" w:rsidP="00332C84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>В И К О Н А В Ч И Й     К О М І Т Е Т</w:t>
      </w:r>
    </w:p>
    <w:p w:rsidR="008F5300" w:rsidRDefault="008F5300" w:rsidP="00332C84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Р  І  Ш  Е  Н  Н  Я</w:t>
      </w:r>
    </w:p>
    <w:p w:rsidR="008F5300" w:rsidRDefault="008F5300" w:rsidP="00332C8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F5300" w:rsidRDefault="008F5300" w:rsidP="00332C84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21 вересня 2021 року                                                                              № 726</w:t>
      </w:r>
    </w:p>
    <w:p w:rsidR="008F5300" w:rsidRDefault="008F5300" w:rsidP="00332C8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F5300" w:rsidRDefault="008F5300" w:rsidP="00332C84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Про фінансування видатків </w:t>
      </w:r>
    </w:p>
    <w:p w:rsidR="008F5300" w:rsidRDefault="008F5300" w:rsidP="00332C84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на проведення спортивних заходів</w:t>
      </w:r>
    </w:p>
    <w:p w:rsidR="008F5300" w:rsidRDefault="008F5300" w:rsidP="00332C8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з неолімпійських видів спорту</w:t>
      </w:r>
    </w:p>
    <w:p w:rsidR="008F5300" w:rsidRDefault="008F5300" w:rsidP="00332C8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F5300" w:rsidRDefault="008F5300" w:rsidP="00332C84">
      <w:pPr>
        <w:spacing w:after="0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 xml:space="preserve">Заслухавши інформацію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в.о. начальника відділу молоді та спорту Колосовську Ю.В.</w:t>
      </w:r>
      <w:r>
        <w:rPr>
          <w:rFonts w:ascii="Times New Roman" w:hAnsi="Times New Roman"/>
          <w:sz w:val="24"/>
          <w:szCs w:val="24"/>
          <w:lang w:eastAsia="ru-RU"/>
        </w:rPr>
        <w:t xml:space="preserve">про доцільність проведення спортивних заходів,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з метою виконання</w:t>
      </w:r>
      <w:r>
        <w:rPr>
          <w:rFonts w:ascii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hAnsi="Times New Roman"/>
          <w:bCs/>
          <w:color w:val="000000"/>
          <w:sz w:val="24"/>
          <w:szCs w:val="24"/>
          <w:lang w:eastAsia="uk-UA"/>
        </w:rPr>
        <w:t>Місцевої програмирозвитку фізичної культури і спорту уБучанській міській територіальній громаді на 2021-2023 роки»</w:t>
      </w:r>
      <w:r>
        <w:rPr>
          <w:rFonts w:ascii="Times New Roman" w:hAnsi="Times New Roman"/>
          <w:sz w:val="24"/>
          <w:szCs w:val="24"/>
          <w:lang w:eastAsia="ru-RU"/>
        </w:rPr>
        <w:t>, керуючись ст. 32 Закону України «Про місцеве самоврядування в Україні», виконавчий комітет Бучанської міської ради</w:t>
      </w:r>
    </w:p>
    <w:p w:rsidR="008F5300" w:rsidRDefault="008F5300" w:rsidP="00332C84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F5300" w:rsidRDefault="008F5300" w:rsidP="00332C84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ВИРІШИВ:</w:t>
      </w:r>
    </w:p>
    <w:p w:rsidR="008F5300" w:rsidRDefault="008F5300" w:rsidP="00332C84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8F5300" w:rsidRDefault="008F5300" w:rsidP="00332C84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 Інформацію щодо доцільності проведення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спортивних заходів </w:t>
      </w:r>
      <w:r>
        <w:rPr>
          <w:rFonts w:ascii="Times New Roman" w:hAnsi="Times New Roman"/>
          <w:sz w:val="24"/>
          <w:szCs w:val="24"/>
          <w:lang w:eastAsia="ru-RU"/>
        </w:rPr>
        <w:t>взяти до відома.</w:t>
      </w:r>
    </w:p>
    <w:p w:rsidR="008F5300" w:rsidRDefault="008F5300" w:rsidP="00332C84">
      <w:pPr>
        <w:spacing w:after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2. Затвердити кошторис витрат на проведення спортивних заходів (додаток).</w:t>
      </w:r>
    </w:p>
    <w:p w:rsidR="008F5300" w:rsidRDefault="008F5300" w:rsidP="00332C84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3. </w:t>
      </w:r>
      <w:r>
        <w:rPr>
          <w:rFonts w:ascii="Times New Roman" w:hAnsi="Times New Roman"/>
          <w:sz w:val="24"/>
          <w:szCs w:val="24"/>
          <w:lang w:eastAsia="ru-RU"/>
        </w:rPr>
        <w:t xml:space="preserve">Видатки провести по відділу молоді та спорту по КПКВК 1115012 «Проведення </w:t>
      </w:r>
    </w:p>
    <w:p w:rsidR="008F5300" w:rsidRDefault="008F5300" w:rsidP="00332C84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навчально-тренувальних зборів і змагань з неолімпійських видів спорту» по КЕКВ 2282 </w:t>
      </w:r>
    </w:p>
    <w:p w:rsidR="008F5300" w:rsidRDefault="008F5300" w:rsidP="00332C84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«Окремі заходи по реалізації державних (регіональних) програм не віднесені до заходів </w:t>
      </w:r>
    </w:p>
    <w:p w:rsidR="008F5300" w:rsidRDefault="008F5300" w:rsidP="00332C84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розвитку».</w:t>
      </w:r>
    </w:p>
    <w:p w:rsidR="008F5300" w:rsidRDefault="008F5300" w:rsidP="00332C84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Контроль за виконанням даного рішення покласти на заступника міського голови,  </w:t>
      </w:r>
    </w:p>
    <w:p w:rsidR="008F5300" w:rsidRDefault="008F5300" w:rsidP="00332C84">
      <w:pPr>
        <w:tabs>
          <w:tab w:val="left" w:pos="284"/>
        </w:tabs>
        <w:spacing w:after="0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Шепетька С.А.</w:t>
      </w:r>
    </w:p>
    <w:p w:rsidR="008F5300" w:rsidRDefault="008F5300" w:rsidP="00332C8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F5300" w:rsidRDefault="008F5300" w:rsidP="00332C8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F5300" w:rsidRDefault="008F5300" w:rsidP="00332C84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031" w:type="dxa"/>
        <w:tblLook w:val="00A0"/>
      </w:tblPr>
      <w:tblGrid>
        <w:gridCol w:w="6771"/>
        <w:gridCol w:w="3260"/>
      </w:tblGrid>
      <w:tr w:rsidR="008F5300" w:rsidRPr="002908C6" w:rsidTr="00BA0EBE">
        <w:trPr>
          <w:trHeight w:val="3940"/>
        </w:trPr>
        <w:tc>
          <w:tcPr>
            <w:tcW w:w="6771" w:type="dxa"/>
          </w:tcPr>
          <w:p w:rsidR="008F5300" w:rsidRPr="00BA0EBE" w:rsidRDefault="008F5300" w:rsidP="00BA0E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A0EB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Міський голова </w:t>
            </w:r>
          </w:p>
          <w:p w:rsidR="008F5300" w:rsidRPr="00BA0EBE" w:rsidRDefault="008F5300" w:rsidP="00BA0E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8F5300" w:rsidRPr="00BA0EBE" w:rsidRDefault="008F5300" w:rsidP="00BA0E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A0EB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Заступник міського голови</w:t>
            </w:r>
          </w:p>
          <w:p w:rsidR="008F5300" w:rsidRPr="00BA0EBE" w:rsidRDefault="008F5300" w:rsidP="00BA0E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8F5300" w:rsidRPr="00BA0EBE" w:rsidRDefault="008F5300" w:rsidP="00BA0EB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A0EB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Погоджено:</w:t>
            </w:r>
          </w:p>
          <w:p w:rsidR="008F5300" w:rsidRPr="00BA0EBE" w:rsidRDefault="008F5300" w:rsidP="00BA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EB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Керуючий справами </w:t>
            </w:r>
          </w:p>
          <w:p w:rsidR="008F5300" w:rsidRPr="00BA0EBE" w:rsidRDefault="008F5300" w:rsidP="00BA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5300" w:rsidRPr="00BA0EBE" w:rsidRDefault="008F5300" w:rsidP="00BA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EB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Начальник управління </w:t>
            </w:r>
          </w:p>
          <w:p w:rsidR="008F5300" w:rsidRPr="00BA0EBE" w:rsidRDefault="008F5300" w:rsidP="00BA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EBE">
              <w:rPr>
                <w:rFonts w:ascii="Times New Roman" w:hAnsi="Times New Roman"/>
                <w:sz w:val="24"/>
                <w:szCs w:val="24"/>
                <w:lang w:eastAsia="ru-RU"/>
              </w:rPr>
              <w:t>юридично-кадрової роботи</w:t>
            </w:r>
          </w:p>
          <w:p w:rsidR="008F5300" w:rsidRPr="00BA0EBE" w:rsidRDefault="008F5300" w:rsidP="00BA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5300" w:rsidRPr="00BA0EBE" w:rsidRDefault="008F5300" w:rsidP="00BA0EB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0EB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В.о. начальника Фінансового управління</w:t>
            </w:r>
          </w:p>
          <w:p w:rsidR="008F5300" w:rsidRPr="00BA0EBE" w:rsidRDefault="008F5300" w:rsidP="00BA0EB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F5300" w:rsidRPr="00BA0EBE" w:rsidRDefault="008F5300" w:rsidP="00BA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EB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В.о. начальника юридичного відділу  </w:t>
            </w:r>
          </w:p>
          <w:p w:rsidR="008F5300" w:rsidRPr="00BA0EBE" w:rsidRDefault="008F5300" w:rsidP="00BA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5300" w:rsidRPr="00BA0EBE" w:rsidRDefault="008F5300" w:rsidP="00BA0EB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A0EB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Подання:</w:t>
            </w:r>
          </w:p>
          <w:p w:rsidR="008F5300" w:rsidRPr="00BA0EBE" w:rsidRDefault="008F5300" w:rsidP="00BA0E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EB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В.о. начальника відділу молоді та спорту                                                                                                                                                               </w:t>
            </w:r>
          </w:p>
        </w:tc>
        <w:tc>
          <w:tcPr>
            <w:tcW w:w="3260" w:type="dxa"/>
          </w:tcPr>
          <w:p w:rsidR="008F5300" w:rsidRPr="00BA0EBE" w:rsidRDefault="008F5300" w:rsidP="00BA0EBE">
            <w:pPr>
              <w:tabs>
                <w:tab w:val="left" w:pos="640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BA0EB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Анатолій ФЕДОРУК</w:t>
            </w:r>
          </w:p>
          <w:p w:rsidR="008F5300" w:rsidRPr="00BA0EBE" w:rsidRDefault="008F5300" w:rsidP="00BA0EBE">
            <w:pPr>
              <w:tabs>
                <w:tab w:val="left" w:pos="640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8F5300" w:rsidRPr="00BA0EBE" w:rsidRDefault="008F5300" w:rsidP="00BA0EBE">
            <w:pPr>
              <w:tabs>
                <w:tab w:val="left" w:pos="640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A0EB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Сергій ШЕПЕТЬКО</w:t>
            </w:r>
          </w:p>
          <w:p w:rsidR="008F5300" w:rsidRPr="00BA0EBE" w:rsidRDefault="008F5300" w:rsidP="00BA0EBE">
            <w:pPr>
              <w:tabs>
                <w:tab w:val="left" w:pos="640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8F5300" w:rsidRPr="00BA0EBE" w:rsidRDefault="008F5300" w:rsidP="00BA0EB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8F5300" w:rsidRPr="00BA0EBE" w:rsidRDefault="008F5300" w:rsidP="00BA0EB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A0EB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Дмитро ГАПЧЕНКО</w:t>
            </w:r>
          </w:p>
          <w:p w:rsidR="008F5300" w:rsidRPr="00BA0EBE" w:rsidRDefault="008F5300" w:rsidP="00BA0EB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8F5300" w:rsidRPr="00BA0EBE" w:rsidRDefault="008F5300" w:rsidP="00BA0EB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8F5300" w:rsidRPr="00BA0EBE" w:rsidRDefault="008F5300" w:rsidP="00BA0EB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A0EB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Людмила РИЖЕНКО</w:t>
            </w:r>
          </w:p>
          <w:p w:rsidR="008F5300" w:rsidRPr="00BA0EBE" w:rsidRDefault="008F5300" w:rsidP="00BA0EB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8F5300" w:rsidRPr="00BA0EBE" w:rsidRDefault="008F5300" w:rsidP="00BA0EB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A0EB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ЛарисаПРАВДИВА</w:t>
            </w:r>
          </w:p>
          <w:p w:rsidR="008F5300" w:rsidRPr="00BA0EBE" w:rsidRDefault="008F5300" w:rsidP="00BA0EB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8F5300" w:rsidRPr="00BA0EBE" w:rsidRDefault="008F5300" w:rsidP="00BA0EB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A0EB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Катерина ТУЖИЛІНА</w:t>
            </w:r>
          </w:p>
          <w:p w:rsidR="008F5300" w:rsidRPr="00BA0EBE" w:rsidRDefault="008F5300" w:rsidP="00BA0EB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8F5300" w:rsidRPr="00BA0EBE" w:rsidRDefault="008F5300" w:rsidP="00BA0EB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8F5300" w:rsidRPr="00BA0EBE" w:rsidRDefault="008F5300" w:rsidP="00BA0EB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A0E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Юлія КОЛОСОВСЬКА</w:t>
            </w:r>
            <w:bookmarkStart w:id="0" w:name="_GoBack"/>
            <w:bookmarkEnd w:id="0"/>
          </w:p>
        </w:tc>
      </w:tr>
    </w:tbl>
    <w:p w:rsidR="008F5300" w:rsidRDefault="008F5300" w:rsidP="000F606C">
      <w:pPr>
        <w:spacing w:after="0" w:line="240" w:lineRule="auto"/>
        <w:jc w:val="both"/>
        <w:rPr>
          <w:lang w:eastAsia="ru-RU"/>
        </w:rPr>
      </w:pPr>
    </w:p>
    <w:sectPr w:rsidR="008F5300" w:rsidSect="00731A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A649B"/>
    <w:multiLevelType w:val="hybridMultilevel"/>
    <w:tmpl w:val="82822664"/>
    <w:lvl w:ilvl="0" w:tplc="15141CF0">
      <w:start w:val="20"/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">
    <w:nsid w:val="333B20DA"/>
    <w:multiLevelType w:val="hybridMultilevel"/>
    <w:tmpl w:val="F934C75E"/>
    <w:lvl w:ilvl="0" w:tplc="FF52713E">
      <w:start w:val="31"/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">
    <w:nsid w:val="59222454"/>
    <w:multiLevelType w:val="hybridMultilevel"/>
    <w:tmpl w:val="C838AE64"/>
    <w:lvl w:ilvl="0" w:tplc="754C4A24"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6CDD"/>
    <w:rsid w:val="000F606C"/>
    <w:rsid w:val="00197154"/>
    <w:rsid w:val="00233EC9"/>
    <w:rsid w:val="002908C6"/>
    <w:rsid w:val="002D6F72"/>
    <w:rsid w:val="00332C84"/>
    <w:rsid w:val="003C6CDD"/>
    <w:rsid w:val="00471178"/>
    <w:rsid w:val="0061186D"/>
    <w:rsid w:val="0072043F"/>
    <w:rsid w:val="00731A00"/>
    <w:rsid w:val="007D5F66"/>
    <w:rsid w:val="00817054"/>
    <w:rsid w:val="008A60BA"/>
    <w:rsid w:val="008F5300"/>
    <w:rsid w:val="00A72850"/>
    <w:rsid w:val="00AF1E5F"/>
    <w:rsid w:val="00B42C58"/>
    <w:rsid w:val="00B6352A"/>
    <w:rsid w:val="00BA0EBE"/>
    <w:rsid w:val="00C531C4"/>
    <w:rsid w:val="00DC7027"/>
    <w:rsid w:val="00FD7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C84"/>
    <w:pPr>
      <w:spacing w:after="200" w:line="27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32C84"/>
    <w:pPr>
      <w:ind w:left="720"/>
      <w:contextualSpacing/>
    </w:pPr>
  </w:style>
  <w:style w:type="table" w:styleId="TableGrid">
    <w:name w:val="Table Grid"/>
    <w:basedOn w:val="TableNormal"/>
    <w:uiPriority w:val="99"/>
    <w:rsid w:val="00332C8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32C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32C8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60</TotalTime>
  <Pages>2</Pages>
  <Words>269</Words>
  <Characters>1538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www.PHILka.RU</cp:lastModifiedBy>
  <cp:revision>18</cp:revision>
  <cp:lastPrinted>2021-09-20T11:03:00Z</cp:lastPrinted>
  <dcterms:created xsi:type="dcterms:W3CDTF">2021-09-01T07:34:00Z</dcterms:created>
  <dcterms:modified xsi:type="dcterms:W3CDTF">2021-09-29T08:59:00Z</dcterms:modified>
</cp:coreProperties>
</file>