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E1B" w:rsidRPr="007E6381" w:rsidRDefault="00AD4E1B" w:rsidP="005C77B6">
      <w:pPr>
        <w:jc w:val="center"/>
        <w:rPr>
          <w:b/>
          <w:bCs/>
          <w:sz w:val="20"/>
          <w:szCs w:val="20"/>
        </w:rPr>
      </w:pPr>
      <w:r w:rsidRPr="002A19C4">
        <w:rPr>
          <w:rFonts w:ascii="MS Sans Serif" w:hAnsi="MS Sans Serif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50.25pt;visibility:visible">
            <v:imagedata r:id="rId5" o:title="" grayscale="t" bilevel="t"/>
          </v:shape>
        </w:pict>
      </w:r>
    </w:p>
    <w:p w:rsidR="00AD4E1B" w:rsidRDefault="00AD4E1B" w:rsidP="005C77B6">
      <w:pPr>
        <w:pStyle w:val="Caption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AD4E1B" w:rsidRDefault="00AD4E1B" w:rsidP="005C77B6">
      <w:pPr>
        <w:pStyle w:val="Heading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AD4E1B" w:rsidRPr="001418FE" w:rsidRDefault="00AD4E1B" w:rsidP="005C77B6">
      <w:pPr>
        <w:pStyle w:val="Heading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AD4E1B" w:rsidRPr="00720B63" w:rsidRDefault="00AD4E1B" w:rsidP="00720B63">
      <w:pPr>
        <w:pStyle w:val="Heading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AD4E1B" w:rsidRPr="005E0F8E" w:rsidRDefault="00AD4E1B" w:rsidP="005C77B6">
      <w:pPr>
        <w:spacing w:after="0" w:line="240" w:lineRule="auto"/>
        <w:rPr>
          <w:b/>
          <w:bCs/>
          <w:sz w:val="24"/>
          <w:szCs w:val="24"/>
          <w:u w:val="single"/>
          <w:lang w:val="uk-UA"/>
        </w:rPr>
      </w:pPr>
    </w:p>
    <w:p w:rsidR="00AD4E1B" w:rsidRPr="00081BC9" w:rsidRDefault="00AD4E1B" w:rsidP="005C77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081BC9">
        <w:rPr>
          <w:rFonts w:ascii="Times New Roman" w:hAnsi="Times New Roman"/>
          <w:b/>
          <w:bCs/>
          <w:sz w:val="24"/>
          <w:szCs w:val="24"/>
          <w:u w:val="single"/>
          <w:lang w:val="uk-UA"/>
        </w:rPr>
        <w:t>«</w:t>
      </w:r>
      <w:r>
        <w:rPr>
          <w:rFonts w:ascii="Times New Roman" w:hAnsi="Times New Roman"/>
          <w:b/>
          <w:bCs/>
          <w:sz w:val="24"/>
          <w:szCs w:val="24"/>
          <w:u w:val="single"/>
          <w:lang w:val="uk-UA"/>
        </w:rPr>
        <w:t>21»  вересня</w:t>
      </w:r>
      <w:r w:rsidRPr="00081BC9">
        <w:rPr>
          <w:rFonts w:ascii="Times New Roman" w:hAnsi="Times New Roman"/>
          <w:b/>
          <w:bCs/>
          <w:sz w:val="24"/>
          <w:szCs w:val="24"/>
          <w:u w:val="single"/>
          <w:lang w:val="uk-UA"/>
        </w:rPr>
        <w:t>_2021 року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u w:val="single"/>
          <w:lang w:val="uk-UA"/>
        </w:rPr>
        <w:t>№ 702</w:t>
      </w:r>
    </w:p>
    <w:p w:rsidR="00AD4E1B" w:rsidRPr="00081BC9" w:rsidRDefault="00AD4E1B" w:rsidP="005C77B6">
      <w:pPr>
        <w:spacing w:after="0" w:line="240" w:lineRule="auto"/>
        <w:ind w:right="4638"/>
        <w:rPr>
          <w:rFonts w:ascii="Times New Roman" w:hAnsi="Times New Roman"/>
          <w:b/>
          <w:sz w:val="24"/>
          <w:szCs w:val="24"/>
          <w:lang w:val="uk-UA"/>
        </w:rPr>
      </w:pPr>
    </w:p>
    <w:p w:rsidR="00AD4E1B" w:rsidRPr="00081BC9" w:rsidRDefault="00AD4E1B" w:rsidP="00B549A7">
      <w:pPr>
        <w:spacing w:after="0" w:line="240" w:lineRule="auto"/>
        <w:ind w:right="4251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81BC9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переліку документів для організації безоплатногогарячого харчування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дітей </w:t>
      </w:r>
      <w:r w:rsidRPr="00081BC9">
        <w:rPr>
          <w:rFonts w:ascii="Times New Roman" w:hAnsi="Times New Roman"/>
          <w:b/>
          <w:sz w:val="24"/>
          <w:szCs w:val="24"/>
          <w:lang w:val="uk-UA"/>
        </w:rPr>
        <w:t xml:space="preserve">та пільгової оплати за харчування дітей пільгових категорій у закладах освіти  Бучанської міської територіальної громади за  рахунок  коштів  </w:t>
      </w:r>
      <w:r w:rsidRPr="00081BC9">
        <w:rPr>
          <w:rFonts w:ascii="Times New Roman" w:hAnsi="Times New Roman"/>
          <w:b/>
          <w:sz w:val="24"/>
          <w:szCs w:val="24"/>
          <w:lang w:val="uk-UA" w:eastAsia="en-US"/>
        </w:rPr>
        <w:t>бюджету Бучанської міської територіальної громади</w:t>
      </w:r>
    </w:p>
    <w:p w:rsidR="00AD4E1B" w:rsidRPr="00081BC9" w:rsidRDefault="00AD4E1B" w:rsidP="005C77B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D4E1B" w:rsidRPr="00081BC9" w:rsidRDefault="00AD4E1B" w:rsidP="005C77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81BC9">
        <w:rPr>
          <w:rFonts w:ascii="Times New Roman" w:hAnsi="Times New Roman"/>
          <w:sz w:val="24"/>
          <w:szCs w:val="24"/>
          <w:lang w:val="uk-UA"/>
        </w:rPr>
        <w:t xml:space="preserve">Заслухавши інформацію начальника відділу освіти Бучанської міської ради, Цимбала О.І., щодо забезпечення безоплатним гарячим харчуваннямучнівпільгових категорій та пільговою оплатою за харчування дітей пільгових категорій в закладах освіти, що фінансуються </w:t>
      </w:r>
      <w:r w:rsidRPr="003F68FB">
        <w:rPr>
          <w:rFonts w:ascii="Times New Roman" w:hAnsi="Times New Roman"/>
          <w:sz w:val="24"/>
          <w:szCs w:val="24"/>
          <w:lang w:val="uk-UA"/>
        </w:rPr>
        <w:t xml:space="preserve">за  рахунок  коштів  </w:t>
      </w:r>
      <w:r w:rsidRPr="003F68FB">
        <w:rPr>
          <w:rFonts w:ascii="Times New Roman" w:hAnsi="Times New Roman"/>
          <w:sz w:val="24"/>
          <w:szCs w:val="24"/>
          <w:lang w:val="uk-UA" w:eastAsia="en-US"/>
        </w:rPr>
        <w:t>бюджету Бучанської міської територіальної громади</w:t>
      </w:r>
      <w:r w:rsidRPr="003F68FB">
        <w:rPr>
          <w:rFonts w:ascii="Times New Roman" w:hAnsi="Times New Roman"/>
          <w:sz w:val="24"/>
          <w:szCs w:val="24"/>
          <w:lang w:val="uk-UA"/>
        </w:rPr>
        <w:t>,</w:t>
      </w:r>
      <w:r w:rsidRPr="00081BC9">
        <w:rPr>
          <w:rFonts w:ascii="Times New Roman" w:hAnsi="Times New Roman"/>
          <w:sz w:val="24"/>
          <w:szCs w:val="24"/>
          <w:lang w:val="uk-UA"/>
        </w:rPr>
        <w:t xml:space="preserve"> відповідно до Закону України «Про освіту», «Про повну загальну середню освіту», </w:t>
      </w:r>
      <w:r w:rsidRPr="006E419F">
        <w:rPr>
          <w:rFonts w:ascii="Times New Roman" w:hAnsi="Times New Roman"/>
          <w:sz w:val="24"/>
          <w:szCs w:val="24"/>
          <w:lang w:val="uk-UA"/>
        </w:rPr>
        <w:t xml:space="preserve">«Про дошкільну освіту», «Про охорону дитинства», </w:t>
      </w:r>
      <w:r w:rsidRPr="006E419F">
        <w:rPr>
          <w:rFonts w:ascii="Times New Roman" w:hAnsi="Times New Roman"/>
          <w:sz w:val="24"/>
          <w:szCs w:val="24"/>
          <w:lang w:val="uk-UA" w:eastAsia="en-US"/>
        </w:rPr>
        <w:t>«Про державну соціальну допомогу малозабезпеченим сім’ям»</w:t>
      </w:r>
      <w:r w:rsidRPr="006E419F">
        <w:rPr>
          <w:rFonts w:ascii="Times New Roman" w:hAnsi="Times New Roman"/>
          <w:sz w:val="24"/>
          <w:szCs w:val="24"/>
          <w:lang w:val="uk-UA"/>
        </w:rPr>
        <w:t>, «Про внесення змін до</w:t>
      </w:r>
      <w:r w:rsidRPr="00081BC9">
        <w:rPr>
          <w:rFonts w:ascii="Times New Roman" w:hAnsi="Times New Roman"/>
          <w:sz w:val="24"/>
          <w:szCs w:val="24"/>
          <w:lang w:val="uk-UA"/>
        </w:rPr>
        <w:t xml:space="preserve"> деяких законів України щодо забезпечення безкоштовним харчуванням дітей внутрішньо переміщених осіб»,постанови Кабінету Міністрів України від 18.01.2016 року  № 16 «</w:t>
      </w:r>
      <w:r w:rsidRPr="00081BC9">
        <w:rPr>
          <w:rStyle w:val="Strong"/>
          <w:b w:val="0"/>
          <w:color w:val="000000"/>
          <w:sz w:val="24"/>
          <w:szCs w:val="24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Pr="00081BC9">
        <w:rPr>
          <w:rFonts w:ascii="Times New Roman" w:hAnsi="Times New Roman"/>
          <w:sz w:val="24"/>
          <w:szCs w:val="24"/>
          <w:lang w:val="uk-UA"/>
        </w:rPr>
        <w:t xml:space="preserve">від 24.03.2021№305 «Про затвердження </w:t>
      </w:r>
      <w:r w:rsidRPr="00081BC9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Pr="00081BC9">
        <w:rPr>
          <w:rFonts w:ascii="Times New Roman" w:hAnsi="Times New Roman"/>
          <w:sz w:val="24"/>
          <w:szCs w:val="24"/>
          <w:lang w:val="uk-UA"/>
        </w:rPr>
        <w:t xml:space="preserve">від 28 липня 2021 №786 «Про внесення змін до </w:t>
      </w:r>
      <w:r w:rsidRPr="00081BC9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Pr="00081BC9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Pr="00081BC9">
        <w:rPr>
          <w:rFonts w:ascii="Times New Roman" w:hAnsi="Times New Roman"/>
          <w:sz w:val="24"/>
          <w:szCs w:val="24"/>
          <w:lang w:val="uk-UA" w:eastAsia="en-US"/>
        </w:rPr>
        <w:t xml:space="preserve">наказу Міністерства охорони здоров’я України від 25.09.2020 №2205 «Про затвердження </w:t>
      </w:r>
      <w:r w:rsidRPr="00081BC9">
        <w:rPr>
          <w:rFonts w:ascii="Times New Roman" w:hAnsi="Times New Roman"/>
          <w:sz w:val="24"/>
          <w:szCs w:val="24"/>
          <w:lang w:val="uk-UA"/>
        </w:rPr>
        <w:t xml:space="preserve">Санітарного регламенту для закладів загальної середньої освіти», відповідно до Міської комплексної цільової програми «Організація харчування дітей у закладах дошкільної та загальної середньої освіти Бучанської міської об’єднаної територіальної громади  на 2020-2021 роки», затвердженої рішенням сесії Бучанської міської ради від 21.05.2021 №4911-79- VII, </w:t>
      </w:r>
      <w:r>
        <w:rPr>
          <w:rFonts w:ascii="Times New Roman" w:hAnsi="Times New Roman"/>
          <w:sz w:val="24"/>
          <w:szCs w:val="24"/>
          <w:lang w:val="uk-UA"/>
        </w:rPr>
        <w:t>Міської  комплексної цільової  програми «Соціальна підтримка учасників АТО/ООС та членів їх сімей, учасників Революції Гідності та членів їх сімей» на 2021-2023 рр., затвердженої рішенням сесії Бучанської міської ради від 24.12.2001 №119-5- VIIІ</w:t>
      </w:r>
      <w:r w:rsidRPr="00081BC9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AD4E1B" w:rsidRDefault="00AD4E1B" w:rsidP="005C77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81BC9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AD4E1B" w:rsidRPr="00081BC9" w:rsidRDefault="00AD4E1B" w:rsidP="005C77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D4E1B" w:rsidRPr="00081BC9" w:rsidRDefault="00AD4E1B" w:rsidP="005C77B6">
      <w:pPr>
        <w:pStyle w:val="ListParagraph"/>
        <w:numPr>
          <w:ilvl w:val="0"/>
          <w:numId w:val="1"/>
        </w:numPr>
        <w:tabs>
          <w:tab w:val="clear" w:pos="720"/>
          <w:tab w:val="left" w:pos="-3828"/>
        </w:tabs>
        <w:ind w:left="567" w:hanging="567"/>
        <w:jc w:val="both"/>
        <w:rPr>
          <w:lang w:val="uk-UA"/>
        </w:rPr>
      </w:pPr>
      <w:r w:rsidRPr="00081BC9">
        <w:rPr>
          <w:lang w:val="uk-UA"/>
        </w:rPr>
        <w:t xml:space="preserve">Затвердити перелік документів, які подають батьки, або особи, що їх замінюють, для забезпечення безоплатним гарячим харчуванням учнів 1 – 11 класів пільгової категорії, які навчаються у закладах загальної середньої освітита проживають на територіїБучанської міської територіальної громади (Додаток 1). </w:t>
      </w:r>
    </w:p>
    <w:p w:rsidR="00AD4E1B" w:rsidRPr="00081BC9" w:rsidRDefault="00AD4E1B" w:rsidP="005C77B6">
      <w:pPr>
        <w:pStyle w:val="ListParagraph"/>
        <w:numPr>
          <w:ilvl w:val="0"/>
          <w:numId w:val="1"/>
        </w:numPr>
        <w:tabs>
          <w:tab w:val="clear" w:pos="720"/>
          <w:tab w:val="left" w:pos="-3828"/>
        </w:tabs>
        <w:ind w:left="567" w:hanging="567"/>
        <w:jc w:val="both"/>
        <w:rPr>
          <w:lang w:val="uk-UA"/>
        </w:rPr>
      </w:pPr>
      <w:r w:rsidRPr="00081BC9">
        <w:rPr>
          <w:lang w:val="uk-UA"/>
        </w:rPr>
        <w:t xml:space="preserve">Затвердити перелік документів, які подають батьки, або особи, що їх замінюють, для забезпечення безкоштовним харчуванням дітей пільгових категорій та пільгової </w:t>
      </w:r>
      <w:r>
        <w:rPr>
          <w:lang w:val="uk-UA"/>
        </w:rPr>
        <w:t xml:space="preserve">50% </w:t>
      </w:r>
      <w:r w:rsidRPr="00081BC9">
        <w:rPr>
          <w:lang w:val="uk-UA"/>
        </w:rPr>
        <w:t>оплати за харчування дітей пільгової категорії, які відвідують закладидошкільної освіти та проживають на територіїБучанської міської територіальної громади (Додаток 2</w:t>
      </w:r>
      <w:r>
        <w:rPr>
          <w:lang w:val="uk-UA"/>
        </w:rPr>
        <w:t>, 3</w:t>
      </w:r>
      <w:r w:rsidRPr="00081BC9">
        <w:rPr>
          <w:lang w:val="uk-UA"/>
        </w:rPr>
        <w:t xml:space="preserve">).   </w:t>
      </w:r>
    </w:p>
    <w:p w:rsidR="00AD4E1B" w:rsidRPr="00081BC9" w:rsidRDefault="00AD4E1B" w:rsidP="00475AD9">
      <w:pPr>
        <w:pStyle w:val="ListParagraph"/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lang w:val="uk-UA"/>
        </w:rPr>
      </w:pPr>
      <w:r w:rsidRPr="00081BC9">
        <w:rPr>
          <w:lang w:val="uk-UA"/>
        </w:rPr>
        <w:t>Рішення виконавчого комітету Бучанської міської ради від 0</w:t>
      </w:r>
      <w:r>
        <w:rPr>
          <w:lang w:val="uk-UA"/>
        </w:rPr>
        <w:t>1</w:t>
      </w:r>
      <w:r w:rsidRPr="00081BC9">
        <w:rPr>
          <w:lang w:val="uk-UA"/>
        </w:rPr>
        <w:t>.</w:t>
      </w:r>
      <w:r>
        <w:rPr>
          <w:lang w:val="uk-UA"/>
        </w:rPr>
        <w:t>12</w:t>
      </w:r>
      <w:r w:rsidRPr="00081BC9">
        <w:rPr>
          <w:lang w:val="uk-UA"/>
        </w:rPr>
        <w:t>.2020 року №</w:t>
      </w:r>
      <w:r>
        <w:rPr>
          <w:lang w:val="uk-UA"/>
        </w:rPr>
        <w:t>858</w:t>
      </w:r>
      <w:r w:rsidRPr="00081BC9">
        <w:rPr>
          <w:lang w:val="uk-UA"/>
        </w:rPr>
        <w:t xml:space="preserve"> «Про затвердження переліку документів для організації безкоштовного харчування дітей та пільгової оплати за харчування дітей пільгових категорій у закладах освіти</w:t>
      </w:r>
      <w:r>
        <w:rPr>
          <w:lang w:val="uk-UA"/>
        </w:rPr>
        <w:t>, що фінансуються з бюджету Бучанської міської об’єднаної територіальної громади</w:t>
      </w:r>
      <w:r w:rsidRPr="00081BC9">
        <w:rPr>
          <w:lang w:val="uk-UA"/>
        </w:rPr>
        <w:t>» вважати таким, що втратив чинність.</w:t>
      </w:r>
    </w:p>
    <w:p w:rsidR="00AD4E1B" w:rsidRPr="00081BC9" w:rsidRDefault="00AD4E1B" w:rsidP="005C77B6">
      <w:pPr>
        <w:pStyle w:val="ListParagraph"/>
        <w:numPr>
          <w:ilvl w:val="0"/>
          <w:numId w:val="1"/>
        </w:numPr>
        <w:tabs>
          <w:tab w:val="clear" w:pos="720"/>
          <w:tab w:val="left" w:pos="-3828"/>
        </w:tabs>
        <w:ind w:left="567" w:hanging="567"/>
        <w:jc w:val="both"/>
        <w:rPr>
          <w:lang w:val="uk-UA"/>
        </w:rPr>
      </w:pPr>
      <w:r w:rsidRPr="00081BC9">
        <w:rPr>
          <w:lang w:val="uk-UA"/>
        </w:rPr>
        <w:t>Відділу освіти Бучанської міської ради довести дане рішення до відома керівників закладів освіти та батьківської громадськості.</w:t>
      </w:r>
    </w:p>
    <w:p w:rsidR="00AD4E1B" w:rsidRPr="00081BC9" w:rsidRDefault="00AD4E1B" w:rsidP="005C77B6">
      <w:pPr>
        <w:pStyle w:val="ListParagraph"/>
        <w:numPr>
          <w:ilvl w:val="0"/>
          <w:numId w:val="1"/>
        </w:numPr>
        <w:tabs>
          <w:tab w:val="clear" w:pos="720"/>
          <w:tab w:val="left" w:pos="-3828"/>
        </w:tabs>
        <w:ind w:left="567" w:hanging="567"/>
        <w:jc w:val="both"/>
        <w:rPr>
          <w:lang w:val="uk-UA"/>
        </w:rPr>
      </w:pPr>
      <w:r w:rsidRPr="00081BC9">
        <w:rPr>
          <w:lang w:val="uk-UA"/>
        </w:rPr>
        <w:t>Контроль за виконанням  даного рішення покласти  на заступника Бучанського міського голови Шепетька</w:t>
      </w:r>
      <w:r>
        <w:rPr>
          <w:lang w:val="uk-UA"/>
        </w:rPr>
        <w:t xml:space="preserve"> С</w:t>
      </w:r>
      <w:r w:rsidRPr="00081BC9">
        <w:rPr>
          <w:lang w:val="uk-UA"/>
        </w:rPr>
        <w:t>.</w:t>
      </w:r>
      <w:r>
        <w:rPr>
          <w:lang w:val="uk-UA"/>
        </w:rPr>
        <w:t>А.</w:t>
      </w:r>
    </w:p>
    <w:p w:rsidR="00AD4E1B" w:rsidRPr="00081BC9" w:rsidRDefault="00AD4E1B" w:rsidP="005C77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D4E1B" w:rsidRPr="00081BC9" w:rsidRDefault="00AD4E1B" w:rsidP="005C77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D4E1B" w:rsidRPr="00293865" w:rsidRDefault="00AD4E1B" w:rsidP="007E638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3865">
        <w:rPr>
          <w:rFonts w:ascii="Times New Roman" w:hAnsi="Times New Roman"/>
          <w:b/>
          <w:sz w:val="24"/>
          <w:szCs w:val="24"/>
        </w:rPr>
        <w:t>Міський  голова</w:t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Анатолій  ФЕДОРУК</w:t>
      </w:r>
    </w:p>
    <w:p w:rsidR="00AD4E1B" w:rsidRDefault="00AD4E1B" w:rsidP="007E63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D4E1B" w:rsidRPr="00293865" w:rsidRDefault="00AD4E1B" w:rsidP="007E63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Заступник  міського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</w:rPr>
        <w:t>Сергій ШЕПЕТЬКО</w:t>
      </w:r>
      <w:r w:rsidRPr="00293865">
        <w:rPr>
          <w:rFonts w:ascii="Times New Roman" w:hAnsi="Times New Roman"/>
          <w:b/>
          <w:sz w:val="24"/>
          <w:szCs w:val="24"/>
        </w:rPr>
        <w:tab/>
      </w:r>
    </w:p>
    <w:p w:rsidR="00AD4E1B" w:rsidRPr="00293865" w:rsidRDefault="00AD4E1B" w:rsidP="007E63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4E1B" w:rsidRPr="00293865" w:rsidRDefault="00AD4E1B" w:rsidP="007E63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Керуючий справами</w:t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Дмитро ГАПЧЕНКО</w:t>
      </w:r>
    </w:p>
    <w:p w:rsidR="00AD4E1B" w:rsidRPr="00293865" w:rsidRDefault="00AD4E1B" w:rsidP="007E6381">
      <w:pPr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AD4E1B" w:rsidRPr="00293865" w:rsidRDefault="00AD4E1B" w:rsidP="007E6381">
      <w:pPr>
        <w:tabs>
          <w:tab w:val="left" w:pos="7140"/>
        </w:tabs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>Начальник управління</w:t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</w:p>
    <w:p w:rsidR="00AD4E1B" w:rsidRPr="00293865" w:rsidRDefault="00AD4E1B" w:rsidP="007E638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>юридично-кадровоїроботи</w:t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           Людмила РИЖЕНКО</w:t>
      </w:r>
    </w:p>
    <w:p w:rsidR="00AD4E1B" w:rsidRPr="00293865" w:rsidRDefault="00AD4E1B" w:rsidP="007E638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D4E1B" w:rsidRPr="00174627" w:rsidRDefault="00AD4E1B" w:rsidP="001746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74627">
        <w:rPr>
          <w:rFonts w:ascii="Times New Roman" w:hAnsi="Times New Roman"/>
          <w:b/>
          <w:sz w:val="24"/>
          <w:szCs w:val="24"/>
          <w:lang w:val="uk-UA"/>
        </w:rPr>
        <w:t>ПОГОДЖЕНО:</w:t>
      </w:r>
    </w:p>
    <w:p w:rsidR="00AD4E1B" w:rsidRDefault="00AD4E1B" w:rsidP="004A1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начальника</w:t>
      </w:r>
    </w:p>
    <w:p w:rsidR="00AD4E1B" w:rsidRDefault="00AD4E1B" w:rsidP="004A1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фінансового управління                                                                  Лариса ПРАВДИВА</w:t>
      </w:r>
    </w:p>
    <w:p w:rsidR="00AD4E1B" w:rsidRPr="00174627" w:rsidRDefault="00AD4E1B" w:rsidP="00174627">
      <w:pPr>
        <w:widowControl w:val="0"/>
        <w:tabs>
          <w:tab w:val="left" w:pos="3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74627">
        <w:rPr>
          <w:rFonts w:ascii="Times New Roman" w:hAnsi="Times New Roman"/>
          <w:b/>
          <w:sz w:val="24"/>
          <w:szCs w:val="24"/>
        </w:rPr>
        <w:tab/>
      </w:r>
    </w:p>
    <w:p w:rsidR="00AD4E1B" w:rsidRPr="00293865" w:rsidRDefault="00AD4E1B" w:rsidP="007E638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D4E1B" w:rsidRPr="003A7FFC" w:rsidRDefault="00AD4E1B" w:rsidP="007E63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7FFC">
        <w:rPr>
          <w:rFonts w:ascii="Times New Roman" w:hAnsi="Times New Roman"/>
          <w:b/>
          <w:sz w:val="24"/>
          <w:szCs w:val="24"/>
        </w:rPr>
        <w:t>ПОДАННЯ:</w:t>
      </w:r>
    </w:p>
    <w:p w:rsidR="00AD4E1B" w:rsidRDefault="00AD4E1B" w:rsidP="007E63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відділуосвіти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</w:rPr>
        <w:t>Олег ЦИМБАЛ</w:t>
      </w:r>
    </w:p>
    <w:p w:rsidR="00AD4E1B" w:rsidRDefault="00AD4E1B" w:rsidP="007E63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</w:r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</w:rPr>
      </w:pPr>
    </w:p>
    <w:p w:rsidR="00AD4E1B" w:rsidRPr="00C57626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</w:rPr>
      </w:pPr>
      <w:r w:rsidRPr="00C57626">
        <w:rPr>
          <w:rFonts w:ascii="Times New Roman" w:hAnsi="Times New Roman"/>
          <w:sz w:val="20"/>
          <w:szCs w:val="20"/>
        </w:rPr>
        <w:t>Додаток 1</w:t>
      </w:r>
    </w:p>
    <w:p w:rsidR="00AD4E1B" w:rsidRPr="00C57626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</w:rPr>
      </w:pPr>
      <w:r w:rsidRPr="00C57626">
        <w:rPr>
          <w:rFonts w:ascii="Times New Roman" w:hAnsi="Times New Roman"/>
          <w:sz w:val="20"/>
          <w:szCs w:val="20"/>
        </w:rPr>
        <w:t>до рішення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C57626">
        <w:rPr>
          <w:rFonts w:ascii="Times New Roman" w:hAnsi="Times New Roman"/>
          <w:sz w:val="20"/>
          <w:szCs w:val="20"/>
        </w:rPr>
        <w:t>виконавчог</w:t>
      </w:r>
      <w:r>
        <w:rPr>
          <w:rFonts w:ascii="Times New Roman" w:hAnsi="Times New Roman"/>
          <w:sz w:val="20"/>
          <w:szCs w:val="20"/>
          <w:lang w:val="uk-UA"/>
        </w:rPr>
        <w:t xml:space="preserve">о </w:t>
      </w:r>
      <w:r w:rsidRPr="00C57626">
        <w:rPr>
          <w:rFonts w:ascii="Times New Roman" w:hAnsi="Times New Roman"/>
          <w:sz w:val="20"/>
          <w:szCs w:val="20"/>
        </w:rPr>
        <w:t>комітету</w:t>
      </w:r>
    </w:p>
    <w:p w:rsidR="00AD4E1B" w:rsidRPr="00C57626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</w:rPr>
      </w:pPr>
      <w:r w:rsidRPr="00C57626">
        <w:rPr>
          <w:rFonts w:ascii="Times New Roman" w:hAnsi="Times New Roman"/>
          <w:sz w:val="20"/>
          <w:szCs w:val="20"/>
        </w:rPr>
        <w:t>Бучанської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C57626">
        <w:rPr>
          <w:rFonts w:ascii="Times New Roman" w:hAnsi="Times New Roman"/>
          <w:sz w:val="20"/>
          <w:szCs w:val="20"/>
        </w:rPr>
        <w:t>міської ради</w:t>
      </w:r>
    </w:p>
    <w:p w:rsidR="00AD4E1B" w:rsidRPr="00C57626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«21» вересня </w:t>
      </w:r>
      <w:r w:rsidRPr="00C57626">
        <w:rPr>
          <w:rFonts w:ascii="Times New Roman" w:hAnsi="Times New Roman"/>
          <w:sz w:val="20"/>
          <w:szCs w:val="20"/>
        </w:rPr>
        <w:t>20</w:t>
      </w:r>
      <w:r w:rsidRPr="00C57626">
        <w:rPr>
          <w:rFonts w:ascii="Times New Roman" w:hAnsi="Times New Roman"/>
          <w:sz w:val="20"/>
          <w:szCs w:val="20"/>
          <w:lang w:val="uk-UA"/>
        </w:rPr>
        <w:t>2</w:t>
      </w:r>
      <w:r>
        <w:rPr>
          <w:rFonts w:ascii="Times New Roman" w:hAnsi="Times New Roman"/>
          <w:sz w:val="20"/>
          <w:szCs w:val="20"/>
          <w:lang w:val="uk-UA"/>
        </w:rPr>
        <w:t>1</w:t>
      </w:r>
      <w:r>
        <w:rPr>
          <w:rFonts w:ascii="Times New Roman" w:hAnsi="Times New Roman"/>
          <w:sz w:val="20"/>
          <w:szCs w:val="20"/>
        </w:rPr>
        <w:t xml:space="preserve"> р. №702</w:t>
      </w:r>
    </w:p>
    <w:p w:rsidR="00AD4E1B" w:rsidRPr="00A67FDD" w:rsidRDefault="00AD4E1B" w:rsidP="00AC66E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AD4E1B" w:rsidRPr="00923CA0" w:rsidRDefault="00AD4E1B" w:rsidP="00D71E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23CA0">
        <w:rPr>
          <w:rFonts w:ascii="Times New Roman" w:hAnsi="Times New Roman"/>
          <w:b/>
          <w:sz w:val="24"/>
          <w:szCs w:val="24"/>
          <w:lang w:val="uk-UA"/>
        </w:rPr>
        <w:t>Перелік документів</w:t>
      </w:r>
    </w:p>
    <w:p w:rsidR="00AD4E1B" w:rsidRPr="00923CA0" w:rsidRDefault="00AD4E1B" w:rsidP="00923C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23CA0">
        <w:rPr>
          <w:rFonts w:ascii="Times New Roman" w:hAnsi="Times New Roman"/>
          <w:b/>
          <w:sz w:val="24"/>
          <w:szCs w:val="24"/>
          <w:lang w:val="uk-UA"/>
        </w:rPr>
        <w:t xml:space="preserve">для забезпечення </w:t>
      </w:r>
      <w:r>
        <w:rPr>
          <w:rFonts w:ascii="Times New Roman" w:hAnsi="Times New Roman"/>
          <w:b/>
          <w:sz w:val="24"/>
          <w:szCs w:val="24"/>
          <w:lang w:val="uk-UA"/>
        </w:rPr>
        <w:t>безоплатним гарячим</w:t>
      </w:r>
      <w:r w:rsidRPr="00923CA0">
        <w:rPr>
          <w:rFonts w:ascii="Times New Roman" w:hAnsi="Times New Roman"/>
          <w:b/>
          <w:sz w:val="24"/>
          <w:szCs w:val="24"/>
          <w:lang w:val="uk-UA"/>
        </w:rPr>
        <w:t xml:space="preserve"> харчуванням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учнів 1 – 11 класів </w:t>
      </w:r>
      <w:r w:rsidRPr="00923CA0">
        <w:rPr>
          <w:rFonts w:ascii="Times New Roman" w:hAnsi="Times New Roman"/>
          <w:b/>
          <w:sz w:val="24"/>
          <w:szCs w:val="24"/>
          <w:lang w:val="uk-UA"/>
        </w:rPr>
        <w:t xml:space="preserve">пільгових категорій, які навчаються в закладах загальної середньої освіти та проживають </w:t>
      </w:r>
      <w:r>
        <w:rPr>
          <w:rFonts w:ascii="Times New Roman" w:hAnsi="Times New Roman"/>
          <w:b/>
          <w:sz w:val="24"/>
          <w:szCs w:val="24"/>
          <w:lang w:val="uk-UA"/>
        </w:rPr>
        <w:t>на території Бучанської міської  територіальної громади</w:t>
      </w:r>
    </w:p>
    <w:p w:rsidR="00AD4E1B" w:rsidRPr="00923CA0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4568"/>
        <w:gridCol w:w="2368"/>
      </w:tblGrid>
      <w:tr w:rsidR="00AD4E1B" w:rsidRPr="002A19C4" w:rsidTr="00322107">
        <w:trPr>
          <w:trHeight w:val="299"/>
        </w:trPr>
        <w:tc>
          <w:tcPr>
            <w:tcW w:w="2943" w:type="dxa"/>
          </w:tcPr>
          <w:p w:rsidR="00AD4E1B" w:rsidRPr="00D71E74" w:rsidRDefault="00AD4E1B" w:rsidP="00D71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Пільгова категорія</w:t>
            </w:r>
          </w:p>
        </w:tc>
        <w:tc>
          <w:tcPr>
            <w:tcW w:w="4568" w:type="dxa"/>
          </w:tcPr>
          <w:p w:rsidR="00AD4E1B" w:rsidRPr="00D71E74" w:rsidRDefault="00AD4E1B" w:rsidP="00D71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Перелік документів</w:t>
            </w:r>
          </w:p>
        </w:tc>
        <w:tc>
          <w:tcPr>
            <w:tcW w:w="2368" w:type="dxa"/>
          </w:tcPr>
          <w:p w:rsidR="00AD4E1B" w:rsidRPr="00D71E74" w:rsidRDefault="00AD4E1B" w:rsidP="00D71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Примітка</w:t>
            </w:r>
          </w:p>
        </w:tc>
      </w:tr>
      <w:tr w:rsidR="00AD4E1B" w:rsidRPr="002A19C4" w:rsidTr="00322107">
        <w:tc>
          <w:tcPr>
            <w:tcW w:w="2943" w:type="dxa"/>
            <w:vMerge w:val="restart"/>
          </w:tcPr>
          <w:p w:rsidR="00AD4E1B" w:rsidRPr="00D71E74" w:rsidRDefault="00AD4E1B" w:rsidP="00D71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Діти-сироти,</w:t>
            </w:r>
          </w:p>
          <w:p w:rsidR="00AD4E1B" w:rsidRPr="00D71E74" w:rsidRDefault="00AD4E1B" w:rsidP="00D71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діти, позбавлені батьківського піклування</w:t>
            </w:r>
          </w:p>
          <w:p w:rsidR="00AD4E1B" w:rsidRPr="00D71E74" w:rsidRDefault="00AD4E1B" w:rsidP="00D71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D71E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 заява опікуна (піклувальника), інших законних представників</w:t>
            </w:r>
          </w:p>
        </w:tc>
        <w:tc>
          <w:tcPr>
            <w:tcW w:w="2368" w:type="dxa"/>
            <w:vMerge w:val="restart"/>
          </w:tcPr>
          <w:p w:rsidR="00AD4E1B" w:rsidRPr="00D71E74" w:rsidRDefault="00AD4E1B" w:rsidP="00D71E74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D4E1B" w:rsidRPr="002A19C4" w:rsidTr="00322107">
        <w:tc>
          <w:tcPr>
            <w:tcW w:w="2943" w:type="dxa"/>
            <w:vMerge/>
          </w:tcPr>
          <w:p w:rsidR="00AD4E1B" w:rsidRPr="00D71E74" w:rsidRDefault="00AD4E1B" w:rsidP="00D71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D71E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368" w:type="dxa"/>
            <w:vMerge/>
          </w:tcPr>
          <w:p w:rsidR="00AD4E1B" w:rsidRPr="00D71E74" w:rsidRDefault="00AD4E1B" w:rsidP="00D71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rPr>
          <w:trHeight w:val="688"/>
        </w:trPr>
        <w:tc>
          <w:tcPr>
            <w:tcW w:w="2943" w:type="dxa"/>
            <w:vMerge/>
          </w:tcPr>
          <w:p w:rsidR="00AD4E1B" w:rsidRPr="00D71E74" w:rsidRDefault="00AD4E1B" w:rsidP="00D71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D71E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 копія документа, що підтверджує статус дитини-сироти або дитини, позбавленої батьківського піклування</w:t>
            </w:r>
          </w:p>
        </w:tc>
        <w:tc>
          <w:tcPr>
            <w:tcW w:w="2368" w:type="dxa"/>
            <w:vMerge/>
          </w:tcPr>
          <w:p w:rsidR="00AD4E1B" w:rsidRPr="00D71E74" w:rsidRDefault="00AD4E1B" w:rsidP="00D71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c>
          <w:tcPr>
            <w:tcW w:w="2943" w:type="dxa"/>
            <w:vMerge w:val="restart"/>
          </w:tcPr>
          <w:p w:rsidR="00AD4E1B" w:rsidRPr="00D71E74" w:rsidRDefault="00AD4E1B" w:rsidP="00D71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Діти, які знаходяться на інклюзивному навчанні</w:t>
            </w:r>
          </w:p>
          <w:p w:rsidR="00AD4E1B" w:rsidRPr="00D71E74" w:rsidRDefault="00AD4E1B" w:rsidP="00D71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368" w:type="dxa"/>
            <w:vMerge w:val="restart"/>
          </w:tcPr>
          <w:p w:rsidR="00AD4E1B" w:rsidRPr="00D71E74" w:rsidRDefault="00AD4E1B" w:rsidP="00D71E74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c>
          <w:tcPr>
            <w:tcW w:w="2943" w:type="dxa"/>
            <w:vMerge/>
          </w:tcPr>
          <w:p w:rsidR="00AD4E1B" w:rsidRPr="00D71E74" w:rsidRDefault="00AD4E1B" w:rsidP="00D71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D71E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368" w:type="dxa"/>
            <w:vMerge/>
          </w:tcPr>
          <w:p w:rsidR="00AD4E1B" w:rsidRPr="00D71E74" w:rsidRDefault="00AD4E1B" w:rsidP="00D71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rPr>
          <w:trHeight w:val="441"/>
        </w:trPr>
        <w:tc>
          <w:tcPr>
            <w:tcW w:w="2943" w:type="dxa"/>
            <w:vMerge/>
          </w:tcPr>
          <w:p w:rsidR="00AD4E1B" w:rsidRPr="00D71E74" w:rsidRDefault="00AD4E1B" w:rsidP="00D71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D71E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 копія висновку про комплексну психолого-педагогічну оцінку розвитку дитини</w:t>
            </w:r>
          </w:p>
        </w:tc>
        <w:tc>
          <w:tcPr>
            <w:tcW w:w="2368" w:type="dxa"/>
            <w:vMerge/>
          </w:tcPr>
          <w:p w:rsidR="00AD4E1B" w:rsidRPr="00D71E74" w:rsidRDefault="00AD4E1B" w:rsidP="00D71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rPr>
          <w:trHeight w:val="70"/>
        </w:trPr>
        <w:tc>
          <w:tcPr>
            <w:tcW w:w="2943" w:type="dxa"/>
            <w:vMerge w:val="restart"/>
          </w:tcPr>
          <w:p w:rsidR="00AD4E1B" w:rsidRPr="00D71E74" w:rsidRDefault="00AD4E1B" w:rsidP="00D71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Діти з малозабезпечених сімей, сім’ї яких відповідно до чинного законодавства одержують державну соціальну допомогу малозабезпеченим </w:t>
            </w: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368" w:type="dxa"/>
            <w:vMerge w:val="restart"/>
          </w:tcPr>
          <w:p w:rsidR="00AD4E1B" w:rsidRPr="00D71E74" w:rsidRDefault="00AD4E1B" w:rsidP="00D71E74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c>
          <w:tcPr>
            <w:tcW w:w="2943" w:type="dxa"/>
            <w:vMerge/>
          </w:tcPr>
          <w:p w:rsidR="00AD4E1B" w:rsidRPr="00D71E74" w:rsidRDefault="00AD4E1B" w:rsidP="00D71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D71E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368" w:type="dxa"/>
            <w:vMerge/>
          </w:tcPr>
          <w:p w:rsidR="00AD4E1B" w:rsidRPr="00D71E74" w:rsidRDefault="00AD4E1B" w:rsidP="00D71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D71E74">
        <w:trPr>
          <w:trHeight w:val="827"/>
        </w:trPr>
        <w:tc>
          <w:tcPr>
            <w:tcW w:w="2943" w:type="dxa"/>
            <w:vMerge/>
          </w:tcPr>
          <w:p w:rsidR="00AD4E1B" w:rsidRPr="00D71E74" w:rsidRDefault="00AD4E1B" w:rsidP="00D71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D71E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 копія довідки про призначення державної соціальної допомоги малозабезпеченим сім’ям</w:t>
            </w:r>
          </w:p>
        </w:tc>
        <w:tc>
          <w:tcPr>
            <w:tcW w:w="2368" w:type="dxa"/>
            <w:vMerge/>
          </w:tcPr>
          <w:p w:rsidR="00AD4E1B" w:rsidRPr="00D71E74" w:rsidRDefault="00AD4E1B" w:rsidP="00D71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rPr>
          <w:trHeight w:val="58"/>
        </w:trPr>
        <w:tc>
          <w:tcPr>
            <w:tcW w:w="2943" w:type="dxa"/>
            <w:vMerge w:val="restart"/>
          </w:tcPr>
          <w:p w:rsidR="00AD4E1B" w:rsidRPr="00D71E74" w:rsidRDefault="00AD4E1B" w:rsidP="00966F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Діти із числа внутрішньо переміщених осіб</w:t>
            </w: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368" w:type="dxa"/>
            <w:vMerge w:val="restart"/>
          </w:tcPr>
          <w:p w:rsidR="00AD4E1B" w:rsidRPr="00D71E74" w:rsidRDefault="00AD4E1B" w:rsidP="00966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rPr>
          <w:trHeight w:val="58"/>
        </w:trPr>
        <w:tc>
          <w:tcPr>
            <w:tcW w:w="2943" w:type="dxa"/>
            <w:vMerge/>
          </w:tcPr>
          <w:p w:rsidR="00AD4E1B" w:rsidRPr="00D71E74" w:rsidRDefault="00AD4E1B" w:rsidP="00966F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368" w:type="dxa"/>
            <w:vMerge/>
          </w:tcPr>
          <w:p w:rsidR="00AD4E1B" w:rsidRPr="00D71E74" w:rsidRDefault="00AD4E1B" w:rsidP="00966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rPr>
          <w:trHeight w:val="564"/>
        </w:trPr>
        <w:tc>
          <w:tcPr>
            <w:tcW w:w="2943" w:type="dxa"/>
            <w:vMerge/>
          </w:tcPr>
          <w:p w:rsidR="00AD4E1B" w:rsidRPr="00D71E74" w:rsidRDefault="00AD4E1B" w:rsidP="00966F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-довідка про взяття на облік внутрішньопереміщеної особи </w:t>
            </w:r>
          </w:p>
        </w:tc>
        <w:tc>
          <w:tcPr>
            <w:tcW w:w="2368" w:type="dxa"/>
            <w:vMerge/>
          </w:tcPr>
          <w:p w:rsidR="00AD4E1B" w:rsidRPr="00D71E74" w:rsidRDefault="00AD4E1B" w:rsidP="00966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rPr>
          <w:trHeight w:val="276"/>
        </w:trPr>
        <w:tc>
          <w:tcPr>
            <w:tcW w:w="2943" w:type="dxa"/>
            <w:vMerge w:val="restart"/>
          </w:tcPr>
          <w:p w:rsidR="00AD4E1B" w:rsidRPr="00D71E74" w:rsidRDefault="00AD4E1B" w:rsidP="00966F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Діти, які мають статус дитини, яка постраждала внаслідок воєнних дій і збройних конфліктів</w:t>
            </w:r>
          </w:p>
        </w:tc>
        <w:tc>
          <w:tcPr>
            <w:tcW w:w="4568" w:type="dxa"/>
          </w:tcPr>
          <w:p w:rsidR="00AD4E1B" w:rsidRPr="00D71E74" w:rsidRDefault="00AD4E1B" w:rsidP="00AB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368" w:type="dxa"/>
            <w:vMerge w:val="restart"/>
          </w:tcPr>
          <w:p w:rsidR="00AD4E1B" w:rsidRPr="00D71E74" w:rsidRDefault="00AD4E1B" w:rsidP="00966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rPr>
          <w:trHeight w:val="267"/>
        </w:trPr>
        <w:tc>
          <w:tcPr>
            <w:tcW w:w="2943" w:type="dxa"/>
            <w:vMerge/>
          </w:tcPr>
          <w:p w:rsidR="00AD4E1B" w:rsidRPr="00D71E74" w:rsidRDefault="00AD4E1B" w:rsidP="00966F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368" w:type="dxa"/>
            <w:vMerge/>
          </w:tcPr>
          <w:p w:rsidR="00AD4E1B" w:rsidRPr="00D71E74" w:rsidRDefault="00AD4E1B" w:rsidP="00966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rPr>
          <w:trHeight w:val="424"/>
        </w:trPr>
        <w:tc>
          <w:tcPr>
            <w:tcW w:w="2943" w:type="dxa"/>
            <w:vMerge/>
          </w:tcPr>
          <w:p w:rsidR="00AD4E1B" w:rsidRPr="00D71E74" w:rsidRDefault="00AD4E1B" w:rsidP="00966F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966FD6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рішення виконавчого комітету про</w:t>
            </w:r>
          </w:p>
          <w:p w:rsidR="00AD4E1B" w:rsidRPr="00D71E74" w:rsidRDefault="00AD4E1B" w:rsidP="00966F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встановлення статусу дитини, яка постраждала внаслідок воєнних дій і збройних конфліктів</w:t>
            </w:r>
          </w:p>
        </w:tc>
        <w:tc>
          <w:tcPr>
            <w:tcW w:w="2368" w:type="dxa"/>
            <w:vMerge/>
          </w:tcPr>
          <w:p w:rsidR="00AD4E1B" w:rsidRPr="00D71E74" w:rsidRDefault="00AD4E1B" w:rsidP="00966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c>
          <w:tcPr>
            <w:tcW w:w="2943" w:type="dxa"/>
            <w:vMerge w:val="restart"/>
          </w:tcPr>
          <w:p w:rsidR="00AD4E1B" w:rsidRPr="00D71E74" w:rsidRDefault="00AD4E1B" w:rsidP="00966F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Діти загиблих (померлих) учасників АТО/ООС</w:t>
            </w: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368" w:type="dxa"/>
            <w:vMerge w:val="restart"/>
          </w:tcPr>
          <w:p w:rsidR="00AD4E1B" w:rsidRPr="00D71E74" w:rsidRDefault="00AD4E1B" w:rsidP="00966FD6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c>
          <w:tcPr>
            <w:tcW w:w="2943" w:type="dxa"/>
            <w:vMerge/>
          </w:tcPr>
          <w:p w:rsidR="00AD4E1B" w:rsidRPr="00D71E74" w:rsidRDefault="00AD4E1B" w:rsidP="00966F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368" w:type="dxa"/>
            <w:vMerge/>
          </w:tcPr>
          <w:p w:rsidR="00AD4E1B" w:rsidRPr="00D71E74" w:rsidRDefault="00AD4E1B" w:rsidP="00966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c>
          <w:tcPr>
            <w:tcW w:w="2943" w:type="dxa"/>
            <w:vMerge/>
          </w:tcPr>
          <w:p w:rsidR="00AD4E1B" w:rsidRPr="00D71E74" w:rsidRDefault="00AD4E1B" w:rsidP="00966F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копія свідоцтва про смерть </w:t>
            </w:r>
          </w:p>
        </w:tc>
        <w:tc>
          <w:tcPr>
            <w:tcW w:w="2368" w:type="dxa"/>
            <w:vMerge/>
          </w:tcPr>
          <w:p w:rsidR="00AD4E1B" w:rsidRPr="00D71E74" w:rsidRDefault="00AD4E1B" w:rsidP="00966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c>
          <w:tcPr>
            <w:tcW w:w="2943" w:type="dxa"/>
            <w:vMerge/>
          </w:tcPr>
          <w:p w:rsidR="00AD4E1B" w:rsidRPr="00D71E74" w:rsidRDefault="00AD4E1B" w:rsidP="00966F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-копія довідки про встановлення статусу члена сім’ї загиблого (померлого)</w:t>
            </w:r>
          </w:p>
        </w:tc>
        <w:tc>
          <w:tcPr>
            <w:tcW w:w="2368" w:type="dxa"/>
            <w:vMerge/>
          </w:tcPr>
          <w:p w:rsidR="00AD4E1B" w:rsidRPr="00D71E74" w:rsidRDefault="00AD4E1B" w:rsidP="00966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c>
          <w:tcPr>
            <w:tcW w:w="2943" w:type="dxa"/>
            <w:vMerge/>
          </w:tcPr>
          <w:p w:rsidR="00AD4E1B" w:rsidRPr="00D71E74" w:rsidRDefault="00AD4E1B" w:rsidP="00966F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-копія довідки про перебування матері (батька) на обліку в Управлінні соціальної політики Бучанської міської ради </w:t>
            </w:r>
          </w:p>
        </w:tc>
        <w:tc>
          <w:tcPr>
            <w:tcW w:w="2368" w:type="dxa"/>
            <w:vMerge/>
          </w:tcPr>
          <w:p w:rsidR="00AD4E1B" w:rsidRPr="00D71E74" w:rsidRDefault="00AD4E1B" w:rsidP="00966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c>
          <w:tcPr>
            <w:tcW w:w="2943" w:type="dxa"/>
            <w:vMerge w:val="restart"/>
          </w:tcPr>
          <w:p w:rsidR="00AD4E1B" w:rsidRPr="00D71E74" w:rsidRDefault="00AD4E1B" w:rsidP="00966F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Діти, батьки яких (або особи, що їх замінюють) є </w:t>
            </w:r>
            <w:r w:rsidRPr="00D71E74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учасниками АТО/ООС,</w:t>
            </w:r>
            <w:r w:rsidRPr="00D71E7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стали особами з інвалідністю</w:t>
            </w: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368" w:type="dxa"/>
            <w:vMerge w:val="restart"/>
          </w:tcPr>
          <w:p w:rsidR="00AD4E1B" w:rsidRPr="00D71E74" w:rsidRDefault="00AD4E1B" w:rsidP="00966FD6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bCs/>
                <w:color w:val="FF0000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c>
          <w:tcPr>
            <w:tcW w:w="2943" w:type="dxa"/>
            <w:vMerge/>
          </w:tcPr>
          <w:p w:rsidR="00AD4E1B" w:rsidRPr="00D71E74" w:rsidRDefault="00AD4E1B" w:rsidP="00966F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368" w:type="dxa"/>
            <w:vMerge/>
          </w:tcPr>
          <w:p w:rsidR="00AD4E1B" w:rsidRPr="00D71E74" w:rsidRDefault="00AD4E1B" w:rsidP="00966FD6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bCs/>
                <w:color w:val="FF0000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c>
          <w:tcPr>
            <w:tcW w:w="2943" w:type="dxa"/>
            <w:vMerge/>
          </w:tcPr>
          <w:p w:rsidR="00AD4E1B" w:rsidRPr="00D71E74" w:rsidRDefault="00AD4E1B" w:rsidP="00966F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 копія посвідчення учасника бойових дій</w:t>
            </w:r>
          </w:p>
        </w:tc>
        <w:tc>
          <w:tcPr>
            <w:tcW w:w="2368" w:type="dxa"/>
            <w:vMerge/>
          </w:tcPr>
          <w:p w:rsidR="00AD4E1B" w:rsidRPr="00D71E74" w:rsidRDefault="00AD4E1B" w:rsidP="00966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c>
          <w:tcPr>
            <w:tcW w:w="2943" w:type="dxa"/>
            <w:vMerge/>
          </w:tcPr>
          <w:p w:rsidR="00AD4E1B" w:rsidRPr="00D71E74" w:rsidRDefault="00AD4E1B" w:rsidP="00966F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копія посвідчення інваліда-війни </w:t>
            </w:r>
          </w:p>
        </w:tc>
        <w:tc>
          <w:tcPr>
            <w:tcW w:w="2368" w:type="dxa"/>
            <w:vMerge/>
          </w:tcPr>
          <w:p w:rsidR="00AD4E1B" w:rsidRPr="00D71E74" w:rsidRDefault="00AD4E1B" w:rsidP="00966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rPr>
          <w:trHeight w:val="413"/>
        </w:trPr>
        <w:tc>
          <w:tcPr>
            <w:tcW w:w="2943" w:type="dxa"/>
            <w:vMerge/>
          </w:tcPr>
          <w:p w:rsidR="00AD4E1B" w:rsidRPr="00D71E74" w:rsidRDefault="00AD4E1B" w:rsidP="00966F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-копія довідки про перебування учасника АТО/ООС на обліку в Управлінні соціальної політики Бучанської міської ради</w:t>
            </w:r>
          </w:p>
        </w:tc>
        <w:tc>
          <w:tcPr>
            <w:tcW w:w="2368" w:type="dxa"/>
            <w:vMerge/>
          </w:tcPr>
          <w:p w:rsidR="00AD4E1B" w:rsidRPr="00D71E74" w:rsidRDefault="00AD4E1B" w:rsidP="00966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c>
          <w:tcPr>
            <w:tcW w:w="2943" w:type="dxa"/>
            <w:vMerge w:val="restart"/>
          </w:tcPr>
          <w:p w:rsidR="00AD4E1B" w:rsidRPr="00D71E74" w:rsidRDefault="00AD4E1B" w:rsidP="00966F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Діти, батьки яких (або особи, що їх замінюють) </w:t>
            </w:r>
            <w:r w:rsidRPr="00D71E74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є учасниками </w:t>
            </w:r>
            <w:r w:rsidRPr="00D71E7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/>
              </w:rPr>
              <w:t>АТО/ООС</w:t>
            </w: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368" w:type="dxa"/>
            <w:vMerge w:val="restart"/>
          </w:tcPr>
          <w:p w:rsidR="00AD4E1B" w:rsidRPr="00D71E74" w:rsidRDefault="00AD4E1B" w:rsidP="00966FD6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c>
          <w:tcPr>
            <w:tcW w:w="2943" w:type="dxa"/>
            <w:vMerge/>
          </w:tcPr>
          <w:p w:rsidR="00AD4E1B" w:rsidRPr="00D71E74" w:rsidRDefault="00AD4E1B" w:rsidP="00966F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368" w:type="dxa"/>
            <w:vMerge/>
          </w:tcPr>
          <w:p w:rsidR="00AD4E1B" w:rsidRPr="00D71E74" w:rsidRDefault="00AD4E1B" w:rsidP="00966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c>
          <w:tcPr>
            <w:tcW w:w="2943" w:type="dxa"/>
            <w:vMerge/>
          </w:tcPr>
          <w:p w:rsidR="00AD4E1B" w:rsidRPr="00D71E74" w:rsidRDefault="00AD4E1B" w:rsidP="00966F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 копія посвідчення учасника бойових дій</w:t>
            </w:r>
          </w:p>
        </w:tc>
        <w:tc>
          <w:tcPr>
            <w:tcW w:w="2368" w:type="dxa"/>
            <w:vMerge/>
          </w:tcPr>
          <w:p w:rsidR="00AD4E1B" w:rsidRPr="00D71E74" w:rsidRDefault="00AD4E1B" w:rsidP="00966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c>
          <w:tcPr>
            <w:tcW w:w="2943" w:type="dxa"/>
            <w:vMerge/>
          </w:tcPr>
          <w:p w:rsidR="00AD4E1B" w:rsidRPr="00D71E74" w:rsidRDefault="00AD4E1B" w:rsidP="00966F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 копія довідки про безпосередню участь особи в АТО/ООС</w:t>
            </w:r>
          </w:p>
        </w:tc>
        <w:tc>
          <w:tcPr>
            <w:tcW w:w="2368" w:type="dxa"/>
            <w:vMerge/>
          </w:tcPr>
          <w:p w:rsidR="00AD4E1B" w:rsidRPr="00D71E74" w:rsidRDefault="00AD4E1B" w:rsidP="00966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c>
          <w:tcPr>
            <w:tcW w:w="2943" w:type="dxa"/>
            <w:vMerge/>
          </w:tcPr>
          <w:p w:rsidR="00AD4E1B" w:rsidRPr="00D71E74" w:rsidRDefault="00AD4E1B" w:rsidP="00966F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-копія довідки про перебування учасника АТО/ООС на обліку в Управлінні соціальної політики Бучанської міської ради</w:t>
            </w:r>
          </w:p>
        </w:tc>
        <w:tc>
          <w:tcPr>
            <w:tcW w:w="2368" w:type="dxa"/>
            <w:vMerge/>
          </w:tcPr>
          <w:p w:rsidR="00AD4E1B" w:rsidRPr="00D71E74" w:rsidRDefault="00AD4E1B" w:rsidP="00966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rPr>
          <w:trHeight w:val="335"/>
        </w:trPr>
        <w:tc>
          <w:tcPr>
            <w:tcW w:w="2943" w:type="dxa"/>
            <w:vMerge w:val="restart"/>
          </w:tcPr>
          <w:p w:rsidR="00AD4E1B" w:rsidRPr="00D71E74" w:rsidRDefault="00AD4E1B" w:rsidP="00966F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Діти, батьки (або особи, що їх замінюють)є постраждалими учасниками Революції Гідності</w:t>
            </w: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368" w:type="dxa"/>
            <w:vMerge w:val="restart"/>
          </w:tcPr>
          <w:p w:rsidR="00AD4E1B" w:rsidRPr="00D71E74" w:rsidRDefault="00AD4E1B" w:rsidP="00966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rPr>
          <w:trHeight w:val="335"/>
        </w:trPr>
        <w:tc>
          <w:tcPr>
            <w:tcW w:w="2943" w:type="dxa"/>
            <w:vMerge/>
          </w:tcPr>
          <w:p w:rsidR="00AD4E1B" w:rsidRPr="00D71E74" w:rsidRDefault="00AD4E1B" w:rsidP="00966F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368" w:type="dxa"/>
            <w:vMerge/>
          </w:tcPr>
          <w:p w:rsidR="00AD4E1B" w:rsidRPr="00D71E74" w:rsidRDefault="00AD4E1B" w:rsidP="00966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c>
          <w:tcPr>
            <w:tcW w:w="2943" w:type="dxa"/>
            <w:vMerge/>
          </w:tcPr>
          <w:p w:rsidR="00AD4E1B" w:rsidRPr="00D71E74" w:rsidRDefault="00AD4E1B" w:rsidP="00966F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 копія посвідчення учасника Революції Гідності</w:t>
            </w:r>
          </w:p>
        </w:tc>
        <w:tc>
          <w:tcPr>
            <w:tcW w:w="2368" w:type="dxa"/>
            <w:vMerge/>
          </w:tcPr>
          <w:p w:rsidR="00AD4E1B" w:rsidRPr="00D71E74" w:rsidRDefault="00AD4E1B" w:rsidP="00966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c>
          <w:tcPr>
            <w:tcW w:w="2943" w:type="dxa"/>
            <w:vMerge/>
          </w:tcPr>
          <w:p w:rsidR="00AD4E1B" w:rsidRPr="00D71E74" w:rsidRDefault="00AD4E1B" w:rsidP="00966F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-копія довідки про перебування учасника Революції на обліку в Управлінні соціальної політики Бучанської міської ради</w:t>
            </w:r>
          </w:p>
        </w:tc>
        <w:tc>
          <w:tcPr>
            <w:tcW w:w="2368" w:type="dxa"/>
            <w:vMerge/>
          </w:tcPr>
          <w:p w:rsidR="00AD4E1B" w:rsidRPr="00D71E74" w:rsidRDefault="00AD4E1B" w:rsidP="00966F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322107">
        <w:trPr>
          <w:trHeight w:val="239"/>
        </w:trPr>
        <w:tc>
          <w:tcPr>
            <w:tcW w:w="2943" w:type="dxa"/>
            <w:vMerge w:val="restart"/>
          </w:tcPr>
          <w:p w:rsidR="00AD4E1B" w:rsidRPr="00D71E74" w:rsidRDefault="00AD4E1B" w:rsidP="00966F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Діти з інвалідністю </w:t>
            </w: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 заява одного з батьків,</w:t>
            </w:r>
          </w:p>
        </w:tc>
        <w:tc>
          <w:tcPr>
            <w:tcW w:w="2368" w:type="dxa"/>
            <w:vMerge w:val="restart"/>
          </w:tcPr>
          <w:p w:rsidR="00AD4E1B" w:rsidRPr="00D71E74" w:rsidRDefault="00AD4E1B" w:rsidP="00966FD6">
            <w:pPr>
              <w:keepNext/>
              <w:keepLines/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Батьки представляють  будь-який документ, що </w:t>
            </w:r>
            <w:r w:rsidRPr="00D71E74">
              <w:rPr>
                <w:rFonts w:ascii="Times New Roman" w:hAnsi="Times New Roman"/>
                <w:spacing w:val="2"/>
                <w:sz w:val="24"/>
                <w:szCs w:val="24"/>
                <w:lang w:val="uk-UA"/>
              </w:rPr>
              <w:t>підтверджує  проживання дитини</w:t>
            </w:r>
            <w:r w:rsidRPr="00D71E74">
              <w:rPr>
                <w:rFonts w:ascii="Times New Roman" w:hAnsi="Times New Roman"/>
                <w:spacing w:val="2"/>
                <w:sz w:val="24"/>
                <w:szCs w:val="24"/>
              </w:rPr>
              <w:t> </w:t>
            </w:r>
            <w:r w:rsidRPr="00D71E74">
              <w:rPr>
                <w:rFonts w:ascii="Times New Roman" w:hAnsi="Times New Roman"/>
                <w:spacing w:val="2"/>
                <w:sz w:val="24"/>
                <w:szCs w:val="24"/>
                <w:lang w:val="uk-UA"/>
              </w:rPr>
              <w:t>або одного з батьків на території  Бучанської МТГ</w:t>
            </w:r>
          </w:p>
        </w:tc>
      </w:tr>
      <w:tr w:rsidR="00AD4E1B" w:rsidRPr="002A19C4" w:rsidTr="00322107">
        <w:trPr>
          <w:trHeight w:val="309"/>
        </w:trPr>
        <w:tc>
          <w:tcPr>
            <w:tcW w:w="2943" w:type="dxa"/>
            <w:vMerge/>
          </w:tcPr>
          <w:p w:rsidR="00AD4E1B" w:rsidRPr="00D71E74" w:rsidRDefault="00AD4E1B" w:rsidP="00966F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368" w:type="dxa"/>
            <w:vMerge/>
          </w:tcPr>
          <w:p w:rsidR="00AD4E1B" w:rsidRPr="00D71E74" w:rsidRDefault="00AD4E1B" w:rsidP="00966FD6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D4E1B" w:rsidRPr="002A19C4" w:rsidTr="00322107">
        <w:trPr>
          <w:trHeight w:val="604"/>
        </w:trPr>
        <w:tc>
          <w:tcPr>
            <w:tcW w:w="2943" w:type="dxa"/>
            <w:vMerge/>
          </w:tcPr>
          <w:p w:rsidR="00AD4E1B" w:rsidRPr="00D71E74" w:rsidRDefault="00AD4E1B" w:rsidP="00966F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68" w:type="dxa"/>
          </w:tcPr>
          <w:p w:rsidR="00AD4E1B" w:rsidRPr="00D71E74" w:rsidRDefault="00AD4E1B" w:rsidP="00966F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-копія документа, що підтверджує належність дитини до зазначеної категорії</w:t>
            </w:r>
          </w:p>
        </w:tc>
        <w:tc>
          <w:tcPr>
            <w:tcW w:w="2368" w:type="dxa"/>
            <w:vMerge/>
          </w:tcPr>
          <w:p w:rsidR="00AD4E1B" w:rsidRPr="00D71E74" w:rsidRDefault="00AD4E1B" w:rsidP="00966FD6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AD4E1B" w:rsidRPr="00D71E74" w:rsidRDefault="00AD4E1B" w:rsidP="00D71E74">
      <w:pPr>
        <w:spacing w:after="0" w:line="240" w:lineRule="auto"/>
        <w:ind w:left="5760"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D4E1B" w:rsidRPr="00D71E74" w:rsidRDefault="00AD4E1B" w:rsidP="00D71E74">
      <w:pPr>
        <w:spacing w:after="0" w:line="240" w:lineRule="auto"/>
        <w:ind w:left="5760"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D4E1B" w:rsidRPr="00D71E74" w:rsidRDefault="00AD4E1B" w:rsidP="00D71E7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AD4E1B" w:rsidRPr="00D71E74" w:rsidRDefault="00AD4E1B" w:rsidP="00D71E7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AD4E1B" w:rsidRPr="00D71E74" w:rsidRDefault="00AD4E1B" w:rsidP="00D71E7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AD4E1B" w:rsidRPr="00A67FDD" w:rsidRDefault="00AD4E1B" w:rsidP="00A67F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>
        <w:rPr>
          <w:rFonts w:ascii="Times New Roman" w:hAnsi="Times New Roman"/>
          <w:b/>
          <w:sz w:val="24"/>
          <w:szCs w:val="24"/>
        </w:rPr>
        <w:t>ідділу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освіти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A67FDD">
        <w:rPr>
          <w:rFonts w:ascii="Times New Roman" w:hAnsi="Times New Roman"/>
          <w:b/>
          <w:sz w:val="24"/>
          <w:szCs w:val="24"/>
        </w:rPr>
        <w:tab/>
      </w:r>
      <w:r w:rsidRPr="00A67FDD">
        <w:rPr>
          <w:rFonts w:ascii="Times New Roman" w:hAnsi="Times New Roman"/>
          <w:b/>
          <w:sz w:val="24"/>
          <w:szCs w:val="24"/>
        </w:rPr>
        <w:tab/>
        <w:t>Олег ЦИМБАЛ</w:t>
      </w:r>
    </w:p>
    <w:p w:rsidR="00AD4E1B" w:rsidRPr="00D71E74" w:rsidRDefault="00AD4E1B" w:rsidP="00A67FD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Pr="00D71E74" w:rsidRDefault="00AD4E1B" w:rsidP="00D71E7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  <w:sectPr w:rsidR="00AD4E1B" w:rsidRPr="00D71E74" w:rsidSect="003F68FB">
          <w:pgSz w:w="11906" w:h="16838"/>
          <w:pgMar w:top="993" w:right="851" w:bottom="1134" w:left="1701" w:header="709" w:footer="709" w:gutter="0"/>
          <w:cols w:space="720"/>
          <w:docGrid w:linePitch="326"/>
        </w:sectPr>
      </w:pPr>
    </w:p>
    <w:p w:rsidR="00AD4E1B" w:rsidRDefault="00AD4E1B" w:rsidP="00C57626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AD4E1B" w:rsidRPr="00C57626" w:rsidRDefault="00AD4E1B" w:rsidP="00EB7AB2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  <w:r w:rsidRPr="00C57626">
        <w:rPr>
          <w:rFonts w:ascii="Times New Roman" w:hAnsi="Times New Roman"/>
          <w:sz w:val="20"/>
          <w:szCs w:val="20"/>
        </w:rPr>
        <w:t>Додаток</w:t>
      </w:r>
      <w:r>
        <w:rPr>
          <w:rFonts w:ascii="Times New Roman" w:hAnsi="Times New Roman"/>
          <w:sz w:val="20"/>
          <w:szCs w:val="20"/>
          <w:lang w:val="uk-UA"/>
        </w:rPr>
        <w:t xml:space="preserve"> 2</w:t>
      </w:r>
    </w:p>
    <w:p w:rsidR="00AD4E1B" w:rsidRPr="00FA72D8" w:rsidRDefault="00AD4E1B" w:rsidP="00EB7AB2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  <w:r w:rsidRPr="00FA72D8">
        <w:rPr>
          <w:rFonts w:ascii="Times New Roman" w:hAnsi="Times New Roman"/>
          <w:sz w:val="20"/>
          <w:szCs w:val="20"/>
          <w:lang w:val="uk-UA"/>
        </w:rPr>
        <w:t>до рішення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FA72D8">
        <w:rPr>
          <w:rFonts w:ascii="Times New Roman" w:hAnsi="Times New Roman"/>
          <w:sz w:val="20"/>
          <w:szCs w:val="20"/>
          <w:lang w:val="uk-UA"/>
        </w:rPr>
        <w:t>виконавчого</w:t>
      </w:r>
      <w:r>
        <w:rPr>
          <w:rFonts w:ascii="Times New Roman" w:hAnsi="Times New Roman"/>
          <w:sz w:val="20"/>
          <w:szCs w:val="20"/>
          <w:lang w:val="uk-UA"/>
        </w:rPr>
        <w:tab/>
      </w:r>
      <w:r w:rsidRPr="00FA72D8">
        <w:rPr>
          <w:rFonts w:ascii="Times New Roman" w:hAnsi="Times New Roman"/>
          <w:sz w:val="20"/>
          <w:szCs w:val="20"/>
          <w:lang w:val="uk-UA"/>
        </w:rPr>
        <w:t>комітету</w:t>
      </w:r>
    </w:p>
    <w:p w:rsidR="00AD4E1B" w:rsidRPr="00FA72D8" w:rsidRDefault="00AD4E1B" w:rsidP="00EB7AB2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  <w:lang w:val="uk-UA"/>
        </w:rPr>
      </w:pPr>
      <w:r w:rsidRPr="00FA72D8">
        <w:rPr>
          <w:rFonts w:ascii="Times New Roman" w:hAnsi="Times New Roman"/>
          <w:sz w:val="20"/>
          <w:szCs w:val="20"/>
          <w:lang w:val="uk-UA"/>
        </w:rPr>
        <w:t>Бучанськоїміської ради</w:t>
      </w:r>
    </w:p>
    <w:p w:rsidR="00AD4E1B" w:rsidRPr="00C57626" w:rsidRDefault="00AD4E1B" w:rsidP="00FA72D8">
      <w:pPr>
        <w:spacing w:after="0" w:line="240" w:lineRule="auto"/>
        <w:ind w:left="5664" w:firstLine="708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«21» вересня </w:t>
      </w:r>
      <w:r w:rsidRPr="00FA72D8">
        <w:rPr>
          <w:rFonts w:ascii="Times New Roman" w:hAnsi="Times New Roman"/>
          <w:sz w:val="20"/>
          <w:szCs w:val="20"/>
          <w:lang w:val="uk-UA"/>
        </w:rPr>
        <w:t>20</w:t>
      </w:r>
      <w:r w:rsidRPr="00C57626">
        <w:rPr>
          <w:rFonts w:ascii="Times New Roman" w:hAnsi="Times New Roman"/>
          <w:sz w:val="20"/>
          <w:szCs w:val="20"/>
          <w:lang w:val="uk-UA"/>
        </w:rPr>
        <w:t>2</w:t>
      </w:r>
      <w:r>
        <w:rPr>
          <w:rFonts w:ascii="Times New Roman" w:hAnsi="Times New Roman"/>
          <w:sz w:val="20"/>
          <w:szCs w:val="20"/>
          <w:lang w:val="uk-UA"/>
        </w:rPr>
        <w:t>1</w:t>
      </w:r>
      <w:r w:rsidRPr="00FA72D8">
        <w:rPr>
          <w:rFonts w:ascii="Times New Roman" w:hAnsi="Times New Roman"/>
          <w:sz w:val="20"/>
          <w:szCs w:val="20"/>
          <w:lang w:val="uk-UA"/>
        </w:rPr>
        <w:t xml:space="preserve"> р. №702</w:t>
      </w:r>
    </w:p>
    <w:p w:rsidR="00AD4E1B" w:rsidRDefault="00AD4E1B" w:rsidP="00C576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D4E1B" w:rsidRPr="00923CA0" w:rsidRDefault="00AD4E1B" w:rsidP="00923CA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081B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Перелік документів</w:t>
      </w:r>
    </w:p>
    <w:p w:rsidR="00AD4E1B" w:rsidRPr="00081BC9" w:rsidRDefault="00AD4E1B" w:rsidP="00081B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81BC9">
        <w:rPr>
          <w:rFonts w:ascii="Times New Roman" w:hAnsi="Times New Roman"/>
          <w:b/>
          <w:sz w:val="24"/>
          <w:szCs w:val="24"/>
          <w:lang w:val="uk-UA"/>
        </w:rPr>
        <w:t>для забезпечення безкоштовним харчуванням дітей пільгових категорій та пільгової оплати за харчування дітей пільгової категорії, які відвідують заклади дошкільної освіти та проживають на території Бучанської міської територіальної громади</w:t>
      </w:r>
    </w:p>
    <w:p w:rsidR="00AD4E1B" w:rsidRDefault="00AD4E1B" w:rsidP="00914F9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5811"/>
      </w:tblGrid>
      <w:tr w:rsidR="00AD4E1B" w:rsidRPr="002A19C4" w:rsidTr="004B1CBD">
        <w:tc>
          <w:tcPr>
            <w:tcW w:w="3936" w:type="dxa"/>
          </w:tcPr>
          <w:p w:rsidR="00AD4E1B" w:rsidRPr="00923CA0" w:rsidRDefault="00AD4E1B" w:rsidP="00923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Пільгова категорія</w:t>
            </w:r>
          </w:p>
        </w:tc>
        <w:tc>
          <w:tcPr>
            <w:tcW w:w="5811" w:type="dxa"/>
          </w:tcPr>
          <w:p w:rsidR="00AD4E1B" w:rsidRPr="00923CA0" w:rsidRDefault="00AD4E1B" w:rsidP="00923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Перелік документів</w:t>
            </w:r>
          </w:p>
        </w:tc>
      </w:tr>
      <w:tr w:rsidR="00AD4E1B" w:rsidRPr="002A19C4" w:rsidTr="004B1CBD">
        <w:tc>
          <w:tcPr>
            <w:tcW w:w="3936" w:type="dxa"/>
            <w:vMerge w:val="restart"/>
          </w:tcPr>
          <w:p w:rsidR="00AD4E1B" w:rsidRPr="00923CA0" w:rsidRDefault="00AD4E1B" w:rsidP="00923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Діти-сироти,</w:t>
            </w:r>
          </w:p>
          <w:p w:rsidR="00AD4E1B" w:rsidRPr="00923CA0" w:rsidRDefault="00AD4E1B" w:rsidP="00923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діти, позбавлені батьківського піклування</w:t>
            </w:r>
          </w:p>
        </w:tc>
        <w:tc>
          <w:tcPr>
            <w:tcW w:w="5811" w:type="dxa"/>
          </w:tcPr>
          <w:p w:rsidR="00AD4E1B" w:rsidRPr="00F610A7" w:rsidRDefault="00AD4E1B" w:rsidP="00923C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>- заява опікуна (піклувальника)</w:t>
            </w:r>
          </w:p>
        </w:tc>
      </w:tr>
      <w:tr w:rsidR="00AD4E1B" w:rsidRPr="002A19C4" w:rsidTr="004B1CBD">
        <w:tc>
          <w:tcPr>
            <w:tcW w:w="3936" w:type="dxa"/>
            <w:vMerge/>
            <w:vAlign w:val="center"/>
          </w:tcPr>
          <w:p w:rsidR="00AD4E1B" w:rsidRPr="00923CA0" w:rsidRDefault="00AD4E1B" w:rsidP="00923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923C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AD4E1B" w:rsidRPr="002A19C4" w:rsidTr="004B1CBD">
        <w:trPr>
          <w:trHeight w:val="572"/>
        </w:trPr>
        <w:tc>
          <w:tcPr>
            <w:tcW w:w="3936" w:type="dxa"/>
            <w:vMerge/>
            <w:vAlign w:val="center"/>
          </w:tcPr>
          <w:p w:rsidR="00AD4E1B" w:rsidRPr="00923CA0" w:rsidRDefault="00AD4E1B" w:rsidP="00923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923C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>-копія рішення виконкому про призначення піклувальника</w:t>
            </w:r>
          </w:p>
        </w:tc>
      </w:tr>
      <w:tr w:rsidR="00AD4E1B" w:rsidRPr="002A19C4" w:rsidTr="004B1CBD">
        <w:tc>
          <w:tcPr>
            <w:tcW w:w="3936" w:type="dxa"/>
            <w:vMerge w:val="restart"/>
          </w:tcPr>
          <w:p w:rsidR="00AD4E1B" w:rsidRPr="00923CA0" w:rsidRDefault="00AD4E1B" w:rsidP="00923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D4E1B" w:rsidRPr="00923CA0" w:rsidRDefault="00AD4E1B" w:rsidP="00923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Діти з інвалідністю</w:t>
            </w:r>
          </w:p>
        </w:tc>
        <w:tc>
          <w:tcPr>
            <w:tcW w:w="5811" w:type="dxa"/>
          </w:tcPr>
          <w:p w:rsidR="00AD4E1B" w:rsidRPr="00F610A7" w:rsidRDefault="00AD4E1B" w:rsidP="00923C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AD4E1B" w:rsidRPr="002A19C4" w:rsidTr="004B1CBD">
        <w:tc>
          <w:tcPr>
            <w:tcW w:w="3936" w:type="dxa"/>
            <w:vMerge/>
            <w:vAlign w:val="center"/>
          </w:tcPr>
          <w:p w:rsidR="00AD4E1B" w:rsidRPr="00923CA0" w:rsidRDefault="00AD4E1B" w:rsidP="00923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923C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AD4E1B" w:rsidRPr="00FA72D8" w:rsidTr="004B1CBD">
        <w:tc>
          <w:tcPr>
            <w:tcW w:w="3936" w:type="dxa"/>
            <w:vMerge/>
            <w:vAlign w:val="center"/>
          </w:tcPr>
          <w:p w:rsidR="00AD4E1B" w:rsidRPr="00923CA0" w:rsidRDefault="00AD4E1B" w:rsidP="00923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923C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>- копія посвідчення дитини з інвалідністю</w:t>
            </w:r>
          </w:p>
        </w:tc>
      </w:tr>
      <w:tr w:rsidR="00AD4E1B" w:rsidRPr="002A19C4" w:rsidTr="004B1CBD">
        <w:tc>
          <w:tcPr>
            <w:tcW w:w="3936" w:type="dxa"/>
            <w:vMerge w:val="restart"/>
          </w:tcPr>
          <w:p w:rsidR="00AD4E1B" w:rsidRPr="00923CA0" w:rsidRDefault="00AD4E1B" w:rsidP="00923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Діти з малозабезпечених сімей, сім’ї яких відповідно до чинного законодавства одержують державну соціальну допомогу малозабезпеченим</w:t>
            </w:r>
          </w:p>
        </w:tc>
        <w:tc>
          <w:tcPr>
            <w:tcW w:w="5811" w:type="dxa"/>
          </w:tcPr>
          <w:p w:rsidR="00AD4E1B" w:rsidRPr="00F610A7" w:rsidRDefault="00AD4E1B" w:rsidP="00923C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AD4E1B" w:rsidRPr="002A19C4" w:rsidTr="004B1CBD">
        <w:tc>
          <w:tcPr>
            <w:tcW w:w="3936" w:type="dxa"/>
            <w:vMerge/>
            <w:vAlign w:val="center"/>
          </w:tcPr>
          <w:p w:rsidR="00AD4E1B" w:rsidRPr="00923CA0" w:rsidRDefault="00AD4E1B" w:rsidP="00923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923C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AD4E1B" w:rsidRPr="002A19C4" w:rsidTr="004B1CBD">
        <w:tc>
          <w:tcPr>
            <w:tcW w:w="3936" w:type="dxa"/>
            <w:vMerge/>
            <w:vAlign w:val="center"/>
          </w:tcPr>
          <w:p w:rsidR="00AD4E1B" w:rsidRPr="00923CA0" w:rsidRDefault="00AD4E1B" w:rsidP="00923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923C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копія довідки про призначення державної соціальної допомоги малозабезпеченим сім’ям</w:t>
            </w:r>
          </w:p>
        </w:tc>
      </w:tr>
      <w:tr w:rsidR="00AD4E1B" w:rsidRPr="002A19C4" w:rsidTr="004B1CBD">
        <w:tc>
          <w:tcPr>
            <w:tcW w:w="3936" w:type="dxa"/>
            <w:vMerge w:val="restart"/>
          </w:tcPr>
          <w:p w:rsidR="00AD4E1B" w:rsidRPr="00923CA0" w:rsidRDefault="00AD4E1B" w:rsidP="00923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Діти, які потребують корекції розумового та (або) фізичного розвитку</w:t>
            </w:r>
          </w:p>
        </w:tc>
        <w:tc>
          <w:tcPr>
            <w:tcW w:w="5811" w:type="dxa"/>
          </w:tcPr>
          <w:p w:rsidR="00AD4E1B" w:rsidRPr="00F610A7" w:rsidRDefault="00AD4E1B" w:rsidP="00923C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AD4E1B" w:rsidRPr="002A19C4" w:rsidTr="004B1CBD">
        <w:tc>
          <w:tcPr>
            <w:tcW w:w="3936" w:type="dxa"/>
            <w:vMerge/>
            <w:vAlign w:val="center"/>
          </w:tcPr>
          <w:p w:rsidR="00AD4E1B" w:rsidRPr="00923CA0" w:rsidRDefault="00AD4E1B" w:rsidP="00923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923C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AD4E1B" w:rsidRPr="002A19C4" w:rsidTr="004B1CBD">
        <w:tc>
          <w:tcPr>
            <w:tcW w:w="3936" w:type="dxa"/>
            <w:vMerge/>
            <w:vAlign w:val="center"/>
          </w:tcPr>
          <w:p w:rsidR="00AD4E1B" w:rsidRPr="00923CA0" w:rsidRDefault="00AD4E1B" w:rsidP="00923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923C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копія висновку про комплексну психолого-педагогічну оцінку розвитку дитини </w:t>
            </w:r>
          </w:p>
        </w:tc>
      </w:tr>
      <w:tr w:rsidR="00AD4E1B" w:rsidRPr="002A19C4" w:rsidTr="004B1CBD">
        <w:tc>
          <w:tcPr>
            <w:tcW w:w="3936" w:type="dxa"/>
            <w:vMerge w:val="restart"/>
            <w:vAlign w:val="center"/>
          </w:tcPr>
          <w:p w:rsidR="00AD4E1B" w:rsidRPr="00AB3EC8" w:rsidRDefault="00AD4E1B" w:rsidP="00AB3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1E7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Діти із числа внутрішньо переміщених осіб</w:t>
            </w:r>
          </w:p>
        </w:tc>
        <w:tc>
          <w:tcPr>
            <w:tcW w:w="5811" w:type="dxa"/>
          </w:tcPr>
          <w:p w:rsidR="00AD4E1B" w:rsidRPr="00F610A7" w:rsidRDefault="00AD4E1B" w:rsidP="00AB3E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AD4E1B" w:rsidRPr="002A19C4" w:rsidTr="004B1CBD">
        <w:tc>
          <w:tcPr>
            <w:tcW w:w="3936" w:type="dxa"/>
            <w:vMerge/>
            <w:vAlign w:val="center"/>
          </w:tcPr>
          <w:p w:rsidR="00AD4E1B" w:rsidRPr="00D71E74" w:rsidRDefault="00AD4E1B" w:rsidP="00AB3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AB3E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AD4E1B" w:rsidRPr="002A19C4" w:rsidTr="004B1CBD">
        <w:tc>
          <w:tcPr>
            <w:tcW w:w="3936" w:type="dxa"/>
            <w:vMerge/>
            <w:vAlign w:val="center"/>
          </w:tcPr>
          <w:p w:rsidR="00AD4E1B" w:rsidRPr="00D71E74" w:rsidRDefault="00AD4E1B" w:rsidP="00AB3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AB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-довідка про взяття на облік внутрішньопереміщеної особи</w:t>
            </w:r>
          </w:p>
        </w:tc>
      </w:tr>
      <w:tr w:rsidR="00AD4E1B" w:rsidRPr="002A19C4" w:rsidTr="004B1CBD">
        <w:tc>
          <w:tcPr>
            <w:tcW w:w="3936" w:type="dxa"/>
            <w:vMerge w:val="restart"/>
            <w:vAlign w:val="center"/>
          </w:tcPr>
          <w:p w:rsidR="00AD4E1B" w:rsidRPr="00D71E74" w:rsidRDefault="00AD4E1B" w:rsidP="00AB3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Діти, які мають статус дитини, яка постраждала внаслідок воєнних дій і збройних конфліктів</w:t>
            </w:r>
          </w:p>
        </w:tc>
        <w:tc>
          <w:tcPr>
            <w:tcW w:w="5811" w:type="dxa"/>
          </w:tcPr>
          <w:p w:rsidR="00AD4E1B" w:rsidRPr="00F610A7" w:rsidRDefault="00AD4E1B" w:rsidP="00AB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AD4E1B" w:rsidRPr="002A19C4" w:rsidTr="004B1CBD">
        <w:tc>
          <w:tcPr>
            <w:tcW w:w="3936" w:type="dxa"/>
            <w:vMerge/>
            <w:vAlign w:val="center"/>
          </w:tcPr>
          <w:p w:rsidR="00AD4E1B" w:rsidRPr="00D71E74" w:rsidRDefault="00AD4E1B" w:rsidP="00AB3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AB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AD4E1B" w:rsidRPr="002A19C4" w:rsidTr="004B1CBD">
        <w:trPr>
          <w:trHeight w:val="873"/>
        </w:trPr>
        <w:tc>
          <w:tcPr>
            <w:tcW w:w="3936" w:type="dxa"/>
            <w:vMerge/>
            <w:vAlign w:val="center"/>
          </w:tcPr>
          <w:p w:rsidR="00AD4E1B" w:rsidRPr="00D71E74" w:rsidRDefault="00AD4E1B" w:rsidP="00AB3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D71E74" w:rsidRDefault="00AD4E1B" w:rsidP="00AB3EC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рішення виконавчого комітету про</w:t>
            </w:r>
          </w:p>
          <w:p w:rsidR="00AD4E1B" w:rsidRPr="00F610A7" w:rsidRDefault="00AD4E1B" w:rsidP="00AB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встановлення статусу дитини, яка постраждала внаслідок воєнних дій і збройних конфліктів</w:t>
            </w:r>
          </w:p>
        </w:tc>
      </w:tr>
      <w:tr w:rsidR="00AD4E1B" w:rsidRPr="002A19C4" w:rsidTr="004B1CBD">
        <w:tc>
          <w:tcPr>
            <w:tcW w:w="3936" w:type="dxa"/>
            <w:vMerge w:val="restart"/>
          </w:tcPr>
          <w:p w:rsidR="00AD4E1B" w:rsidRPr="00923CA0" w:rsidRDefault="00AD4E1B" w:rsidP="00AB3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Діти заги</w:t>
            </w:r>
            <w:r w:rsidRPr="002A19C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</w:t>
            </w:r>
            <w:r w:rsidRPr="00923C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ли</w:t>
            </w:r>
            <w:r w:rsidRPr="002A19C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х (померлих) учасників </w:t>
            </w:r>
            <w:r w:rsidRPr="00923C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АТО</w:t>
            </w:r>
            <w:r w:rsidRPr="002A19C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/ООС</w:t>
            </w:r>
          </w:p>
          <w:p w:rsidR="00AD4E1B" w:rsidRPr="00923CA0" w:rsidRDefault="00AD4E1B" w:rsidP="00AB3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AB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>- заява матері (батька)</w:t>
            </w:r>
          </w:p>
        </w:tc>
      </w:tr>
      <w:tr w:rsidR="00AD4E1B" w:rsidRPr="002A19C4" w:rsidTr="004B1CBD">
        <w:tc>
          <w:tcPr>
            <w:tcW w:w="3936" w:type="dxa"/>
            <w:vMerge/>
          </w:tcPr>
          <w:p w:rsidR="00AD4E1B" w:rsidRPr="00923CA0" w:rsidRDefault="00AD4E1B" w:rsidP="00AB3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AB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AD4E1B" w:rsidRPr="002A19C4" w:rsidTr="004B1CBD">
        <w:tc>
          <w:tcPr>
            <w:tcW w:w="3936" w:type="dxa"/>
            <w:vMerge/>
          </w:tcPr>
          <w:p w:rsidR="00AD4E1B" w:rsidRPr="00923CA0" w:rsidRDefault="00AD4E1B" w:rsidP="00AB3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AB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-копія свідоцтва про смерть </w:t>
            </w:r>
          </w:p>
        </w:tc>
      </w:tr>
      <w:tr w:rsidR="00AD4E1B" w:rsidRPr="002A19C4" w:rsidTr="004B1CBD">
        <w:tc>
          <w:tcPr>
            <w:tcW w:w="3936" w:type="dxa"/>
            <w:vMerge/>
          </w:tcPr>
          <w:p w:rsidR="00AD4E1B" w:rsidRPr="00923CA0" w:rsidRDefault="00AD4E1B" w:rsidP="00AB3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AB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-копія довідки про встановлення «статусу члена сім’ї загиблого (померлого) ветерана війни  </w:t>
            </w:r>
          </w:p>
        </w:tc>
      </w:tr>
      <w:tr w:rsidR="00AD4E1B" w:rsidRPr="002A19C4" w:rsidTr="004B1CBD">
        <w:tc>
          <w:tcPr>
            <w:tcW w:w="3936" w:type="dxa"/>
            <w:vMerge/>
          </w:tcPr>
          <w:p w:rsidR="00AD4E1B" w:rsidRPr="00923CA0" w:rsidRDefault="00AD4E1B" w:rsidP="00AB3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AB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-копія довідки про перебування матері (батька) на обліку в Управлінні соціальної політики Бучанської міської ради</w:t>
            </w:r>
          </w:p>
        </w:tc>
      </w:tr>
      <w:tr w:rsidR="00AD4E1B" w:rsidRPr="002A19C4" w:rsidTr="004B1CBD">
        <w:tc>
          <w:tcPr>
            <w:tcW w:w="3936" w:type="dxa"/>
            <w:vMerge w:val="restart"/>
          </w:tcPr>
          <w:p w:rsidR="00AD4E1B" w:rsidRPr="00923CA0" w:rsidRDefault="00AD4E1B" w:rsidP="00AB3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Діти, батьки яких</w:t>
            </w:r>
            <w:r w:rsidRPr="002A19C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</w:t>
            </w:r>
            <w:r w:rsidRPr="00923C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або особи, що їх замінюють</w:t>
            </w:r>
            <w:r w:rsidRPr="002A19C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</w:t>
            </w:r>
            <w:r w:rsidRPr="00923C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стали </w:t>
            </w:r>
            <w:r w:rsidRPr="002A19C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особами з </w:t>
            </w:r>
            <w:r w:rsidRPr="00923C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інвалід</w:t>
            </w:r>
            <w:r w:rsidRPr="002A19C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ністю, учасники</w:t>
            </w:r>
            <w:r w:rsidRPr="00923C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АТО</w:t>
            </w:r>
            <w:r w:rsidRPr="002A19C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/ООС</w:t>
            </w:r>
          </w:p>
        </w:tc>
        <w:tc>
          <w:tcPr>
            <w:tcW w:w="5811" w:type="dxa"/>
          </w:tcPr>
          <w:p w:rsidR="00AD4E1B" w:rsidRPr="00F610A7" w:rsidRDefault="00AD4E1B" w:rsidP="00AB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AD4E1B" w:rsidRPr="002A19C4" w:rsidTr="004B1CBD">
        <w:tc>
          <w:tcPr>
            <w:tcW w:w="3936" w:type="dxa"/>
            <w:vMerge/>
          </w:tcPr>
          <w:p w:rsidR="00AD4E1B" w:rsidRPr="00923CA0" w:rsidRDefault="00AD4E1B" w:rsidP="00AB3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AB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AD4E1B" w:rsidRPr="002A19C4" w:rsidTr="004B1CBD">
        <w:tc>
          <w:tcPr>
            <w:tcW w:w="3936" w:type="dxa"/>
            <w:vMerge/>
          </w:tcPr>
          <w:p w:rsidR="00AD4E1B" w:rsidRPr="00923CA0" w:rsidRDefault="00AD4E1B" w:rsidP="00AB3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AB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>-копія посвідчення учасника бойових дій</w:t>
            </w:r>
          </w:p>
        </w:tc>
      </w:tr>
      <w:tr w:rsidR="00AD4E1B" w:rsidRPr="002A19C4" w:rsidTr="004B1CBD">
        <w:tc>
          <w:tcPr>
            <w:tcW w:w="3936" w:type="dxa"/>
            <w:vMerge/>
          </w:tcPr>
          <w:p w:rsidR="00AD4E1B" w:rsidRPr="00923CA0" w:rsidRDefault="00AD4E1B" w:rsidP="00AB3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AB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-копія посвідчення інваліда-війни </w:t>
            </w:r>
          </w:p>
        </w:tc>
      </w:tr>
      <w:tr w:rsidR="00AD4E1B" w:rsidRPr="002A19C4" w:rsidTr="004B1CBD">
        <w:tc>
          <w:tcPr>
            <w:tcW w:w="3936" w:type="dxa"/>
            <w:vMerge/>
          </w:tcPr>
          <w:p w:rsidR="00AD4E1B" w:rsidRPr="00923CA0" w:rsidRDefault="00AD4E1B" w:rsidP="00AB3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AB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-копія довідки про перебування учасника АТО/ООС на обліку в Упра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влінні соціальної політики Бучан</w:t>
            </w: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ської міської ради</w:t>
            </w:r>
          </w:p>
        </w:tc>
      </w:tr>
      <w:tr w:rsidR="00AD4E1B" w:rsidRPr="002A19C4" w:rsidTr="004B1CBD">
        <w:tc>
          <w:tcPr>
            <w:tcW w:w="3936" w:type="dxa"/>
            <w:vMerge w:val="restart"/>
          </w:tcPr>
          <w:p w:rsidR="00AD4E1B" w:rsidRPr="00923CA0" w:rsidRDefault="00AD4E1B" w:rsidP="00AB3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Діти, батьки </w:t>
            </w:r>
            <w:r w:rsidRPr="002A19C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яких, </w:t>
            </w:r>
            <w:r w:rsidRPr="00923C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або особи, що їх замінюють</w:t>
            </w:r>
            <w:r w:rsidRPr="002A19C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</w:t>
            </w:r>
            <w:r w:rsidRPr="00923C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є учасниками АТО</w:t>
            </w:r>
            <w:r w:rsidRPr="002A19C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/ООС</w:t>
            </w:r>
          </w:p>
        </w:tc>
        <w:tc>
          <w:tcPr>
            <w:tcW w:w="5811" w:type="dxa"/>
          </w:tcPr>
          <w:p w:rsidR="00AD4E1B" w:rsidRPr="00F610A7" w:rsidRDefault="00AD4E1B" w:rsidP="00AB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AD4E1B" w:rsidRPr="002A19C4" w:rsidTr="004B1CBD">
        <w:tc>
          <w:tcPr>
            <w:tcW w:w="3936" w:type="dxa"/>
            <w:vMerge/>
          </w:tcPr>
          <w:p w:rsidR="00AD4E1B" w:rsidRPr="00923CA0" w:rsidRDefault="00AD4E1B" w:rsidP="00AB3E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AB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AD4E1B" w:rsidRPr="002A19C4" w:rsidTr="004B1CBD">
        <w:tc>
          <w:tcPr>
            <w:tcW w:w="3936" w:type="dxa"/>
            <w:vMerge/>
          </w:tcPr>
          <w:p w:rsidR="00AD4E1B" w:rsidRPr="00923CA0" w:rsidRDefault="00AD4E1B" w:rsidP="00AB3E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AB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>-копія посвідчення учасника бойових дій</w:t>
            </w:r>
          </w:p>
        </w:tc>
      </w:tr>
      <w:tr w:rsidR="00AD4E1B" w:rsidRPr="00FA72D8" w:rsidTr="004B1CBD">
        <w:trPr>
          <w:trHeight w:val="987"/>
        </w:trPr>
        <w:tc>
          <w:tcPr>
            <w:tcW w:w="3936" w:type="dxa"/>
            <w:vMerge/>
          </w:tcPr>
          <w:p w:rsidR="00AD4E1B" w:rsidRPr="00923CA0" w:rsidRDefault="00AD4E1B" w:rsidP="00AB3E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AB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-копія довідки про безпосередню участь особи в антитерористичній операції, забезпеченні її проведення і захисті незалежності, суверенітету та територіальної цілісності України </w:t>
            </w:r>
          </w:p>
        </w:tc>
      </w:tr>
      <w:tr w:rsidR="00AD4E1B" w:rsidRPr="002A19C4" w:rsidTr="004B1CBD">
        <w:tc>
          <w:tcPr>
            <w:tcW w:w="3936" w:type="dxa"/>
            <w:vMerge/>
          </w:tcPr>
          <w:p w:rsidR="00AD4E1B" w:rsidRPr="00923CA0" w:rsidRDefault="00AD4E1B" w:rsidP="00AB3E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AB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-копія довідки про перебування учасника АТО/ООС на обліку в Управлінні соціальної політики Бучанської міської ради</w:t>
            </w:r>
          </w:p>
        </w:tc>
      </w:tr>
      <w:tr w:rsidR="00AD4E1B" w:rsidRPr="002A19C4" w:rsidTr="004B1CBD">
        <w:tc>
          <w:tcPr>
            <w:tcW w:w="3936" w:type="dxa"/>
            <w:vMerge w:val="restart"/>
          </w:tcPr>
          <w:p w:rsidR="00AD4E1B" w:rsidRPr="00923CA0" w:rsidRDefault="00AD4E1B" w:rsidP="00AB3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Діти, батьки</w:t>
            </w:r>
            <w:r w:rsidRPr="002A19C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яких, </w:t>
            </w:r>
            <w:r w:rsidRPr="00923C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або особи, що їх замінюють</w:t>
            </w:r>
            <w:r w:rsidRPr="002A19C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</w:t>
            </w:r>
            <w:r w:rsidRPr="00923C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є </w:t>
            </w:r>
            <w:r w:rsidRPr="002A19C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постраждалими учасниками Революції Гідності </w:t>
            </w:r>
          </w:p>
        </w:tc>
        <w:tc>
          <w:tcPr>
            <w:tcW w:w="5811" w:type="dxa"/>
          </w:tcPr>
          <w:p w:rsidR="00AD4E1B" w:rsidRPr="00F610A7" w:rsidRDefault="00AD4E1B" w:rsidP="00AB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AD4E1B" w:rsidRPr="002A19C4" w:rsidTr="004B1CBD">
        <w:tc>
          <w:tcPr>
            <w:tcW w:w="3936" w:type="dxa"/>
            <w:vMerge/>
          </w:tcPr>
          <w:p w:rsidR="00AD4E1B" w:rsidRPr="00923CA0" w:rsidRDefault="00AD4E1B" w:rsidP="00AB3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AB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AD4E1B" w:rsidRPr="002A19C4" w:rsidTr="004B1CBD">
        <w:tc>
          <w:tcPr>
            <w:tcW w:w="3936" w:type="dxa"/>
            <w:vMerge/>
          </w:tcPr>
          <w:p w:rsidR="00AD4E1B" w:rsidRPr="002A19C4" w:rsidRDefault="00AD4E1B" w:rsidP="00AB3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AB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-копія посвідчення </w:t>
            </w:r>
            <w:r w:rsidRPr="002A19C4">
              <w:rPr>
                <w:rFonts w:ascii="Times New Roman" w:hAnsi="Times New Roman"/>
                <w:sz w:val="24"/>
                <w:szCs w:val="24"/>
                <w:lang w:val="uk-UA"/>
              </w:rPr>
              <w:t>постраждалого учасника Революції Гідності</w:t>
            </w:r>
          </w:p>
        </w:tc>
      </w:tr>
      <w:tr w:rsidR="00AD4E1B" w:rsidRPr="00FA72D8" w:rsidTr="004B1CBD">
        <w:tc>
          <w:tcPr>
            <w:tcW w:w="3936" w:type="dxa"/>
            <w:vMerge/>
          </w:tcPr>
          <w:p w:rsidR="00AD4E1B" w:rsidRPr="002A19C4" w:rsidRDefault="00AD4E1B" w:rsidP="00AB3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1" w:type="dxa"/>
          </w:tcPr>
          <w:p w:rsidR="00AD4E1B" w:rsidRPr="00F610A7" w:rsidRDefault="00AD4E1B" w:rsidP="00AB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-копія довідки про перебування учасника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Ревоюції</w:t>
            </w:r>
            <w:r w:rsidRPr="00D71E74">
              <w:rPr>
                <w:rFonts w:ascii="Times New Roman" w:hAnsi="Times New Roman"/>
                <w:sz w:val="24"/>
                <w:szCs w:val="24"/>
                <w:lang w:val="uk-UA"/>
              </w:rPr>
              <w:t>на обліку в Управлінні соціальної політики Бучанської міської ради</w:t>
            </w:r>
          </w:p>
        </w:tc>
      </w:tr>
    </w:tbl>
    <w:p w:rsidR="00AD4E1B" w:rsidRPr="00923CA0" w:rsidRDefault="00AD4E1B" w:rsidP="00923C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D4E1B" w:rsidRPr="00923CA0" w:rsidRDefault="00AD4E1B" w:rsidP="00923CA0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Pr="00A67FDD" w:rsidRDefault="00AD4E1B" w:rsidP="00A67F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>
        <w:rPr>
          <w:rFonts w:ascii="Times New Roman" w:hAnsi="Times New Roman"/>
          <w:b/>
          <w:sz w:val="24"/>
          <w:szCs w:val="24"/>
        </w:rPr>
        <w:t>ідділу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освіти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A67FDD">
        <w:rPr>
          <w:rFonts w:ascii="Times New Roman" w:hAnsi="Times New Roman"/>
          <w:b/>
          <w:sz w:val="24"/>
          <w:szCs w:val="24"/>
        </w:rPr>
        <w:tab/>
      </w:r>
      <w:r w:rsidRPr="00A67FDD">
        <w:rPr>
          <w:rFonts w:ascii="Times New Roman" w:hAnsi="Times New Roman"/>
          <w:b/>
          <w:sz w:val="24"/>
          <w:szCs w:val="24"/>
        </w:rPr>
        <w:tab/>
        <w:t>Олег ЦИМБАЛ</w:t>
      </w: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Pr="008C1230" w:rsidRDefault="00AD4E1B" w:rsidP="00FA72D8">
      <w:pPr>
        <w:spacing w:after="0" w:line="240" w:lineRule="auto"/>
        <w:ind w:left="3540" w:firstLine="708"/>
        <w:jc w:val="center"/>
        <w:rPr>
          <w:rFonts w:ascii="Times New Roman" w:hAnsi="Times New Roman"/>
          <w:sz w:val="20"/>
          <w:szCs w:val="20"/>
          <w:lang w:val="uk-UA"/>
        </w:rPr>
      </w:pPr>
      <w:r w:rsidRPr="00C57626">
        <w:rPr>
          <w:rFonts w:ascii="Times New Roman" w:hAnsi="Times New Roman"/>
          <w:sz w:val="20"/>
          <w:szCs w:val="20"/>
        </w:rPr>
        <w:t>Додаток</w:t>
      </w:r>
      <w:r>
        <w:rPr>
          <w:rFonts w:ascii="Times New Roman" w:hAnsi="Times New Roman"/>
          <w:sz w:val="20"/>
          <w:szCs w:val="20"/>
          <w:lang w:val="uk-UA"/>
        </w:rPr>
        <w:t>3</w:t>
      </w:r>
    </w:p>
    <w:p w:rsidR="00AD4E1B" w:rsidRPr="00C57626" w:rsidRDefault="00AD4E1B" w:rsidP="008C1230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</w:rPr>
      </w:pPr>
      <w:r w:rsidRPr="00C57626">
        <w:rPr>
          <w:rFonts w:ascii="Times New Roman" w:hAnsi="Times New Roman"/>
          <w:sz w:val="20"/>
          <w:szCs w:val="20"/>
        </w:rPr>
        <w:t>до рішення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C57626">
        <w:rPr>
          <w:rFonts w:ascii="Times New Roman" w:hAnsi="Times New Roman"/>
          <w:sz w:val="20"/>
          <w:szCs w:val="20"/>
        </w:rPr>
        <w:t>виконавчого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C57626">
        <w:rPr>
          <w:rFonts w:ascii="Times New Roman" w:hAnsi="Times New Roman"/>
          <w:sz w:val="20"/>
          <w:szCs w:val="20"/>
        </w:rPr>
        <w:t>комітету</w:t>
      </w:r>
    </w:p>
    <w:p w:rsidR="00AD4E1B" w:rsidRPr="00C57626" w:rsidRDefault="00AD4E1B" w:rsidP="008C1230">
      <w:pPr>
        <w:spacing w:after="0" w:line="240" w:lineRule="auto"/>
        <w:ind w:left="6372"/>
        <w:jc w:val="both"/>
        <w:rPr>
          <w:rFonts w:ascii="Times New Roman" w:hAnsi="Times New Roman"/>
          <w:sz w:val="20"/>
          <w:szCs w:val="20"/>
        </w:rPr>
      </w:pPr>
      <w:r w:rsidRPr="00C57626">
        <w:rPr>
          <w:rFonts w:ascii="Times New Roman" w:hAnsi="Times New Roman"/>
          <w:sz w:val="20"/>
          <w:szCs w:val="20"/>
        </w:rPr>
        <w:t>Бучанськоїміської ради</w:t>
      </w:r>
    </w:p>
    <w:p w:rsidR="00AD4E1B" w:rsidRPr="00C57626" w:rsidRDefault="00AD4E1B" w:rsidP="00FA72D8">
      <w:pPr>
        <w:spacing w:after="0" w:line="240" w:lineRule="auto"/>
        <w:ind w:left="5664" w:firstLine="708"/>
        <w:jc w:val="both"/>
        <w:rPr>
          <w:rFonts w:ascii="Times New Roman" w:hAnsi="Times New Roman"/>
          <w:sz w:val="20"/>
          <w:szCs w:val="20"/>
          <w:lang w:val="uk-UA"/>
        </w:rPr>
      </w:pPr>
      <w:bookmarkStart w:id="0" w:name="_GoBack"/>
      <w:bookmarkEnd w:id="0"/>
      <w:r>
        <w:rPr>
          <w:rFonts w:ascii="Times New Roman" w:hAnsi="Times New Roman"/>
          <w:sz w:val="20"/>
          <w:szCs w:val="20"/>
          <w:lang w:val="uk-UA"/>
        </w:rPr>
        <w:t xml:space="preserve">«21» вересня </w:t>
      </w:r>
      <w:r w:rsidRPr="00C57626">
        <w:rPr>
          <w:rFonts w:ascii="Times New Roman" w:hAnsi="Times New Roman"/>
          <w:sz w:val="20"/>
          <w:szCs w:val="20"/>
        </w:rPr>
        <w:t>20</w:t>
      </w:r>
      <w:r w:rsidRPr="00C57626">
        <w:rPr>
          <w:rFonts w:ascii="Times New Roman" w:hAnsi="Times New Roman"/>
          <w:sz w:val="20"/>
          <w:szCs w:val="20"/>
          <w:lang w:val="uk-UA"/>
        </w:rPr>
        <w:t>2</w:t>
      </w:r>
      <w:r>
        <w:rPr>
          <w:rFonts w:ascii="Times New Roman" w:hAnsi="Times New Roman"/>
          <w:sz w:val="20"/>
          <w:szCs w:val="20"/>
          <w:lang w:val="uk-UA"/>
        </w:rPr>
        <w:t>1</w:t>
      </w:r>
      <w:r>
        <w:rPr>
          <w:rFonts w:ascii="Times New Roman" w:hAnsi="Times New Roman"/>
          <w:sz w:val="20"/>
          <w:szCs w:val="20"/>
        </w:rPr>
        <w:t xml:space="preserve"> р. №702</w:t>
      </w:r>
    </w:p>
    <w:p w:rsidR="00AD4E1B" w:rsidRPr="00EB7AB2" w:rsidRDefault="00AD4E1B" w:rsidP="00923C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D4E1B" w:rsidRPr="00923CA0" w:rsidRDefault="00AD4E1B" w:rsidP="00923C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23CA0">
        <w:rPr>
          <w:rFonts w:ascii="Times New Roman" w:hAnsi="Times New Roman"/>
          <w:b/>
          <w:sz w:val="24"/>
          <w:szCs w:val="24"/>
          <w:lang w:val="uk-UA"/>
        </w:rPr>
        <w:t xml:space="preserve">Перелік документів </w:t>
      </w:r>
    </w:p>
    <w:p w:rsidR="00AD4E1B" w:rsidRPr="00923CA0" w:rsidRDefault="00AD4E1B" w:rsidP="00923C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23CA0">
        <w:rPr>
          <w:rFonts w:ascii="Times New Roman" w:hAnsi="Times New Roman"/>
          <w:b/>
          <w:sz w:val="24"/>
          <w:szCs w:val="24"/>
          <w:lang w:val="uk-UA"/>
        </w:rPr>
        <w:t>для забезпечення пільгової  (50%) оплати за харчуванням дітей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пільгових категорій</w:t>
      </w:r>
      <w:r w:rsidRPr="00923CA0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</w:p>
    <w:p w:rsidR="00AD4E1B" w:rsidRDefault="00AD4E1B" w:rsidP="008C6F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23CA0">
        <w:rPr>
          <w:rFonts w:ascii="Times New Roman" w:hAnsi="Times New Roman"/>
          <w:b/>
          <w:sz w:val="24"/>
          <w:szCs w:val="24"/>
          <w:lang w:val="uk-UA"/>
        </w:rPr>
        <w:t xml:space="preserve">які відвідують заклади дошкільної освіти та проживають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на території </w:t>
      </w:r>
    </w:p>
    <w:p w:rsidR="00AD4E1B" w:rsidRPr="00923CA0" w:rsidRDefault="00AD4E1B" w:rsidP="008C6F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Бучанської міської  територіальної громади</w:t>
      </w:r>
    </w:p>
    <w:p w:rsidR="00AD4E1B" w:rsidRPr="00923CA0" w:rsidRDefault="00AD4E1B" w:rsidP="00923C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820"/>
      </w:tblGrid>
      <w:tr w:rsidR="00AD4E1B" w:rsidRPr="002A19C4" w:rsidTr="008515AE">
        <w:tc>
          <w:tcPr>
            <w:tcW w:w="4644" w:type="dxa"/>
          </w:tcPr>
          <w:p w:rsidR="00AD4E1B" w:rsidRPr="00923CA0" w:rsidRDefault="00AD4E1B" w:rsidP="00923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Пільгова категорія</w:t>
            </w:r>
          </w:p>
        </w:tc>
        <w:tc>
          <w:tcPr>
            <w:tcW w:w="4820" w:type="dxa"/>
          </w:tcPr>
          <w:p w:rsidR="00AD4E1B" w:rsidRPr="00923CA0" w:rsidRDefault="00AD4E1B" w:rsidP="00923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Перелік документів</w:t>
            </w:r>
          </w:p>
        </w:tc>
      </w:tr>
      <w:tr w:rsidR="00AD4E1B" w:rsidRPr="002A19C4" w:rsidTr="008515AE">
        <w:tc>
          <w:tcPr>
            <w:tcW w:w="4644" w:type="dxa"/>
            <w:vMerge w:val="restart"/>
          </w:tcPr>
          <w:p w:rsidR="00AD4E1B" w:rsidRPr="00923CA0" w:rsidRDefault="00AD4E1B" w:rsidP="00923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Діти з багатодітної сім’ї</w:t>
            </w:r>
          </w:p>
        </w:tc>
        <w:tc>
          <w:tcPr>
            <w:tcW w:w="4820" w:type="dxa"/>
          </w:tcPr>
          <w:p w:rsidR="00AD4E1B" w:rsidRPr="00923CA0" w:rsidRDefault="00AD4E1B" w:rsidP="00923C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AD4E1B" w:rsidRPr="002A19C4" w:rsidTr="008515AE">
        <w:tc>
          <w:tcPr>
            <w:tcW w:w="4644" w:type="dxa"/>
            <w:vMerge/>
            <w:vAlign w:val="center"/>
          </w:tcPr>
          <w:p w:rsidR="00AD4E1B" w:rsidRPr="00923CA0" w:rsidRDefault="00AD4E1B" w:rsidP="00923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</w:tcPr>
          <w:p w:rsidR="00AD4E1B" w:rsidRPr="00923CA0" w:rsidRDefault="00AD4E1B" w:rsidP="00923C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AD4E1B" w:rsidRPr="002A19C4" w:rsidTr="008515AE">
        <w:trPr>
          <w:trHeight w:val="286"/>
        </w:trPr>
        <w:tc>
          <w:tcPr>
            <w:tcW w:w="4644" w:type="dxa"/>
            <w:vMerge/>
            <w:vAlign w:val="center"/>
          </w:tcPr>
          <w:p w:rsidR="00AD4E1B" w:rsidRPr="00923CA0" w:rsidRDefault="00AD4E1B" w:rsidP="00923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</w:tcPr>
          <w:p w:rsidR="00AD4E1B" w:rsidRPr="00966FD6" w:rsidRDefault="00AD4E1B" w:rsidP="00923C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66FD6">
              <w:rPr>
                <w:rFonts w:ascii="Times New Roman" w:hAnsi="Times New Roman"/>
                <w:sz w:val="24"/>
                <w:szCs w:val="24"/>
                <w:lang w:val="uk-UA"/>
              </w:rPr>
              <w:t>- копія посвідчення багатодітної сім’ї</w:t>
            </w:r>
          </w:p>
        </w:tc>
      </w:tr>
      <w:tr w:rsidR="00AD4E1B" w:rsidRPr="002A19C4" w:rsidTr="008515AE">
        <w:tc>
          <w:tcPr>
            <w:tcW w:w="4644" w:type="dxa"/>
            <w:vMerge/>
            <w:vAlign w:val="center"/>
          </w:tcPr>
          <w:p w:rsidR="00AD4E1B" w:rsidRPr="00923CA0" w:rsidRDefault="00AD4E1B" w:rsidP="00923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</w:tcPr>
          <w:p w:rsidR="00AD4E1B" w:rsidRPr="00923CA0" w:rsidRDefault="00AD4E1B" w:rsidP="00923C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4E1B" w:rsidRPr="002A19C4" w:rsidTr="008515AE">
        <w:tc>
          <w:tcPr>
            <w:tcW w:w="4644" w:type="dxa"/>
            <w:vMerge w:val="restart"/>
          </w:tcPr>
          <w:p w:rsidR="00AD4E1B" w:rsidRPr="00923CA0" w:rsidRDefault="00AD4E1B" w:rsidP="00923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Діти з сімей, які опинились у складних життєвих обставинах та перебувають на відповідному обліку</w:t>
            </w:r>
          </w:p>
        </w:tc>
        <w:tc>
          <w:tcPr>
            <w:tcW w:w="4820" w:type="dxa"/>
          </w:tcPr>
          <w:p w:rsidR="00AD4E1B" w:rsidRPr="00923CA0" w:rsidRDefault="00AD4E1B" w:rsidP="00923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AD4E1B" w:rsidRPr="002A19C4" w:rsidTr="008515AE">
        <w:tc>
          <w:tcPr>
            <w:tcW w:w="4644" w:type="dxa"/>
            <w:vMerge/>
            <w:vAlign w:val="center"/>
          </w:tcPr>
          <w:p w:rsidR="00AD4E1B" w:rsidRPr="00923CA0" w:rsidRDefault="00AD4E1B" w:rsidP="00923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</w:tcPr>
          <w:p w:rsidR="00AD4E1B" w:rsidRPr="00923CA0" w:rsidRDefault="00AD4E1B" w:rsidP="00923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AD4E1B" w:rsidRPr="002A19C4" w:rsidTr="008515AE">
        <w:trPr>
          <w:trHeight w:val="838"/>
        </w:trPr>
        <w:tc>
          <w:tcPr>
            <w:tcW w:w="4644" w:type="dxa"/>
            <w:vMerge/>
            <w:vAlign w:val="center"/>
          </w:tcPr>
          <w:p w:rsidR="00AD4E1B" w:rsidRPr="00923CA0" w:rsidRDefault="00AD4E1B" w:rsidP="00923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</w:tcPr>
          <w:p w:rsidR="00AD4E1B" w:rsidRPr="00923CA0" w:rsidRDefault="00AD4E1B" w:rsidP="008515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-копія  наказу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центру соціальних </w:t>
            </w:r>
            <w:r w:rsidRPr="00923C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служб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Управління соціальної політики Бучанської міської ради</w:t>
            </w:r>
            <w:r w:rsidRPr="00923C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 взяття на облік </w:t>
            </w:r>
          </w:p>
        </w:tc>
      </w:tr>
    </w:tbl>
    <w:p w:rsidR="00AD4E1B" w:rsidRPr="00923CA0" w:rsidRDefault="00AD4E1B" w:rsidP="00923C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D4E1B" w:rsidRPr="00923CA0" w:rsidRDefault="00AD4E1B" w:rsidP="00923CA0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AD4E1B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D4E1B" w:rsidRPr="00A67FDD" w:rsidRDefault="00AD4E1B" w:rsidP="00A67F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>
        <w:rPr>
          <w:rFonts w:ascii="Times New Roman" w:hAnsi="Times New Roman"/>
          <w:b/>
          <w:sz w:val="24"/>
          <w:szCs w:val="24"/>
          <w:lang w:val="uk-UA"/>
        </w:rPr>
        <w:t>в</w:t>
      </w:r>
      <w:r>
        <w:rPr>
          <w:rFonts w:ascii="Times New Roman" w:hAnsi="Times New Roman"/>
          <w:b/>
          <w:sz w:val="24"/>
          <w:szCs w:val="24"/>
        </w:rPr>
        <w:t>ідділу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освіти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A67FDD">
        <w:rPr>
          <w:rFonts w:ascii="Times New Roman" w:hAnsi="Times New Roman"/>
          <w:b/>
          <w:sz w:val="24"/>
          <w:szCs w:val="24"/>
        </w:rPr>
        <w:tab/>
      </w:r>
      <w:r w:rsidRPr="00A67FDD">
        <w:rPr>
          <w:rFonts w:ascii="Times New Roman" w:hAnsi="Times New Roman"/>
          <w:b/>
          <w:sz w:val="24"/>
          <w:szCs w:val="24"/>
        </w:rPr>
        <w:tab/>
        <w:t>Олег ЦИМБАЛ</w:t>
      </w:r>
    </w:p>
    <w:p w:rsidR="00AD4E1B" w:rsidRPr="00923CA0" w:rsidRDefault="00AD4E1B" w:rsidP="00923C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sectPr w:rsidR="00AD4E1B" w:rsidRPr="00923CA0" w:rsidSect="00B121C1">
      <w:pgSz w:w="11906" w:h="16838"/>
      <w:pgMar w:top="709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3087061"/>
    <w:multiLevelType w:val="hybridMultilevel"/>
    <w:tmpl w:val="C4580482"/>
    <w:lvl w:ilvl="0" w:tplc="9B5C84F2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77B6"/>
    <w:rsid w:val="0000023A"/>
    <w:rsid w:val="00000B1E"/>
    <w:rsid w:val="000012F5"/>
    <w:rsid w:val="0000197C"/>
    <w:rsid w:val="00002FB0"/>
    <w:rsid w:val="000035E8"/>
    <w:rsid w:val="00004465"/>
    <w:rsid w:val="00004BF7"/>
    <w:rsid w:val="00004D8B"/>
    <w:rsid w:val="000051E1"/>
    <w:rsid w:val="00005700"/>
    <w:rsid w:val="000057EC"/>
    <w:rsid w:val="00006E7F"/>
    <w:rsid w:val="00006F34"/>
    <w:rsid w:val="00007804"/>
    <w:rsid w:val="00010347"/>
    <w:rsid w:val="00010764"/>
    <w:rsid w:val="00010A3F"/>
    <w:rsid w:val="00010A4F"/>
    <w:rsid w:val="00011A41"/>
    <w:rsid w:val="00011A68"/>
    <w:rsid w:val="00011E8F"/>
    <w:rsid w:val="00011FD5"/>
    <w:rsid w:val="00012CAB"/>
    <w:rsid w:val="000140CC"/>
    <w:rsid w:val="0001438C"/>
    <w:rsid w:val="00014677"/>
    <w:rsid w:val="0001579F"/>
    <w:rsid w:val="00015868"/>
    <w:rsid w:val="000158EC"/>
    <w:rsid w:val="000160C7"/>
    <w:rsid w:val="000161EE"/>
    <w:rsid w:val="0001635D"/>
    <w:rsid w:val="00016D7E"/>
    <w:rsid w:val="00017646"/>
    <w:rsid w:val="00017C1F"/>
    <w:rsid w:val="0002023F"/>
    <w:rsid w:val="0002039E"/>
    <w:rsid w:val="00022128"/>
    <w:rsid w:val="00023598"/>
    <w:rsid w:val="0002362E"/>
    <w:rsid w:val="00023BA5"/>
    <w:rsid w:val="00024E07"/>
    <w:rsid w:val="000256DC"/>
    <w:rsid w:val="00026289"/>
    <w:rsid w:val="00026854"/>
    <w:rsid w:val="00026B5D"/>
    <w:rsid w:val="00026F81"/>
    <w:rsid w:val="00027746"/>
    <w:rsid w:val="00030437"/>
    <w:rsid w:val="000306F9"/>
    <w:rsid w:val="00030D4F"/>
    <w:rsid w:val="00030FCE"/>
    <w:rsid w:val="00031785"/>
    <w:rsid w:val="0003265A"/>
    <w:rsid w:val="00032DD6"/>
    <w:rsid w:val="00033124"/>
    <w:rsid w:val="0003327F"/>
    <w:rsid w:val="000337AA"/>
    <w:rsid w:val="00033DA0"/>
    <w:rsid w:val="000342DA"/>
    <w:rsid w:val="00034FE3"/>
    <w:rsid w:val="000358A5"/>
    <w:rsid w:val="0003653E"/>
    <w:rsid w:val="00036716"/>
    <w:rsid w:val="000367C1"/>
    <w:rsid w:val="00036B54"/>
    <w:rsid w:val="00037047"/>
    <w:rsid w:val="00037292"/>
    <w:rsid w:val="00037897"/>
    <w:rsid w:val="00037A03"/>
    <w:rsid w:val="00037C24"/>
    <w:rsid w:val="00040035"/>
    <w:rsid w:val="00040C70"/>
    <w:rsid w:val="0004135B"/>
    <w:rsid w:val="000413C1"/>
    <w:rsid w:val="00041B7D"/>
    <w:rsid w:val="000424A5"/>
    <w:rsid w:val="00042C13"/>
    <w:rsid w:val="0004347D"/>
    <w:rsid w:val="000435ED"/>
    <w:rsid w:val="0004429A"/>
    <w:rsid w:val="0004458C"/>
    <w:rsid w:val="0004486F"/>
    <w:rsid w:val="00044E39"/>
    <w:rsid w:val="00046C7B"/>
    <w:rsid w:val="00047257"/>
    <w:rsid w:val="00047598"/>
    <w:rsid w:val="0004775F"/>
    <w:rsid w:val="00047906"/>
    <w:rsid w:val="000500E1"/>
    <w:rsid w:val="0005010D"/>
    <w:rsid w:val="00050ED2"/>
    <w:rsid w:val="000517AC"/>
    <w:rsid w:val="00051A00"/>
    <w:rsid w:val="00051BDC"/>
    <w:rsid w:val="00052860"/>
    <w:rsid w:val="000528E2"/>
    <w:rsid w:val="00052BF7"/>
    <w:rsid w:val="00053C19"/>
    <w:rsid w:val="000549CC"/>
    <w:rsid w:val="00055166"/>
    <w:rsid w:val="00056004"/>
    <w:rsid w:val="000563F0"/>
    <w:rsid w:val="00056BB4"/>
    <w:rsid w:val="00056CC8"/>
    <w:rsid w:val="000570F2"/>
    <w:rsid w:val="00057326"/>
    <w:rsid w:val="00057BB1"/>
    <w:rsid w:val="00057BD0"/>
    <w:rsid w:val="0006025C"/>
    <w:rsid w:val="000606D7"/>
    <w:rsid w:val="00060B06"/>
    <w:rsid w:val="00060C8D"/>
    <w:rsid w:val="0006109D"/>
    <w:rsid w:val="000617F4"/>
    <w:rsid w:val="00061915"/>
    <w:rsid w:val="0006291D"/>
    <w:rsid w:val="00062ABC"/>
    <w:rsid w:val="00064458"/>
    <w:rsid w:val="00065705"/>
    <w:rsid w:val="000675BB"/>
    <w:rsid w:val="0007054C"/>
    <w:rsid w:val="000707FC"/>
    <w:rsid w:val="00070B60"/>
    <w:rsid w:val="00070CCA"/>
    <w:rsid w:val="0007201D"/>
    <w:rsid w:val="00072206"/>
    <w:rsid w:val="00072228"/>
    <w:rsid w:val="00072350"/>
    <w:rsid w:val="00072BD9"/>
    <w:rsid w:val="00074887"/>
    <w:rsid w:val="000749A0"/>
    <w:rsid w:val="00075828"/>
    <w:rsid w:val="00075837"/>
    <w:rsid w:val="00075BAC"/>
    <w:rsid w:val="00076F09"/>
    <w:rsid w:val="000770F3"/>
    <w:rsid w:val="000775A0"/>
    <w:rsid w:val="00077DE9"/>
    <w:rsid w:val="000805D5"/>
    <w:rsid w:val="00080AC0"/>
    <w:rsid w:val="00081BC9"/>
    <w:rsid w:val="0008271B"/>
    <w:rsid w:val="000827E8"/>
    <w:rsid w:val="00082B83"/>
    <w:rsid w:val="000837EA"/>
    <w:rsid w:val="0008403A"/>
    <w:rsid w:val="000842B9"/>
    <w:rsid w:val="00084B34"/>
    <w:rsid w:val="000850DD"/>
    <w:rsid w:val="000861AE"/>
    <w:rsid w:val="00086269"/>
    <w:rsid w:val="0008646B"/>
    <w:rsid w:val="000869F4"/>
    <w:rsid w:val="00086D4D"/>
    <w:rsid w:val="00087561"/>
    <w:rsid w:val="000875F3"/>
    <w:rsid w:val="00087DC2"/>
    <w:rsid w:val="00087F7E"/>
    <w:rsid w:val="000906C1"/>
    <w:rsid w:val="00091A22"/>
    <w:rsid w:val="00093179"/>
    <w:rsid w:val="00093DCD"/>
    <w:rsid w:val="0009419A"/>
    <w:rsid w:val="000946BA"/>
    <w:rsid w:val="00095596"/>
    <w:rsid w:val="00097EE9"/>
    <w:rsid w:val="00097F72"/>
    <w:rsid w:val="000A01C4"/>
    <w:rsid w:val="000A0346"/>
    <w:rsid w:val="000A0B66"/>
    <w:rsid w:val="000A0C26"/>
    <w:rsid w:val="000A130C"/>
    <w:rsid w:val="000A1385"/>
    <w:rsid w:val="000A16B1"/>
    <w:rsid w:val="000A1F84"/>
    <w:rsid w:val="000A3602"/>
    <w:rsid w:val="000A4797"/>
    <w:rsid w:val="000A678A"/>
    <w:rsid w:val="000A6BB4"/>
    <w:rsid w:val="000A752D"/>
    <w:rsid w:val="000A75A9"/>
    <w:rsid w:val="000A769C"/>
    <w:rsid w:val="000B0C65"/>
    <w:rsid w:val="000B114D"/>
    <w:rsid w:val="000B1199"/>
    <w:rsid w:val="000B1330"/>
    <w:rsid w:val="000B1635"/>
    <w:rsid w:val="000B413A"/>
    <w:rsid w:val="000B45BC"/>
    <w:rsid w:val="000B4ACB"/>
    <w:rsid w:val="000B59DA"/>
    <w:rsid w:val="000B5A45"/>
    <w:rsid w:val="000B608E"/>
    <w:rsid w:val="000B7022"/>
    <w:rsid w:val="000B7D14"/>
    <w:rsid w:val="000B7E02"/>
    <w:rsid w:val="000C05C5"/>
    <w:rsid w:val="000C231E"/>
    <w:rsid w:val="000C232B"/>
    <w:rsid w:val="000C28E9"/>
    <w:rsid w:val="000C2994"/>
    <w:rsid w:val="000C2B1F"/>
    <w:rsid w:val="000C3D59"/>
    <w:rsid w:val="000C659F"/>
    <w:rsid w:val="000C7BC4"/>
    <w:rsid w:val="000C7E4A"/>
    <w:rsid w:val="000D062D"/>
    <w:rsid w:val="000D07F9"/>
    <w:rsid w:val="000D0C86"/>
    <w:rsid w:val="000D14B9"/>
    <w:rsid w:val="000D2170"/>
    <w:rsid w:val="000D23D4"/>
    <w:rsid w:val="000D2B80"/>
    <w:rsid w:val="000D2C81"/>
    <w:rsid w:val="000D2E69"/>
    <w:rsid w:val="000D321C"/>
    <w:rsid w:val="000D5659"/>
    <w:rsid w:val="000D6895"/>
    <w:rsid w:val="000D6E90"/>
    <w:rsid w:val="000D6EAC"/>
    <w:rsid w:val="000D7161"/>
    <w:rsid w:val="000D7767"/>
    <w:rsid w:val="000D7EFF"/>
    <w:rsid w:val="000E1CA3"/>
    <w:rsid w:val="000E1D86"/>
    <w:rsid w:val="000E24BB"/>
    <w:rsid w:val="000E2BCE"/>
    <w:rsid w:val="000E3101"/>
    <w:rsid w:val="000E3566"/>
    <w:rsid w:val="000E40E6"/>
    <w:rsid w:val="000E4F90"/>
    <w:rsid w:val="000E515E"/>
    <w:rsid w:val="000E53D8"/>
    <w:rsid w:val="000E5708"/>
    <w:rsid w:val="000E59A1"/>
    <w:rsid w:val="000E6F37"/>
    <w:rsid w:val="000E7438"/>
    <w:rsid w:val="000E746D"/>
    <w:rsid w:val="000E7D1C"/>
    <w:rsid w:val="000F0252"/>
    <w:rsid w:val="000F1089"/>
    <w:rsid w:val="000F1FAA"/>
    <w:rsid w:val="000F23FE"/>
    <w:rsid w:val="000F2D3A"/>
    <w:rsid w:val="000F2DD8"/>
    <w:rsid w:val="000F3446"/>
    <w:rsid w:val="000F344C"/>
    <w:rsid w:val="000F38CA"/>
    <w:rsid w:val="000F3932"/>
    <w:rsid w:val="000F67A8"/>
    <w:rsid w:val="000F6B8E"/>
    <w:rsid w:val="000F7515"/>
    <w:rsid w:val="000F7C53"/>
    <w:rsid w:val="00100978"/>
    <w:rsid w:val="00101295"/>
    <w:rsid w:val="0010281E"/>
    <w:rsid w:val="00103214"/>
    <w:rsid w:val="001035B0"/>
    <w:rsid w:val="0010475D"/>
    <w:rsid w:val="00104A9E"/>
    <w:rsid w:val="00106490"/>
    <w:rsid w:val="00106D6F"/>
    <w:rsid w:val="00106E8F"/>
    <w:rsid w:val="0011154B"/>
    <w:rsid w:val="00111A0D"/>
    <w:rsid w:val="001126CE"/>
    <w:rsid w:val="00112CE6"/>
    <w:rsid w:val="00112D1D"/>
    <w:rsid w:val="0011348F"/>
    <w:rsid w:val="001136AA"/>
    <w:rsid w:val="00115319"/>
    <w:rsid w:val="00116504"/>
    <w:rsid w:val="00117085"/>
    <w:rsid w:val="0011719E"/>
    <w:rsid w:val="001173E1"/>
    <w:rsid w:val="001175F4"/>
    <w:rsid w:val="0011791E"/>
    <w:rsid w:val="00117D0C"/>
    <w:rsid w:val="00121A19"/>
    <w:rsid w:val="00121F1F"/>
    <w:rsid w:val="00121F2F"/>
    <w:rsid w:val="00122B96"/>
    <w:rsid w:val="001230B2"/>
    <w:rsid w:val="0012339C"/>
    <w:rsid w:val="0012342B"/>
    <w:rsid w:val="00123483"/>
    <w:rsid w:val="00123B56"/>
    <w:rsid w:val="001249AA"/>
    <w:rsid w:val="00125103"/>
    <w:rsid w:val="001266DE"/>
    <w:rsid w:val="0012796D"/>
    <w:rsid w:val="00127D6D"/>
    <w:rsid w:val="00130018"/>
    <w:rsid w:val="0013134F"/>
    <w:rsid w:val="00131871"/>
    <w:rsid w:val="00133431"/>
    <w:rsid w:val="00134172"/>
    <w:rsid w:val="001341FB"/>
    <w:rsid w:val="001343CD"/>
    <w:rsid w:val="00134695"/>
    <w:rsid w:val="001348EB"/>
    <w:rsid w:val="00135BC0"/>
    <w:rsid w:val="00135E94"/>
    <w:rsid w:val="00135F10"/>
    <w:rsid w:val="001362DB"/>
    <w:rsid w:val="00136565"/>
    <w:rsid w:val="00137D85"/>
    <w:rsid w:val="00140210"/>
    <w:rsid w:val="00140F06"/>
    <w:rsid w:val="001418FE"/>
    <w:rsid w:val="001428C7"/>
    <w:rsid w:val="00143ACB"/>
    <w:rsid w:val="00144748"/>
    <w:rsid w:val="00144936"/>
    <w:rsid w:val="00144DA2"/>
    <w:rsid w:val="001458A7"/>
    <w:rsid w:val="00146A72"/>
    <w:rsid w:val="00146C28"/>
    <w:rsid w:val="00147623"/>
    <w:rsid w:val="00147A94"/>
    <w:rsid w:val="0015066A"/>
    <w:rsid w:val="00150E59"/>
    <w:rsid w:val="001512C1"/>
    <w:rsid w:val="00152738"/>
    <w:rsid w:val="00152A24"/>
    <w:rsid w:val="00152E2B"/>
    <w:rsid w:val="0015311A"/>
    <w:rsid w:val="001531C0"/>
    <w:rsid w:val="00153757"/>
    <w:rsid w:val="00153E8A"/>
    <w:rsid w:val="00154737"/>
    <w:rsid w:val="00154C8D"/>
    <w:rsid w:val="0015580F"/>
    <w:rsid w:val="00155857"/>
    <w:rsid w:val="001560AD"/>
    <w:rsid w:val="00157444"/>
    <w:rsid w:val="00160409"/>
    <w:rsid w:val="0016136E"/>
    <w:rsid w:val="00161B69"/>
    <w:rsid w:val="00161F63"/>
    <w:rsid w:val="00163190"/>
    <w:rsid w:val="001637DB"/>
    <w:rsid w:val="0016505E"/>
    <w:rsid w:val="001650FD"/>
    <w:rsid w:val="00165C65"/>
    <w:rsid w:val="001660DD"/>
    <w:rsid w:val="00166158"/>
    <w:rsid w:val="00166643"/>
    <w:rsid w:val="00167410"/>
    <w:rsid w:val="0016744D"/>
    <w:rsid w:val="0016789A"/>
    <w:rsid w:val="00167E50"/>
    <w:rsid w:val="00170038"/>
    <w:rsid w:val="00170480"/>
    <w:rsid w:val="00170A5C"/>
    <w:rsid w:val="00170AA2"/>
    <w:rsid w:val="00170C8C"/>
    <w:rsid w:val="00170E40"/>
    <w:rsid w:val="0017184A"/>
    <w:rsid w:val="00171AE3"/>
    <w:rsid w:val="00172AE4"/>
    <w:rsid w:val="00172E68"/>
    <w:rsid w:val="001732DF"/>
    <w:rsid w:val="0017342B"/>
    <w:rsid w:val="00173795"/>
    <w:rsid w:val="00173D14"/>
    <w:rsid w:val="00173F72"/>
    <w:rsid w:val="00174627"/>
    <w:rsid w:val="00174636"/>
    <w:rsid w:val="0017525C"/>
    <w:rsid w:val="0017566D"/>
    <w:rsid w:val="00175759"/>
    <w:rsid w:val="00175C73"/>
    <w:rsid w:val="00175ED1"/>
    <w:rsid w:val="00176679"/>
    <w:rsid w:val="001777AF"/>
    <w:rsid w:val="00180008"/>
    <w:rsid w:val="00180359"/>
    <w:rsid w:val="0018052F"/>
    <w:rsid w:val="00180F7D"/>
    <w:rsid w:val="001815DF"/>
    <w:rsid w:val="00181E60"/>
    <w:rsid w:val="00182207"/>
    <w:rsid w:val="0018274F"/>
    <w:rsid w:val="00182DC2"/>
    <w:rsid w:val="001838FE"/>
    <w:rsid w:val="001842FE"/>
    <w:rsid w:val="00184B46"/>
    <w:rsid w:val="001851DD"/>
    <w:rsid w:val="0018536E"/>
    <w:rsid w:val="00185E1C"/>
    <w:rsid w:val="00185FAD"/>
    <w:rsid w:val="00186584"/>
    <w:rsid w:val="0018671E"/>
    <w:rsid w:val="001868A9"/>
    <w:rsid w:val="00186B9F"/>
    <w:rsid w:val="00186C1E"/>
    <w:rsid w:val="00187433"/>
    <w:rsid w:val="00187742"/>
    <w:rsid w:val="00190702"/>
    <w:rsid w:val="001907E0"/>
    <w:rsid w:val="00191402"/>
    <w:rsid w:val="001919A3"/>
    <w:rsid w:val="00191F1D"/>
    <w:rsid w:val="001921CA"/>
    <w:rsid w:val="00192DD5"/>
    <w:rsid w:val="0019356E"/>
    <w:rsid w:val="001945E3"/>
    <w:rsid w:val="00194C95"/>
    <w:rsid w:val="00194E94"/>
    <w:rsid w:val="00195618"/>
    <w:rsid w:val="0019692C"/>
    <w:rsid w:val="00196CB1"/>
    <w:rsid w:val="00196E00"/>
    <w:rsid w:val="00197864"/>
    <w:rsid w:val="00197FDC"/>
    <w:rsid w:val="001A042D"/>
    <w:rsid w:val="001A10F6"/>
    <w:rsid w:val="001A1852"/>
    <w:rsid w:val="001A1B63"/>
    <w:rsid w:val="001A2829"/>
    <w:rsid w:val="001A34AB"/>
    <w:rsid w:val="001A69A4"/>
    <w:rsid w:val="001A6FB2"/>
    <w:rsid w:val="001A7254"/>
    <w:rsid w:val="001A7A02"/>
    <w:rsid w:val="001B06B2"/>
    <w:rsid w:val="001B0909"/>
    <w:rsid w:val="001B0E49"/>
    <w:rsid w:val="001B1516"/>
    <w:rsid w:val="001B185E"/>
    <w:rsid w:val="001B20CF"/>
    <w:rsid w:val="001B20D6"/>
    <w:rsid w:val="001B2DF9"/>
    <w:rsid w:val="001B2FAB"/>
    <w:rsid w:val="001B40B1"/>
    <w:rsid w:val="001B41D7"/>
    <w:rsid w:val="001B4226"/>
    <w:rsid w:val="001B6584"/>
    <w:rsid w:val="001B6A23"/>
    <w:rsid w:val="001B7982"/>
    <w:rsid w:val="001C0829"/>
    <w:rsid w:val="001C0C93"/>
    <w:rsid w:val="001C0DDD"/>
    <w:rsid w:val="001C0DF8"/>
    <w:rsid w:val="001C187B"/>
    <w:rsid w:val="001C2A75"/>
    <w:rsid w:val="001C2CC2"/>
    <w:rsid w:val="001C2E41"/>
    <w:rsid w:val="001C4514"/>
    <w:rsid w:val="001C5DBB"/>
    <w:rsid w:val="001D0316"/>
    <w:rsid w:val="001D0888"/>
    <w:rsid w:val="001D119C"/>
    <w:rsid w:val="001D1853"/>
    <w:rsid w:val="001D2654"/>
    <w:rsid w:val="001D2F5E"/>
    <w:rsid w:val="001D2FDE"/>
    <w:rsid w:val="001D32D4"/>
    <w:rsid w:val="001D3351"/>
    <w:rsid w:val="001D39FF"/>
    <w:rsid w:val="001D3C5A"/>
    <w:rsid w:val="001D3D15"/>
    <w:rsid w:val="001D49BC"/>
    <w:rsid w:val="001D5009"/>
    <w:rsid w:val="001D53EC"/>
    <w:rsid w:val="001D5BDC"/>
    <w:rsid w:val="001D5F18"/>
    <w:rsid w:val="001D6CD6"/>
    <w:rsid w:val="001D6DBE"/>
    <w:rsid w:val="001D7657"/>
    <w:rsid w:val="001E015B"/>
    <w:rsid w:val="001E02D2"/>
    <w:rsid w:val="001E18F7"/>
    <w:rsid w:val="001E1C15"/>
    <w:rsid w:val="001E29AA"/>
    <w:rsid w:val="001E2CC8"/>
    <w:rsid w:val="001E2E3C"/>
    <w:rsid w:val="001E2E5F"/>
    <w:rsid w:val="001E357B"/>
    <w:rsid w:val="001E3B18"/>
    <w:rsid w:val="001E3FCD"/>
    <w:rsid w:val="001E44C7"/>
    <w:rsid w:val="001E4906"/>
    <w:rsid w:val="001E4F90"/>
    <w:rsid w:val="001E533E"/>
    <w:rsid w:val="001E636F"/>
    <w:rsid w:val="001F0679"/>
    <w:rsid w:val="001F0994"/>
    <w:rsid w:val="001F0F54"/>
    <w:rsid w:val="001F16A2"/>
    <w:rsid w:val="001F1729"/>
    <w:rsid w:val="001F2506"/>
    <w:rsid w:val="001F267A"/>
    <w:rsid w:val="001F30D1"/>
    <w:rsid w:val="001F4421"/>
    <w:rsid w:val="001F48B3"/>
    <w:rsid w:val="001F74F2"/>
    <w:rsid w:val="001F7A62"/>
    <w:rsid w:val="001F7C94"/>
    <w:rsid w:val="002008BD"/>
    <w:rsid w:val="00200F89"/>
    <w:rsid w:val="002018DD"/>
    <w:rsid w:val="002018FE"/>
    <w:rsid w:val="002019A7"/>
    <w:rsid w:val="002026C0"/>
    <w:rsid w:val="002032F5"/>
    <w:rsid w:val="00203508"/>
    <w:rsid w:val="00205D4B"/>
    <w:rsid w:val="00206600"/>
    <w:rsid w:val="0020751E"/>
    <w:rsid w:val="002076BB"/>
    <w:rsid w:val="00207878"/>
    <w:rsid w:val="00207A40"/>
    <w:rsid w:val="002113A3"/>
    <w:rsid w:val="00211D91"/>
    <w:rsid w:val="0021280B"/>
    <w:rsid w:val="0021433F"/>
    <w:rsid w:val="0021441D"/>
    <w:rsid w:val="002156F8"/>
    <w:rsid w:val="00215A30"/>
    <w:rsid w:val="002162AB"/>
    <w:rsid w:val="0021668D"/>
    <w:rsid w:val="00217110"/>
    <w:rsid w:val="00217139"/>
    <w:rsid w:val="00217154"/>
    <w:rsid w:val="00217C37"/>
    <w:rsid w:val="002200CE"/>
    <w:rsid w:val="002214D0"/>
    <w:rsid w:val="002222D5"/>
    <w:rsid w:val="00222496"/>
    <w:rsid w:val="00225679"/>
    <w:rsid w:val="00225BE9"/>
    <w:rsid w:val="00226778"/>
    <w:rsid w:val="00227748"/>
    <w:rsid w:val="00227D97"/>
    <w:rsid w:val="002303B2"/>
    <w:rsid w:val="00230B0C"/>
    <w:rsid w:val="002315B4"/>
    <w:rsid w:val="00231813"/>
    <w:rsid w:val="002323F2"/>
    <w:rsid w:val="00232C78"/>
    <w:rsid w:val="002336FD"/>
    <w:rsid w:val="0023371E"/>
    <w:rsid w:val="00234331"/>
    <w:rsid w:val="00234790"/>
    <w:rsid w:val="00234C97"/>
    <w:rsid w:val="0023584A"/>
    <w:rsid w:val="002360BF"/>
    <w:rsid w:val="00236D7C"/>
    <w:rsid w:val="00237F2B"/>
    <w:rsid w:val="00240884"/>
    <w:rsid w:val="002418AF"/>
    <w:rsid w:val="00242078"/>
    <w:rsid w:val="00242B3A"/>
    <w:rsid w:val="00243410"/>
    <w:rsid w:val="00243B3B"/>
    <w:rsid w:val="00244F22"/>
    <w:rsid w:val="00245CA9"/>
    <w:rsid w:val="00250602"/>
    <w:rsid w:val="0025246A"/>
    <w:rsid w:val="0025372D"/>
    <w:rsid w:val="00253DF6"/>
    <w:rsid w:val="00254DF5"/>
    <w:rsid w:val="00255D47"/>
    <w:rsid w:val="002562EB"/>
    <w:rsid w:val="002562FB"/>
    <w:rsid w:val="002563E9"/>
    <w:rsid w:val="00256A4D"/>
    <w:rsid w:val="00256DE4"/>
    <w:rsid w:val="00261316"/>
    <w:rsid w:val="00261778"/>
    <w:rsid w:val="00262D76"/>
    <w:rsid w:val="002630B4"/>
    <w:rsid w:val="00264103"/>
    <w:rsid w:val="002642DB"/>
    <w:rsid w:val="00265CB9"/>
    <w:rsid w:val="00265F73"/>
    <w:rsid w:val="0026794B"/>
    <w:rsid w:val="00267BD3"/>
    <w:rsid w:val="0027016C"/>
    <w:rsid w:val="002711EB"/>
    <w:rsid w:val="0027273A"/>
    <w:rsid w:val="00272A1F"/>
    <w:rsid w:val="00273855"/>
    <w:rsid w:val="00273A74"/>
    <w:rsid w:val="00274590"/>
    <w:rsid w:val="00274B7C"/>
    <w:rsid w:val="00274D4D"/>
    <w:rsid w:val="0027585F"/>
    <w:rsid w:val="00275D80"/>
    <w:rsid w:val="00276139"/>
    <w:rsid w:val="002763E8"/>
    <w:rsid w:val="0027648B"/>
    <w:rsid w:val="002769AE"/>
    <w:rsid w:val="0027739E"/>
    <w:rsid w:val="002774E9"/>
    <w:rsid w:val="00277A12"/>
    <w:rsid w:val="002802F5"/>
    <w:rsid w:val="00280774"/>
    <w:rsid w:val="002819EC"/>
    <w:rsid w:val="0028327D"/>
    <w:rsid w:val="00283362"/>
    <w:rsid w:val="00284511"/>
    <w:rsid w:val="0028635E"/>
    <w:rsid w:val="00287FC5"/>
    <w:rsid w:val="00290F7F"/>
    <w:rsid w:val="0029104E"/>
    <w:rsid w:val="0029108E"/>
    <w:rsid w:val="00292321"/>
    <w:rsid w:val="00292BBE"/>
    <w:rsid w:val="00292FE4"/>
    <w:rsid w:val="00293210"/>
    <w:rsid w:val="0029338F"/>
    <w:rsid w:val="00293835"/>
    <w:rsid w:val="00293865"/>
    <w:rsid w:val="00293B79"/>
    <w:rsid w:val="00293CC5"/>
    <w:rsid w:val="00293F91"/>
    <w:rsid w:val="00294080"/>
    <w:rsid w:val="00295E18"/>
    <w:rsid w:val="002965A9"/>
    <w:rsid w:val="002A05F9"/>
    <w:rsid w:val="002A0976"/>
    <w:rsid w:val="002A0AB8"/>
    <w:rsid w:val="002A189D"/>
    <w:rsid w:val="002A19C4"/>
    <w:rsid w:val="002A3077"/>
    <w:rsid w:val="002A37EF"/>
    <w:rsid w:val="002A49A7"/>
    <w:rsid w:val="002A52E4"/>
    <w:rsid w:val="002A5B83"/>
    <w:rsid w:val="002A60A2"/>
    <w:rsid w:val="002A6475"/>
    <w:rsid w:val="002A6AAD"/>
    <w:rsid w:val="002A6C61"/>
    <w:rsid w:val="002A6D78"/>
    <w:rsid w:val="002A7091"/>
    <w:rsid w:val="002B0429"/>
    <w:rsid w:val="002B048A"/>
    <w:rsid w:val="002B1136"/>
    <w:rsid w:val="002B167D"/>
    <w:rsid w:val="002B1A09"/>
    <w:rsid w:val="002B1D91"/>
    <w:rsid w:val="002B1FC6"/>
    <w:rsid w:val="002B3E03"/>
    <w:rsid w:val="002B4415"/>
    <w:rsid w:val="002B5267"/>
    <w:rsid w:val="002B5306"/>
    <w:rsid w:val="002B5B36"/>
    <w:rsid w:val="002B6227"/>
    <w:rsid w:val="002B65AF"/>
    <w:rsid w:val="002B661D"/>
    <w:rsid w:val="002B6D9C"/>
    <w:rsid w:val="002B783C"/>
    <w:rsid w:val="002B7AF9"/>
    <w:rsid w:val="002B7D15"/>
    <w:rsid w:val="002C030B"/>
    <w:rsid w:val="002C0439"/>
    <w:rsid w:val="002C0630"/>
    <w:rsid w:val="002C0758"/>
    <w:rsid w:val="002C0821"/>
    <w:rsid w:val="002C0DCC"/>
    <w:rsid w:val="002C22AE"/>
    <w:rsid w:val="002C3E67"/>
    <w:rsid w:val="002C44EB"/>
    <w:rsid w:val="002C5728"/>
    <w:rsid w:val="002C5E33"/>
    <w:rsid w:val="002C5FA5"/>
    <w:rsid w:val="002C6574"/>
    <w:rsid w:val="002C70EC"/>
    <w:rsid w:val="002C7750"/>
    <w:rsid w:val="002D0AA0"/>
    <w:rsid w:val="002D20AA"/>
    <w:rsid w:val="002D250F"/>
    <w:rsid w:val="002D3123"/>
    <w:rsid w:val="002D3D78"/>
    <w:rsid w:val="002D3F33"/>
    <w:rsid w:val="002D44EC"/>
    <w:rsid w:val="002D4A89"/>
    <w:rsid w:val="002D50DE"/>
    <w:rsid w:val="002D6087"/>
    <w:rsid w:val="002D6BA0"/>
    <w:rsid w:val="002D75E6"/>
    <w:rsid w:val="002E0006"/>
    <w:rsid w:val="002E006C"/>
    <w:rsid w:val="002E00FB"/>
    <w:rsid w:val="002E11E3"/>
    <w:rsid w:val="002E13F7"/>
    <w:rsid w:val="002E16A6"/>
    <w:rsid w:val="002E2301"/>
    <w:rsid w:val="002E23CE"/>
    <w:rsid w:val="002E27D8"/>
    <w:rsid w:val="002E37F8"/>
    <w:rsid w:val="002E3D3F"/>
    <w:rsid w:val="002E3DBF"/>
    <w:rsid w:val="002E42C3"/>
    <w:rsid w:val="002E460C"/>
    <w:rsid w:val="002E51FE"/>
    <w:rsid w:val="002E55F6"/>
    <w:rsid w:val="002E642B"/>
    <w:rsid w:val="002E7569"/>
    <w:rsid w:val="002F0169"/>
    <w:rsid w:val="002F0A65"/>
    <w:rsid w:val="002F0B16"/>
    <w:rsid w:val="002F15B4"/>
    <w:rsid w:val="002F2092"/>
    <w:rsid w:val="002F2FCC"/>
    <w:rsid w:val="002F32B1"/>
    <w:rsid w:val="002F33D3"/>
    <w:rsid w:val="002F344B"/>
    <w:rsid w:val="002F3972"/>
    <w:rsid w:val="002F3A45"/>
    <w:rsid w:val="002F4643"/>
    <w:rsid w:val="002F4D32"/>
    <w:rsid w:val="002F50D3"/>
    <w:rsid w:val="002F583D"/>
    <w:rsid w:val="002F60DE"/>
    <w:rsid w:val="002F60F5"/>
    <w:rsid w:val="002F6241"/>
    <w:rsid w:val="002F652F"/>
    <w:rsid w:val="002F6F90"/>
    <w:rsid w:val="002F77AA"/>
    <w:rsid w:val="00300A07"/>
    <w:rsid w:val="00300CD1"/>
    <w:rsid w:val="00301606"/>
    <w:rsid w:val="0030188A"/>
    <w:rsid w:val="00301C16"/>
    <w:rsid w:val="00302AE2"/>
    <w:rsid w:val="00302C66"/>
    <w:rsid w:val="0030488B"/>
    <w:rsid w:val="00304DB4"/>
    <w:rsid w:val="00305D29"/>
    <w:rsid w:val="0030633B"/>
    <w:rsid w:val="00306E9F"/>
    <w:rsid w:val="003106DC"/>
    <w:rsid w:val="00310C82"/>
    <w:rsid w:val="003119C6"/>
    <w:rsid w:val="00312CA1"/>
    <w:rsid w:val="00313938"/>
    <w:rsid w:val="0031399F"/>
    <w:rsid w:val="0031429A"/>
    <w:rsid w:val="003143BE"/>
    <w:rsid w:val="00314AFD"/>
    <w:rsid w:val="00315ECB"/>
    <w:rsid w:val="00316EEB"/>
    <w:rsid w:val="0031773A"/>
    <w:rsid w:val="00317DF3"/>
    <w:rsid w:val="00320174"/>
    <w:rsid w:val="003205A0"/>
    <w:rsid w:val="00320670"/>
    <w:rsid w:val="00320A18"/>
    <w:rsid w:val="003213F4"/>
    <w:rsid w:val="00322107"/>
    <w:rsid w:val="00323027"/>
    <w:rsid w:val="0032421C"/>
    <w:rsid w:val="003242E5"/>
    <w:rsid w:val="00325187"/>
    <w:rsid w:val="003255D5"/>
    <w:rsid w:val="00325BD8"/>
    <w:rsid w:val="00326584"/>
    <w:rsid w:val="00330D0C"/>
    <w:rsid w:val="00331056"/>
    <w:rsid w:val="00331095"/>
    <w:rsid w:val="00331206"/>
    <w:rsid w:val="00331CBE"/>
    <w:rsid w:val="0033262A"/>
    <w:rsid w:val="00332BEC"/>
    <w:rsid w:val="0033315C"/>
    <w:rsid w:val="00333CC5"/>
    <w:rsid w:val="003363DA"/>
    <w:rsid w:val="0033702E"/>
    <w:rsid w:val="003371A7"/>
    <w:rsid w:val="00337F92"/>
    <w:rsid w:val="0034033F"/>
    <w:rsid w:val="003414CD"/>
    <w:rsid w:val="00341734"/>
    <w:rsid w:val="0034190C"/>
    <w:rsid w:val="00342301"/>
    <w:rsid w:val="00342E66"/>
    <w:rsid w:val="00343634"/>
    <w:rsid w:val="003439C7"/>
    <w:rsid w:val="00344191"/>
    <w:rsid w:val="00344840"/>
    <w:rsid w:val="003448C8"/>
    <w:rsid w:val="003454C9"/>
    <w:rsid w:val="00345E6A"/>
    <w:rsid w:val="003467A2"/>
    <w:rsid w:val="003468A3"/>
    <w:rsid w:val="0034723C"/>
    <w:rsid w:val="003472B2"/>
    <w:rsid w:val="00347AE5"/>
    <w:rsid w:val="00347B66"/>
    <w:rsid w:val="00347D98"/>
    <w:rsid w:val="00350CE0"/>
    <w:rsid w:val="00350F44"/>
    <w:rsid w:val="00351265"/>
    <w:rsid w:val="00351390"/>
    <w:rsid w:val="00351E8A"/>
    <w:rsid w:val="0035213A"/>
    <w:rsid w:val="003521DE"/>
    <w:rsid w:val="0035231B"/>
    <w:rsid w:val="00352550"/>
    <w:rsid w:val="00353523"/>
    <w:rsid w:val="003543E4"/>
    <w:rsid w:val="0035495A"/>
    <w:rsid w:val="00355459"/>
    <w:rsid w:val="00355FC5"/>
    <w:rsid w:val="00356136"/>
    <w:rsid w:val="00356241"/>
    <w:rsid w:val="003562F1"/>
    <w:rsid w:val="00356B69"/>
    <w:rsid w:val="003570F4"/>
    <w:rsid w:val="00357667"/>
    <w:rsid w:val="00357920"/>
    <w:rsid w:val="00361084"/>
    <w:rsid w:val="0036133E"/>
    <w:rsid w:val="0036217E"/>
    <w:rsid w:val="0036242A"/>
    <w:rsid w:val="00363622"/>
    <w:rsid w:val="0036398E"/>
    <w:rsid w:val="003646FA"/>
    <w:rsid w:val="00364BDB"/>
    <w:rsid w:val="00364DB3"/>
    <w:rsid w:val="00364EAA"/>
    <w:rsid w:val="00365294"/>
    <w:rsid w:val="00365B32"/>
    <w:rsid w:val="00365FB7"/>
    <w:rsid w:val="003664B3"/>
    <w:rsid w:val="0036751A"/>
    <w:rsid w:val="00367B86"/>
    <w:rsid w:val="00370018"/>
    <w:rsid w:val="00370965"/>
    <w:rsid w:val="003716FE"/>
    <w:rsid w:val="0037180A"/>
    <w:rsid w:val="003718DF"/>
    <w:rsid w:val="00372CB6"/>
    <w:rsid w:val="00372DBD"/>
    <w:rsid w:val="003734B7"/>
    <w:rsid w:val="003737BF"/>
    <w:rsid w:val="00374902"/>
    <w:rsid w:val="003752BF"/>
    <w:rsid w:val="00375E73"/>
    <w:rsid w:val="00376CE2"/>
    <w:rsid w:val="00376CF9"/>
    <w:rsid w:val="0037729A"/>
    <w:rsid w:val="00377741"/>
    <w:rsid w:val="00377751"/>
    <w:rsid w:val="00377C03"/>
    <w:rsid w:val="00377F88"/>
    <w:rsid w:val="003805EA"/>
    <w:rsid w:val="003815EA"/>
    <w:rsid w:val="00381F66"/>
    <w:rsid w:val="00383FAA"/>
    <w:rsid w:val="00384741"/>
    <w:rsid w:val="003847D8"/>
    <w:rsid w:val="00384B65"/>
    <w:rsid w:val="00384E25"/>
    <w:rsid w:val="0038522F"/>
    <w:rsid w:val="003861C7"/>
    <w:rsid w:val="00387AE8"/>
    <w:rsid w:val="003903BB"/>
    <w:rsid w:val="00390508"/>
    <w:rsid w:val="003909F2"/>
    <w:rsid w:val="00391360"/>
    <w:rsid w:val="00391A55"/>
    <w:rsid w:val="00391E0D"/>
    <w:rsid w:val="00391F0B"/>
    <w:rsid w:val="00392598"/>
    <w:rsid w:val="00392E65"/>
    <w:rsid w:val="00392EA3"/>
    <w:rsid w:val="0039342B"/>
    <w:rsid w:val="00394C5E"/>
    <w:rsid w:val="00394EF9"/>
    <w:rsid w:val="00394F70"/>
    <w:rsid w:val="00395062"/>
    <w:rsid w:val="00397344"/>
    <w:rsid w:val="003A0CAF"/>
    <w:rsid w:val="003A1452"/>
    <w:rsid w:val="003A15EE"/>
    <w:rsid w:val="003A1637"/>
    <w:rsid w:val="003A22CA"/>
    <w:rsid w:val="003A26DF"/>
    <w:rsid w:val="003A3DCC"/>
    <w:rsid w:val="003A5329"/>
    <w:rsid w:val="003A54FF"/>
    <w:rsid w:val="003A5CE9"/>
    <w:rsid w:val="003A60DF"/>
    <w:rsid w:val="003A6594"/>
    <w:rsid w:val="003A6971"/>
    <w:rsid w:val="003A710F"/>
    <w:rsid w:val="003A7F3C"/>
    <w:rsid w:val="003A7FFC"/>
    <w:rsid w:val="003B0473"/>
    <w:rsid w:val="003B0DE5"/>
    <w:rsid w:val="003B0E78"/>
    <w:rsid w:val="003B29B5"/>
    <w:rsid w:val="003B321B"/>
    <w:rsid w:val="003B32E6"/>
    <w:rsid w:val="003B419B"/>
    <w:rsid w:val="003B42B1"/>
    <w:rsid w:val="003B5041"/>
    <w:rsid w:val="003B5382"/>
    <w:rsid w:val="003B5DFB"/>
    <w:rsid w:val="003B5E74"/>
    <w:rsid w:val="003B5E9C"/>
    <w:rsid w:val="003B63F3"/>
    <w:rsid w:val="003B6904"/>
    <w:rsid w:val="003B7471"/>
    <w:rsid w:val="003B7819"/>
    <w:rsid w:val="003B7E8F"/>
    <w:rsid w:val="003C0142"/>
    <w:rsid w:val="003C078C"/>
    <w:rsid w:val="003C128B"/>
    <w:rsid w:val="003C1392"/>
    <w:rsid w:val="003C13CC"/>
    <w:rsid w:val="003C1830"/>
    <w:rsid w:val="003C237F"/>
    <w:rsid w:val="003C2491"/>
    <w:rsid w:val="003C2EDC"/>
    <w:rsid w:val="003C3C1E"/>
    <w:rsid w:val="003C54D7"/>
    <w:rsid w:val="003C71FE"/>
    <w:rsid w:val="003C7DCE"/>
    <w:rsid w:val="003D05E2"/>
    <w:rsid w:val="003D10F7"/>
    <w:rsid w:val="003D119D"/>
    <w:rsid w:val="003D1707"/>
    <w:rsid w:val="003D2457"/>
    <w:rsid w:val="003D3A53"/>
    <w:rsid w:val="003D3A76"/>
    <w:rsid w:val="003D40E5"/>
    <w:rsid w:val="003D48C2"/>
    <w:rsid w:val="003D4BF8"/>
    <w:rsid w:val="003D4D51"/>
    <w:rsid w:val="003D4FAE"/>
    <w:rsid w:val="003D588F"/>
    <w:rsid w:val="003D5A49"/>
    <w:rsid w:val="003D7606"/>
    <w:rsid w:val="003E01CD"/>
    <w:rsid w:val="003E02A7"/>
    <w:rsid w:val="003E02FE"/>
    <w:rsid w:val="003E03A6"/>
    <w:rsid w:val="003E118B"/>
    <w:rsid w:val="003E140A"/>
    <w:rsid w:val="003E22F5"/>
    <w:rsid w:val="003E25B4"/>
    <w:rsid w:val="003E2F86"/>
    <w:rsid w:val="003E318A"/>
    <w:rsid w:val="003E4213"/>
    <w:rsid w:val="003E45AD"/>
    <w:rsid w:val="003E564B"/>
    <w:rsid w:val="003E593C"/>
    <w:rsid w:val="003E6287"/>
    <w:rsid w:val="003E6869"/>
    <w:rsid w:val="003E68A3"/>
    <w:rsid w:val="003E7D28"/>
    <w:rsid w:val="003F0858"/>
    <w:rsid w:val="003F0CFA"/>
    <w:rsid w:val="003F2C28"/>
    <w:rsid w:val="003F2E2E"/>
    <w:rsid w:val="003F2E91"/>
    <w:rsid w:val="003F38C6"/>
    <w:rsid w:val="003F42D4"/>
    <w:rsid w:val="003F49C0"/>
    <w:rsid w:val="003F4CED"/>
    <w:rsid w:val="003F4FE0"/>
    <w:rsid w:val="003F565C"/>
    <w:rsid w:val="003F60DD"/>
    <w:rsid w:val="003F67A7"/>
    <w:rsid w:val="003F68FB"/>
    <w:rsid w:val="003F6A22"/>
    <w:rsid w:val="003F6ED1"/>
    <w:rsid w:val="003F6FE0"/>
    <w:rsid w:val="003F77C4"/>
    <w:rsid w:val="00400C59"/>
    <w:rsid w:val="00401AD1"/>
    <w:rsid w:val="004024B8"/>
    <w:rsid w:val="00402652"/>
    <w:rsid w:val="00402DE5"/>
    <w:rsid w:val="004030E9"/>
    <w:rsid w:val="00403E78"/>
    <w:rsid w:val="00405C5B"/>
    <w:rsid w:val="0040633C"/>
    <w:rsid w:val="004071C3"/>
    <w:rsid w:val="00411046"/>
    <w:rsid w:val="0041121E"/>
    <w:rsid w:val="0041130D"/>
    <w:rsid w:val="004119C5"/>
    <w:rsid w:val="00412062"/>
    <w:rsid w:val="00413397"/>
    <w:rsid w:val="00413684"/>
    <w:rsid w:val="00413E45"/>
    <w:rsid w:val="004147AF"/>
    <w:rsid w:val="00414B09"/>
    <w:rsid w:val="00416991"/>
    <w:rsid w:val="0041714C"/>
    <w:rsid w:val="004176AE"/>
    <w:rsid w:val="004212B3"/>
    <w:rsid w:val="00421397"/>
    <w:rsid w:val="004225A3"/>
    <w:rsid w:val="00423430"/>
    <w:rsid w:val="004238E0"/>
    <w:rsid w:val="0042468D"/>
    <w:rsid w:val="00425000"/>
    <w:rsid w:val="0042543B"/>
    <w:rsid w:val="004258FA"/>
    <w:rsid w:val="00425D96"/>
    <w:rsid w:val="00426036"/>
    <w:rsid w:val="00426877"/>
    <w:rsid w:val="00427B5A"/>
    <w:rsid w:val="00430242"/>
    <w:rsid w:val="004302E9"/>
    <w:rsid w:val="004310DF"/>
    <w:rsid w:val="00431CEA"/>
    <w:rsid w:val="00431EC7"/>
    <w:rsid w:val="0043311F"/>
    <w:rsid w:val="00433874"/>
    <w:rsid w:val="004339CC"/>
    <w:rsid w:val="00433E45"/>
    <w:rsid w:val="00434373"/>
    <w:rsid w:val="00434DC5"/>
    <w:rsid w:val="004361ED"/>
    <w:rsid w:val="00436DC0"/>
    <w:rsid w:val="00437CC3"/>
    <w:rsid w:val="00440B0C"/>
    <w:rsid w:val="00440B67"/>
    <w:rsid w:val="00440C6F"/>
    <w:rsid w:val="004413B0"/>
    <w:rsid w:val="00442AF1"/>
    <w:rsid w:val="00442D3B"/>
    <w:rsid w:val="00442E14"/>
    <w:rsid w:val="00442E8C"/>
    <w:rsid w:val="004431A7"/>
    <w:rsid w:val="00443242"/>
    <w:rsid w:val="004433AD"/>
    <w:rsid w:val="00443EF2"/>
    <w:rsid w:val="00444E8F"/>
    <w:rsid w:val="004450A3"/>
    <w:rsid w:val="00445B66"/>
    <w:rsid w:val="00445CED"/>
    <w:rsid w:val="00445F6C"/>
    <w:rsid w:val="00446274"/>
    <w:rsid w:val="00446602"/>
    <w:rsid w:val="00446A02"/>
    <w:rsid w:val="00446B33"/>
    <w:rsid w:val="00447314"/>
    <w:rsid w:val="00447E64"/>
    <w:rsid w:val="004503D0"/>
    <w:rsid w:val="004509FB"/>
    <w:rsid w:val="00451087"/>
    <w:rsid w:val="00451DC9"/>
    <w:rsid w:val="00451EB4"/>
    <w:rsid w:val="00452691"/>
    <w:rsid w:val="004526DD"/>
    <w:rsid w:val="004529A8"/>
    <w:rsid w:val="00452B18"/>
    <w:rsid w:val="00452B35"/>
    <w:rsid w:val="00452FA7"/>
    <w:rsid w:val="0045373A"/>
    <w:rsid w:val="00454395"/>
    <w:rsid w:val="00455FBA"/>
    <w:rsid w:val="0045604D"/>
    <w:rsid w:val="0045608F"/>
    <w:rsid w:val="00456286"/>
    <w:rsid w:val="00456C5C"/>
    <w:rsid w:val="00456C73"/>
    <w:rsid w:val="00456FA4"/>
    <w:rsid w:val="004577CE"/>
    <w:rsid w:val="00457B26"/>
    <w:rsid w:val="00457EC1"/>
    <w:rsid w:val="00460070"/>
    <w:rsid w:val="004610BE"/>
    <w:rsid w:val="00461218"/>
    <w:rsid w:val="0046134A"/>
    <w:rsid w:val="0046173E"/>
    <w:rsid w:val="004626A5"/>
    <w:rsid w:val="00462ED3"/>
    <w:rsid w:val="00463065"/>
    <w:rsid w:val="0046327B"/>
    <w:rsid w:val="004633A3"/>
    <w:rsid w:val="004634C8"/>
    <w:rsid w:val="00463515"/>
    <w:rsid w:val="0046366D"/>
    <w:rsid w:val="004639F1"/>
    <w:rsid w:val="00463A27"/>
    <w:rsid w:val="00464882"/>
    <w:rsid w:val="004649FA"/>
    <w:rsid w:val="00464ABC"/>
    <w:rsid w:val="004655FF"/>
    <w:rsid w:val="00465819"/>
    <w:rsid w:val="00465E2C"/>
    <w:rsid w:val="004660B5"/>
    <w:rsid w:val="004661E0"/>
    <w:rsid w:val="00466959"/>
    <w:rsid w:val="00467179"/>
    <w:rsid w:val="00467F6D"/>
    <w:rsid w:val="00470841"/>
    <w:rsid w:val="00470F9A"/>
    <w:rsid w:val="004717E7"/>
    <w:rsid w:val="00471A5C"/>
    <w:rsid w:val="00471D0C"/>
    <w:rsid w:val="00471D99"/>
    <w:rsid w:val="004727B0"/>
    <w:rsid w:val="004733F4"/>
    <w:rsid w:val="00473592"/>
    <w:rsid w:val="004739E4"/>
    <w:rsid w:val="004741FA"/>
    <w:rsid w:val="00474A00"/>
    <w:rsid w:val="00474BAD"/>
    <w:rsid w:val="004750FB"/>
    <w:rsid w:val="0047538F"/>
    <w:rsid w:val="00475AD9"/>
    <w:rsid w:val="00475B8D"/>
    <w:rsid w:val="004770CC"/>
    <w:rsid w:val="004807A3"/>
    <w:rsid w:val="00480AE2"/>
    <w:rsid w:val="00481C82"/>
    <w:rsid w:val="004821AC"/>
    <w:rsid w:val="00482764"/>
    <w:rsid w:val="0048297A"/>
    <w:rsid w:val="00482E91"/>
    <w:rsid w:val="00483C8B"/>
    <w:rsid w:val="00484ABD"/>
    <w:rsid w:val="00484E35"/>
    <w:rsid w:val="00485D11"/>
    <w:rsid w:val="00486F69"/>
    <w:rsid w:val="00487E41"/>
    <w:rsid w:val="00487E98"/>
    <w:rsid w:val="004919FB"/>
    <w:rsid w:val="00492404"/>
    <w:rsid w:val="00492DBD"/>
    <w:rsid w:val="00492DC6"/>
    <w:rsid w:val="004931EB"/>
    <w:rsid w:val="004932E1"/>
    <w:rsid w:val="004938AA"/>
    <w:rsid w:val="00493A4C"/>
    <w:rsid w:val="00493B53"/>
    <w:rsid w:val="00493B65"/>
    <w:rsid w:val="004941A9"/>
    <w:rsid w:val="00494576"/>
    <w:rsid w:val="004950BF"/>
    <w:rsid w:val="00495910"/>
    <w:rsid w:val="00495E38"/>
    <w:rsid w:val="00496E5E"/>
    <w:rsid w:val="004978A1"/>
    <w:rsid w:val="00497E07"/>
    <w:rsid w:val="004A0948"/>
    <w:rsid w:val="004A1330"/>
    <w:rsid w:val="004A1526"/>
    <w:rsid w:val="004A17FC"/>
    <w:rsid w:val="004A2D29"/>
    <w:rsid w:val="004A32A5"/>
    <w:rsid w:val="004A392A"/>
    <w:rsid w:val="004A3A65"/>
    <w:rsid w:val="004A471B"/>
    <w:rsid w:val="004A5591"/>
    <w:rsid w:val="004A5D3B"/>
    <w:rsid w:val="004A5F05"/>
    <w:rsid w:val="004A5F5D"/>
    <w:rsid w:val="004A64B1"/>
    <w:rsid w:val="004A6D1E"/>
    <w:rsid w:val="004A6E70"/>
    <w:rsid w:val="004A717E"/>
    <w:rsid w:val="004A7848"/>
    <w:rsid w:val="004B0192"/>
    <w:rsid w:val="004B0987"/>
    <w:rsid w:val="004B1CBD"/>
    <w:rsid w:val="004B203F"/>
    <w:rsid w:val="004B2572"/>
    <w:rsid w:val="004B2749"/>
    <w:rsid w:val="004B2C86"/>
    <w:rsid w:val="004B2F8D"/>
    <w:rsid w:val="004B30A5"/>
    <w:rsid w:val="004B54AE"/>
    <w:rsid w:val="004B5FCA"/>
    <w:rsid w:val="004B67EF"/>
    <w:rsid w:val="004B7266"/>
    <w:rsid w:val="004C03FA"/>
    <w:rsid w:val="004C0F62"/>
    <w:rsid w:val="004C1917"/>
    <w:rsid w:val="004C2642"/>
    <w:rsid w:val="004C3110"/>
    <w:rsid w:val="004C4290"/>
    <w:rsid w:val="004C501C"/>
    <w:rsid w:val="004C5BD9"/>
    <w:rsid w:val="004C6AC5"/>
    <w:rsid w:val="004C7486"/>
    <w:rsid w:val="004C7EBE"/>
    <w:rsid w:val="004C7EE0"/>
    <w:rsid w:val="004D00E6"/>
    <w:rsid w:val="004D1320"/>
    <w:rsid w:val="004D1A08"/>
    <w:rsid w:val="004D1F75"/>
    <w:rsid w:val="004D2037"/>
    <w:rsid w:val="004D21B9"/>
    <w:rsid w:val="004D2491"/>
    <w:rsid w:val="004D364B"/>
    <w:rsid w:val="004D3CC9"/>
    <w:rsid w:val="004D45C8"/>
    <w:rsid w:val="004D47D9"/>
    <w:rsid w:val="004D492A"/>
    <w:rsid w:val="004D499B"/>
    <w:rsid w:val="004D4D5E"/>
    <w:rsid w:val="004D4E48"/>
    <w:rsid w:val="004D57E1"/>
    <w:rsid w:val="004D635E"/>
    <w:rsid w:val="004D74C4"/>
    <w:rsid w:val="004D770B"/>
    <w:rsid w:val="004D7AC6"/>
    <w:rsid w:val="004E0716"/>
    <w:rsid w:val="004E0903"/>
    <w:rsid w:val="004E101D"/>
    <w:rsid w:val="004E16F9"/>
    <w:rsid w:val="004E2729"/>
    <w:rsid w:val="004E2858"/>
    <w:rsid w:val="004E368F"/>
    <w:rsid w:val="004E39A2"/>
    <w:rsid w:val="004E3BBC"/>
    <w:rsid w:val="004E4D54"/>
    <w:rsid w:val="004E61CA"/>
    <w:rsid w:val="004E63A3"/>
    <w:rsid w:val="004E67B0"/>
    <w:rsid w:val="004E7825"/>
    <w:rsid w:val="004F0F84"/>
    <w:rsid w:val="004F11A0"/>
    <w:rsid w:val="004F1BD0"/>
    <w:rsid w:val="004F36B0"/>
    <w:rsid w:val="004F3C8F"/>
    <w:rsid w:val="004F40A9"/>
    <w:rsid w:val="004F4A3D"/>
    <w:rsid w:val="004F5249"/>
    <w:rsid w:val="004F54CB"/>
    <w:rsid w:val="004F661B"/>
    <w:rsid w:val="004F6F8D"/>
    <w:rsid w:val="004F7920"/>
    <w:rsid w:val="004F7CCD"/>
    <w:rsid w:val="005005C8"/>
    <w:rsid w:val="00501965"/>
    <w:rsid w:val="005029E9"/>
    <w:rsid w:val="00502DA9"/>
    <w:rsid w:val="00502F49"/>
    <w:rsid w:val="005034CC"/>
    <w:rsid w:val="0050364A"/>
    <w:rsid w:val="005039BE"/>
    <w:rsid w:val="00503ED6"/>
    <w:rsid w:val="0050453A"/>
    <w:rsid w:val="005049D3"/>
    <w:rsid w:val="0050643E"/>
    <w:rsid w:val="0050665F"/>
    <w:rsid w:val="00506F56"/>
    <w:rsid w:val="00507435"/>
    <w:rsid w:val="005075D4"/>
    <w:rsid w:val="00507A4F"/>
    <w:rsid w:val="00507B93"/>
    <w:rsid w:val="00507DEB"/>
    <w:rsid w:val="00510BD1"/>
    <w:rsid w:val="00510E5D"/>
    <w:rsid w:val="0051187F"/>
    <w:rsid w:val="005126E4"/>
    <w:rsid w:val="00512AE8"/>
    <w:rsid w:val="005152BD"/>
    <w:rsid w:val="00516904"/>
    <w:rsid w:val="005170A7"/>
    <w:rsid w:val="0051790B"/>
    <w:rsid w:val="00517ABC"/>
    <w:rsid w:val="00517ABE"/>
    <w:rsid w:val="00517E2C"/>
    <w:rsid w:val="00520BC1"/>
    <w:rsid w:val="0052134C"/>
    <w:rsid w:val="005214BE"/>
    <w:rsid w:val="00521CAA"/>
    <w:rsid w:val="00523BE5"/>
    <w:rsid w:val="0052476E"/>
    <w:rsid w:val="0052544C"/>
    <w:rsid w:val="0052596E"/>
    <w:rsid w:val="00525C19"/>
    <w:rsid w:val="00526553"/>
    <w:rsid w:val="005272C5"/>
    <w:rsid w:val="00530A1C"/>
    <w:rsid w:val="005310A9"/>
    <w:rsid w:val="00532484"/>
    <w:rsid w:val="00532648"/>
    <w:rsid w:val="00532827"/>
    <w:rsid w:val="00532AC6"/>
    <w:rsid w:val="00532C34"/>
    <w:rsid w:val="005335F2"/>
    <w:rsid w:val="00533FD6"/>
    <w:rsid w:val="0053467F"/>
    <w:rsid w:val="00534B6E"/>
    <w:rsid w:val="00534E2A"/>
    <w:rsid w:val="00536181"/>
    <w:rsid w:val="00536762"/>
    <w:rsid w:val="00537795"/>
    <w:rsid w:val="005379AB"/>
    <w:rsid w:val="005403DE"/>
    <w:rsid w:val="005405CA"/>
    <w:rsid w:val="005410EF"/>
    <w:rsid w:val="00542A55"/>
    <w:rsid w:val="00543CAE"/>
    <w:rsid w:val="0054542E"/>
    <w:rsid w:val="00545583"/>
    <w:rsid w:val="005457A0"/>
    <w:rsid w:val="00546AD3"/>
    <w:rsid w:val="0054725E"/>
    <w:rsid w:val="00547A11"/>
    <w:rsid w:val="00547DCE"/>
    <w:rsid w:val="00550486"/>
    <w:rsid w:val="00550EBF"/>
    <w:rsid w:val="005511B1"/>
    <w:rsid w:val="00552A74"/>
    <w:rsid w:val="00552D9E"/>
    <w:rsid w:val="00552DA2"/>
    <w:rsid w:val="0055308A"/>
    <w:rsid w:val="005533EB"/>
    <w:rsid w:val="0055402D"/>
    <w:rsid w:val="00555877"/>
    <w:rsid w:val="00555B10"/>
    <w:rsid w:val="0055638F"/>
    <w:rsid w:val="00556A62"/>
    <w:rsid w:val="005573BE"/>
    <w:rsid w:val="00557AA8"/>
    <w:rsid w:val="00557C2F"/>
    <w:rsid w:val="00560144"/>
    <w:rsid w:val="005606F6"/>
    <w:rsid w:val="00561153"/>
    <w:rsid w:val="00561551"/>
    <w:rsid w:val="0056245B"/>
    <w:rsid w:val="005626B8"/>
    <w:rsid w:val="00562B57"/>
    <w:rsid w:val="00563DAC"/>
    <w:rsid w:val="00563E57"/>
    <w:rsid w:val="005641CE"/>
    <w:rsid w:val="00564C62"/>
    <w:rsid w:val="00564DB5"/>
    <w:rsid w:val="00565E5D"/>
    <w:rsid w:val="00566168"/>
    <w:rsid w:val="005663C6"/>
    <w:rsid w:val="005668B4"/>
    <w:rsid w:val="00566B73"/>
    <w:rsid w:val="00567211"/>
    <w:rsid w:val="00567B63"/>
    <w:rsid w:val="00570323"/>
    <w:rsid w:val="005706A0"/>
    <w:rsid w:val="00570707"/>
    <w:rsid w:val="00570C41"/>
    <w:rsid w:val="00570D8B"/>
    <w:rsid w:val="00571083"/>
    <w:rsid w:val="00571DB4"/>
    <w:rsid w:val="00572765"/>
    <w:rsid w:val="00573254"/>
    <w:rsid w:val="00575990"/>
    <w:rsid w:val="00576CAA"/>
    <w:rsid w:val="005771F6"/>
    <w:rsid w:val="00577988"/>
    <w:rsid w:val="00580AEC"/>
    <w:rsid w:val="00580F6B"/>
    <w:rsid w:val="00582850"/>
    <w:rsid w:val="00582906"/>
    <w:rsid w:val="00584433"/>
    <w:rsid w:val="005844F8"/>
    <w:rsid w:val="0058471A"/>
    <w:rsid w:val="00585F23"/>
    <w:rsid w:val="005861E5"/>
    <w:rsid w:val="00586329"/>
    <w:rsid w:val="00587EB4"/>
    <w:rsid w:val="005900A2"/>
    <w:rsid w:val="00590A16"/>
    <w:rsid w:val="00590FB8"/>
    <w:rsid w:val="00591431"/>
    <w:rsid w:val="005917F8"/>
    <w:rsid w:val="00591930"/>
    <w:rsid w:val="005924D7"/>
    <w:rsid w:val="00592C8B"/>
    <w:rsid w:val="005936FC"/>
    <w:rsid w:val="0059409E"/>
    <w:rsid w:val="005945F0"/>
    <w:rsid w:val="0059461F"/>
    <w:rsid w:val="00594B5F"/>
    <w:rsid w:val="00594CA9"/>
    <w:rsid w:val="0059533D"/>
    <w:rsid w:val="00595388"/>
    <w:rsid w:val="005963A2"/>
    <w:rsid w:val="00596E92"/>
    <w:rsid w:val="00597503"/>
    <w:rsid w:val="005A019F"/>
    <w:rsid w:val="005A039E"/>
    <w:rsid w:val="005A0F3A"/>
    <w:rsid w:val="005A1219"/>
    <w:rsid w:val="005A1282"/>
    <w:rsid w:val="005A183C"/>
    <w:rsid w:val="005A2534"/>
    <w:rsid w:val="005A336E"/>
    <w:rsid w:val="005A407C"/>
    <w:rsid w:val="005A4C4B"/>
    <w:rsid w:val="005A5099"/>
    <w:rsid w:val="005A50B6"/>
    <w:rsid w:val="005A512F"/>
    <w:rsid w:val="005A7B1D"/>
    <w:rsid w:val="005A7D09"/>
    <w:rsid w:val="005A7DBF"/>
    <w:rsid w:val="005B0775"/>
    <w:rsid w:val="005B0865"/>
    <w:rsid w:val="005B35B8"/>
    <w:rsid w:val="005B41F9"/>
    <w:rsid w:val="005B4313"/>
    <w:rsid w:val="005B4EFE"/>
    <w:rsid w:val="005B5EF1"/>
    <w:rsid w:val="005B5F46"/>
    <w:rsid w:val="005B630D"/>
    <w:rsid w:val="005B6737"/>
    <w:rsid w:val="005B6D75"/>
    <w:rsid w:val="005C03F7"/>
    <w:rsid w:val="005C0A0E"/>
    <w:rsid w:val="005C0C13"/>
    <w:rsid w:val="005C1322"/>
    <w:rsid w:val="005C16BF"/>
    <w:rsid w:val="005C1802"/>
    <w:rsid w:val="005C1821"/>
    <w:rsid w:val="005C1C9A"/>
    <w:rsid w:val="005C21AF"/>
    <w:rsid w:val="005C27B3"/>
    <w:rsid w:val="005C2D05"/>
    <w:rsid w:val="005C38F6"/>
    <w:rsid w:val="005C3E0B"/>
    <w:rsid w:val="005C3F5D"/>
    <w:rsid w:val="005C4203"/>
    <w:rsid w:val="005C45BE"/>
    <w:rsid w:val="005C4F57"/>
    <w:rsid w:val="005C4F9B"/>
    <w:rsid w:val="005C5034"/>
    <w:rsid w:val="005C6AAE"/>
    <w:rsid w:val="005C77B6"/>
    <w:rsid w:val="005C7EB3"/>
    <w:rsid w:val="005D021D"/>
    <w:rsid w:val="005D0821"/>
    <w:rsid w:val="005D0DD7"/>
    <w:rsid w:val="005D0F72"/>
    <w:rsid w:val="005D11AA"/>
    <w:rsid w:val="005D136A"/>
    <w:rsid w:val="005D14FF"/>
    <w:rsid w:val="005D2E3A"/>
    <w:rsid w:val="005D2F1B"/>
    <w:rsid w:val="005D30BD"/>
    <w:rsid w:val="005D356B"/>
    <w:rsid w:val="005D3F10"/>
    <w:rsid w:val="005D3F9B"/>
    <w:rsid w:val="005D4090"/>
    <w:rsid w:val="005D554D"/>
    <w:rsid w:val="005D5809"/>
    <w:rsid w:val="005D61FA"/>
    <w:rsid w:val="005D6901"/>
    <w:rsid w:val="005D708D"/>
    <w:rsid w:val="005D7364"/>
    <w:rsid w:val="005E0710"/>
    <w:rsid w:val="005E0795"/>
    <w:rsid w:val="005E0F8E"/>
    <w:rsid w:val="005E0FB3"/>
    <w:rsid w:val="005E17D6"/>
    <w:rsid w:val="005E34F6"/>
    <w:rsid w:val="005E3517"/>
    <w:rsid w:val="005E38EF"/>
    <w:rsid w:val="005E3D26"/>
    <w:rsid w:val="005E4F4F"/>
    <w:rsid w:val="005E58A4"/>
    <w:rsid w:val="005E58FF"/>
    <w:rsid w:val="005E5A48"/>
    <w:rsid w:val="005E5E1F"/>
    <w:rsid w:val="005E6F65"/>
    <w:rsid w:val="005E7518"/>
    <w:rsid w:val="005E7893"/>
    <w:rsid w:val="005E7932"/>
    <w:rsid w:val="005F008E"/>
    <w:rsid w:val="005F057A"/>
    <w:rsid w:val="005F08F6"/>
    <w:rsid w:val="005F0A7A"/>
    <w:rsid w:val="005F16B8"/>
    <w:rsid w:val="005F19F0"/>
    <w:rsid w:val="005F275D"/>
    <w:rsid w:val="005F289E"/>
    <w:rsid w:val="005F37E8"/>
    <w:rsid w:val="005F3E31"/>
    <w:rsid w:val="005F47BD"/>
    <w:rsid w:val="005F47EF"/>
    <w:rsid w:val="005F4CFE"/>
    <w:rsid w:val="005F59D7"/>
    <w:rsid w:val="005F6D2D"/>
    <w:rsid w:val="005F7540"/>
    <w:rsid w:val="006004E3"/>
    <w:rsid w:val="00600B17"/>
    <w:rsid w:val="006010D6"/>
    <w:rsid w:val="006022B5"/>
    <w:rsid w:val="00602414"/>
    <w:rsid w:val="00602DEA"/>
    <w:rsid w:val="006040A6"/>
    <w:rsid w:val="0060462E"/>
    <w:rsid w:val="0060475D"/>
    <w:rsid w:val="00605220"/>
    <w:rsid w:val="00605A01"/>
    <w:rsid w:val="0061043D"/>
    <w:rsid w:val="00610AD0"/>
    <w:rsid w:val="0061109B"/>
    <w:rsid w:val="0061183A"/>
    <w:rsid w:val="00611F66"/>
    <w:rsid w:val="006123C7"/>
    <w:rsid w:val="006135CF"/>
    <w:rsid w:val="006138D5"/>
    <w:rsid w:val="00615022"/>
    <w:rsid w:val="0061524B"/>
    <w:rsid w:val="00615C44"/>
    <w:rsid w:val="00615DD8"/>
    <w:rsid w:val="006163B7"/>
    <w:rsid w:val="00616AF0"/>
    <w:rsid w:val="00617369"/>
    <w:rsid w:val="006174E8"/>
    <w:rsid w:val="00617B50"/>
    <w:rsid w:val="006204FB"/>
    <w:rsid w:val="0062067B"/>
    <w:rsid w:val="00620777"/>
    <w:rsid w:val="006207DE"/>
    <w:rsid w:val="00621E5D"/>
    <w:rsid w:val="00622164"/>
    <w:rsid w:val="00622653"/>
    <w:rsid w:val="0062276D"/>
    <w:rsid w:val="00622830"/>
    <w:rsid w:val="00623FFD"/>
    <w:rsid w:val="00625D41"/>
    <w:rsid w:val="0062612D"/>
    <w:rsid w:val="00627150"/>
    <w:rsid w:val="00627743"/>
    <w:rsid w:val="00627E32"/>
    <w:rsid w:val="0063029D"/>
    <w:rsid w:val="00630341"/>
    <w:rsid w:val="00631043"/>
    <w:rsid w:val="00631534"/>
    <w:rsid w:val="00632415"/>
    <w:rsid w:val="00632E19"/>
    <w:rsid w:val="00633013"/>
    <w:rsid w:val="006334E3"/>
    <w:rsid w:val="006347FF"/>
    <w:rsid w:val="00634C35"/>
    <w:rsid w:val="00634E3E"/>
    <w:rsid w:val="00635607"/>
    <w:rsid w:val="00635FF3"/>
    <w:rsid w:val="0063649F"/>
    <w:rsid w:val="006364BB"/>
    <w:rsid w:val="006369D2"/>
    <w:rsid w:val="00636AAF"/>
    <w:rsid w:val="006377F3"/>
    <w:rsid w:val="00637908"/>
    <w:rsid w:val="00640DAA"/>
    <w:rsid w:val="00640DC5"/>
    <w:rsid w:val="00640ECE"/>
    <w:rsid w:val="00642F30"/>
    <w:rsid w:val="00643482"/>
    <w:rsid w:val="006436FC"/>
    <w:rsid w:val="00643AC2"/>
    <w:rsid w:val="00644382"/>
    <w:rsid w:val="00644882"/>
    <w:rsid w:val="00645D69"/>
    <w:rsid w:val="0064618B"/>
    <w:rsid w:val="00646358"/>
    <w:rsid w:val="00646C9E"/>
    <w:rsid w:val="00647B5B"/>
    <w:rsid w:val="00647BBD"/>
    <w:rsid w:val="00650695"/>
    <w:rsid w:val="00651CCB"/>
    <w:rsid w:val="00653889"/>
    <w:rsid w:val="0065394D"/>
    <w:rsid w:val="00653967"/>
    <w:rsid w:val="00653ACE"/>
    <w:rsid w:val="00653ADD"/>
    <w:rsid w:val="00653D1E"/>
    <w:rsid w:val="00654249"/>
    <w:rsid w:val="006546CF"/>
    <w:rsid w:val="00654E73"/>
    <w:rsid w:val="00655781"/>
    <w:rsid w:val="0065713C"/>
    <w:rsid w:val="00657390"/>
    <w:rsid w:val="006577C8"/>
    <w:rsid w:val="00660174"/>
    <w:rsid w:val="00661409"/>
    <w:rsid w:val="0066181D"/>
    <w:rsid w:val="00662023"/>
    <w:rsid w:val="00662885"/>
    <w:rsid w:val="0066393C"/>
    <w:rsid w:val="00663AFE"/>
    <w:rsid w:val="00663DCE"/>
    <w:rsid w:val="00664B4B"/>
    <w:rsid w:val="00665C56"/>
    <w:rsid w:val="006668D6"/>
    <w:rsid w:val="00667475"/>
    <w:rsid w:val="006674E4"/>
    <w:rsid w:val="0067034E"/>
    <w:rsid w:val="006703EF"/>
    <w:rsid w:val="00671735"/>
    <w:rsid w:val="006718E3"/>
    <w:rsid w:val="00671C54"/>
    <w:rsid w:val="00672520"/>
    <w:rsid w:val="00672871"/>
    <w:rsid w:val="00672885"/>
    <w:rsid w:val="00672B20"/>
    <w:rsid w:val="00672E41"/>
    <w:rsid w:val="00672FD3"/>
    <w:rsid w:val="00673877"/>
    <w:rsid w:val="00673C53"/>
    <w:rsid w:val="00673C79"/>
    <w:rsid w:val="00673CEA"/>
    <w:rsid w:val="006745BE"/>
    <w:rsid w:val="0067473B"/>
    <w:rsid w:val="00674E8D"/>
    <w:rsid w:val="00675E0C"/>
    <w:rsid w:val="0067600C"/>
    <w:rsid w:val="00676070"/>
    <w:rsid w:val="00676492"/>
    <w:rsid w:val="00676567"/>
    <w:rsid w:val="00676BC3"/>
    <w:rsid w:val="00676E16"/>
    <w:rsid w:val="00676FA3"/>
    <w:rsid w:val="00676FDA"/>
    <w:rsid w:val="006774CD"/>
    <w:rsid w:val="00677982"/>
    <w:rsid w:val="00681754"/>
    <w:rsid w:val="006824E5"/>
    <w:rsid w:val="00682A21"/>
    <w:rsid w:val="00682C74"/>
    <w:rsid w:val="00683A7E"/>
    <w:rsid w:val="00683E34"/>
    <w:rsid w:val="006845F2"/>
    <w:rsid w:val="0068540C"/>
    <w:rsid w:val="0068565F"/>
    <w:rsid w:val="006859FD"/>
    <w:rsid w:val="00685D94"/>
    <w:rsid w:val="006864AC"/>
    <w:rsid w:val="006864E1"/>
    <w:rsid w:val="006876B4"/>
    <w:rsid w:val="00687F01"/>
    <w:rsid w:val="00690602"/>
    <w:rsid w:val="0069065A"/>
    <w:rsid w:val="006912F8"/>
    <w:rsid w:val="0069148C"/>
    <w:rsid w:val="00691DE2"/>
    <w:rsid w:val="006921E3"/>
    <w:rsid w:val="0069252C"/>
    <w:rsid w:val="00693A63"/>
    <w:rsid w:val="00694CC8"/>
    <w:rsid w:val="0069696D"/>
    <w:rsid w:val="006A0049"/>
    <w:rsid w:val="006A09B6"/>
    <w:rsid w:val="006A12BE"/>
    <w:rsid w:val="006A147A"/>
    <w:rsid w:val="006A1F44"/>
    <w:rsid w:val="006A2ED4"/>
    <w:rsid w:val="006A327E"/>
    <w:rsid w:val="006A384B"/>
    <w:rsid w:val="006A4653"/>
    <w:rsid w:val="006A4A41"/>
    <w:rsid w:val="006A533C"/>
    <w:rsid w:val="006A5F03"/>
    <w:rsid w:val="006A6644"/>
    <w:rsid w:val="006A6FAB"/>
    <w:rsid w:val="006A767E"/>
    <w:rsid w:val="006B00B1"/>
    <w:rsid w:val="006B0FFD"/>
    <w:rsid w:val="006B14E2"/>
    <w:rsid w:val="006B14EA"/>
    <w:rsid w:val="006B17B1"/>
    <w:rsid w:val="006B2C49"/>
    <w:rsid w:val="006B386C"/>
    <w:rsid w:val="006B42EE"/>
    <w:rsid w:val="006B4796"/>
    <w:rsid w:val="006B4A76"/>
    <w:rsid w:val="006B4DF7"/>
    <w:rsid w:val="006B5390"/>
    <w:rsid w:val="006B5A38"/>
    <w:rsid w:val="006B5EF5"/>
    <w:rsid w:val="006B64CD"/>
    <w:rsid w:val="006B6C52"/>
    <w:rsid w:val="006B6D9C"/>
    <w:rsid w:val="006B70AE"/>
    <w:rsid w:val="006B72A3"/>
    <w:rsid w:val="006C0439"/>
    <w:rsid w:val="006C05D1"/>
    <w:rsid w:val="006C0C83"/>
    <w:rsid w:val="006C0DA2"/>
    <w:rsid w:val="006C12A5"/>
    <w:rsid w:val="006C16DD"/>
    <w:rsid w:val="006C1BEA"/>
    <w:rsid w:val="006C287D"/>
    <w:rsid w:val="006C36FC"/>
    <w:rsid w:val="006C4B9B"/>
    <w:rsid w:val="006C5252"/>
    <w:rsid w:val="006C53D6"/>
    <w:rsid w:val="006C5C02"/>
    <w:rsid w:val="006C68BF"/>
    <w:rsid w:val="006C699D"/>
    <w:rsid w:val="006C715B"/>
    <w:rsid w:val="006C7645"/>
    <w:rsid w:val="006D1FE9"/>
    <w:rsid w:val="006D2225"/>
    <w:rsid w:val="006D2427"/>
    <w:rsid w:val="006D25F5"/>
    <w:rsid w:val="006D276A"/>
    <w:rsid w:val="006D2A90"/>
    <w:rsid w:val="006D4BCA"/>
    <w:rsid w:val="006D5300"/>
    <w:rsid w:val="006D5D4A"/>
    <w:rsid w:val="006D6473"/>
    <w:rsid w:val="006D6AC3"/>
    <w:rsid w:val="006D7FC5"/>
    <w:rsid w:val="006E1003"/>
    <w:rsid w:val="006E17F4"/>
    <w:rsid w:val="006E1BA5"/>
    <w:rsid w:val="006E3189"/>
    <w:rsid w:val="006E3237"/>
    <w:rsid w:val="006E385E"/>
    <w:rsid w:val="006E419F"/>
    <w:rsid w:val="006E43FA"/>
    <w:rsid w:val="006E50AF"/>
    <w:rsid w:val="006E56D5"/>
    <w:rsid w:val="006E5E96"/>
    <w:rsid w:val="006E5F7D"/>
    <w:rsid w:val="006E760E"/>
    <w:rsid w:val="006F0264"/>
    <w:rsid w:val="006F0706"/>
    <w:rsid w:val="006F08EA"/>
    <w:rsid w:val="006F0FDC"/>
    <w:rsid w:val="006F1315"/>
    <w:rsid w:val="006F13F0"/>
    <w:rsid w:val="006F154B"/>
    <w:rsid w:val="006F2D92"/>
    <w:rsid w:val="006F342A"/>
    <w:rsid w:val="006F43FB"/>
    <w:rsid w:val="006F4D05"/>
    <w:rsid w:val="006F6AD4"/>
    <w:rsid w:val="006F75F7"/>
    <w:rsid w:val="006F7975"/>
    <w:rsid w:val="006F7C06"/>
    <w:rsid w:val="006F7FF1"/>
    <w:rsid w:val="007002D2"/>
    <w:rsid w:val="00700E76"/>
    <w:rsid w:val="007013B5"/>
    <w:rsid w:val="00701575"/>
    <w:rsid w:val="00701B06"/>
    <w:rsid w:val="0070236D"/>
    <w:rsid w:val="00702522"/>
    <w:rsid w:val="00702B31"/>
    <w:rsid w:val="00703264"/>
    <w:rsid w:val="0070385C"/>
    <w:rsid w:val="00704922"/>
    <w:rsid w:val="007049E3"/>
    <w:rsid w:val="00705AF5"/>
    <w:rsid w:val="00706535"/>
    <w:rsid w:val="00706850"/>
    <w:rsid w:val="00707706"/>
    <w:rsid w:val="007077A1"/>
    <w:rsid w:val="00707E2F"/>
    <w:rsid w:val="00711D9F"/>
    <w:rsid w:val="007120FD"/>
    <w:rsid w:val="007124C2"/>
    <w:rsid w:val="00712658"/>
    <w:rsid w:val="0071295A"/>
    <w:rsid w:val="00712BE7"/>
    <w:rsid w:val="007130A1"/>
    <w:rsid w:val="0071316A"/>
    <w:rsid w:val="00713B6D"/>
    <w:rsid w:val="00713F63"/>
    <w:rsid w:val="00715515"/>
    <w:rsid w:val="007159FC"/>
    <w:rsid w:val="00715A0F"/>
    <w:rsid w:val="00716755"/>
    <w:rsid w:val="007200DF"/>
    <w:rsid w:val="007209B0"/>
    <w:rsid w:val="00720B63"/>
    <w:rsid w:val="00720D11"/>
    <w:rsid w:val="007225F0"/>
    <w:rsid w:val="00723315"/>
    <w:rsid w:val="00723861"/>
    <w:rsid w:val="00723BC0"/>
    <w:rsid w:val="00724BBE"/>
    <w:rsid w:val="00725880"/>
    <w:rsid w:val="00725C68"/>
    <w:rsid w:val="00726A5A"/>
    <w:rsid w:val="007276BB"/>
    <w:rsid w:val="007278DF"/>
    <w:rsid w:val="00727DAB"/>
    <w:rsid w:val="00730A50"/>
    <w:rsid w:val="00730E41"/>
    <w:rsid w:val="007316F0"/>
    <w:rsid w:val="007320B0"/>
    <w:rsid w:val="00732CED"/>
    <w:rsid w:val="00732CFB"/>
    <w:rsid w:val="00733596"/>
    <w:rsid w:val="00733620"/>
    <w:rsid w:val="007338DB"/>
    <w:rsid w:val="00734EA4"/>
    <w:rsid w:val="00734EC3"/>
    <w:rsid w:val="00735005"/>
    <w:rsid w:val="00735482"/>
    <w:rsid w:val="0073691C"/>
    <w:rsid w:val="0073711D"/>
    <w:rsid w:val="00737274"/>
    <w:rsid w:val="0073744A"/>
    <w:rsid w:val="007379F3"/>
    <w:rsid w:val="00740EAB"/>
    <w:rsid w:val="00741504"/>
    <w:rsid w:val="00742201"/>
    <w:rsid w:val="00742279"/>
    <w:rsid w:val="0074290F"/>
    <w:rsid w:val="007430C7"/>
    <w:rsid w:val="007436D5"/>
    <w:rsid w:val="00743BE7"/>
    <w:rsid w:val="007448EF"/>
    <w:rsid w:val="00744F3E"/>
    <w:rsid w:val="00745087"/>
    <w:rsid w:val="00745CAA"/>
    <w:rsid w:val="00745EB8"/>
    <w:rsid w:val="0074682F"/>
    <w:rsid w:val="007468E9"/>
    <w:rsid w:val="00746A1D"/>
    <w:rsid w:val="00746DA1"/>
    <w:rsid w:val="00750085"/>
    <w:rsid w:val="007517AF"/>
    <w:rsid w:val="00751CCD"/>
    <w:rsid w:val="00751F92"/>
    <w:rsid w:val="00752E1C"/>
    <w:rsid w:val="0075304F"/>
    <w:rsid w:val="00753CB7"/>
    <w:rsid w:val="007542DB"/>
    <w:rsid w:val="00754456"/>
    <w:rsid w:val="00754E86"/>
    <w:rsid w:val="0075556F"/>
    <w:rsid w:val="0075574A"/>
    <w:rsid w:val="00755D71"/>
    <w:rsid w:val="00756306"/>
    <w:rsid w:val="007565A8"/>
    <w:rsid w:val="007567CD"/>
    <w:rsid w:val="00756B97"/>
    <w:rsid w:val="00757489"/>
    <w:rsid w:val="00757530"/>
    <w:rsid w:val="007578F6"/>
    <w:rsid w:val="00761810"/>
    <w:rsid w:val="00761C8B"/>
    <w:rsid w:val="00762030"/>
    <w:rsid w:val="00762709"/>
    <w:rsid w:val="00762DC9"/>
    <w:rsid w:val="0076329E"/>
    <w:rsid w:val="00763945"/>
    <w:rsid w:val="00763C1B"/>
    <w:rsid w:val="00763F62"/>
    <w:rsid w:val="00766F1B"/>
    <w:rsid w:val="0077012C"/>
    <w:rsid w:val="00770142"/>
    <w:rsid w:val="0077114E"/>
    <w:rsid w:val="0077241A"/>
    <w:rsid w:val="007729DB"/>
    <w:rsid w:val="00772AB0"/>
    <w:rsid w:val="00772AFA"/>
    <w:rsid w:val="00772C05"/>
    <w:rsid w:val="007740DA"/>
    <w:rsid w:val="00774225"/>
    <w:rsid w:val="00775C84"/>
    <w:rsid w:val="00775EA4"/>
    <w:rsid w:val="0077708F"/>
    <w:rsid w:val="007801E8"/>
    <w:rsid w:val="00780975"/>
    <w:rsid w:val="00780CC0"/>
    <w:rsid w:val="00781A23"/>
    <w:rsid w:val="00781BD3"/>
    <w:rsid w:val="00781F9D"/>
    <w:rsid w:val="00781FBA"/>
    <w:rsid w:val="007824C3"/>
    <w:rsid w:val="007827EF"/>
    <w:rsid w:val="007829B3"/>
    <w:rsid w:val="007829F4"/>
    <w:rsid w:val="00782CA9"/>
    <w:rsid w:val="00782CCB"/>
    <w:rsid w:val="00782DFE"/>
    <w:rsid w:val="00782F90"/>
    <w:rsid w:val="00783365"/>
    <w:rsid w:val="007833BB"/>
    <w:rsid w:val="00783489"/>
    <w:rsid w:val="007837D2"/>
    <w:rsid w:val="00783CC9"/>
    <w:rsid w:val="00783E7B"/>
    <w:rsid w:val="007846C0"/>
    <w:rsid w:val="007857B6"/>
    <w:rsid w:val="00786977"/>
    <w:rsid w:val="007869DE"/>
    <w:rsid w:val="00790461"/>
    <w:rsid w:val="00791AA3"/>
    <w:rsid w:val="00791C1F"/>
    <w:rsid w:val="0079218B"/>
    <w:rsid w:val="00792954"/>
    <w:rsid w:val="00792F16"/>
    <w:rsid w:val="00792F25"/>
    <w:rsid w:val="007934F0"/>
    <w:rsid w:val="00793B43"/>
    <w:rsid w:val="00793FD8"/>
    <w:rsid w:val="007943E3"/>
    <w:rsid w:val="00794894"/>
    <w:rsid w:val="00794BF0"/>
    <w:rsid w:val="00794CDD"/>
    <w:rsid w:val="00795688"/>
    <w:rsid w:val="007959EE"/>
    <w:rsid w:val="00795E60"/>
    <w:rsid w:val="007965FB"/>
    <w:rsid w:val="007967E6"/>
    <w:rsid w:val="00796EF6"/>
    <w:rsid w:val="00797113"/>
    <w:rsid w:val="007971AE"/>
    <w:rsid w:val="00797B6B"/>
    <w:rsid w:val="007A039F"/>
    <w:rsid w:val="007A0989"/>
    <w:rsid w:val="007A0C7F"/>
    <w:rsid w:val="007A119D"/>
    <w:rsid w:val="007A1263"/>
    <w:rsid w:val="007A12E9"/>
    <w:rsid w:val="007A1C4B"/>
    <w:rsid w:val="007A2E63"/>
    <w:rsid w:val="007A2FF6"/>
    <w:rsid w:val="007A31B7"/>
    <w:rsid w:val="007A3AD6"/>
    <w:rsid w:val="007A43F7"/>
    <w:rsid w:val="007A4A5D"/>
    <w:rsid w:val="007A4F8E"/>
    <w:rsid w:val="007A4FE5"/>
    <w:rsid w:val="007A5505"/>
    <w:rsid w:val="007A57C2"/>
    <w:rsid w:val="007A58D2"/>
    <w:rsid w:val="007A63C2"/>
    <w:rsid w:val="007A647A"/>
    <w:rsid w:val="007A673D"/>
    <w:rsid w:val="007A6876"/>
    <w:rsid w:val="007A6906"/>
    <w:rsid w:val="007A7143"/>
    <w:rsid w:val="007A747F"/>
    <w:rsid w:val="007A7946"/>
    <w:rsid w:val="007A7EDD"/>
    <w:rsid w:val="007B0146"/>
    <w:rsid w:val="007B018C"/>
    <w:rsid w:val="007B04A1"/>
    <w:rsid w:val="007B0E82"/>
    <w:rsid w:val="007B160B"/>
    <w:rsid w:val="007B1C65"/>
    <w:rsid w:val="007B1CC1"/>
    <w:rsid w:val="007B2337"/>
    <w:rsid w:val="007B23DD"/>
    <w:rsid w:val="007B2452"/>
    <w:rsid w:val="007B2878"/>
    <w:rsid w:val="007B3277"/>
    <w:rsid w:val="007B32CC"/>
    <w:rsid w:val="007B4937"/>
    <w:rsid w:val="007B49FF"/>
    <w:rsid w:val="007B50DC"/>
    <w:rsid w:val="007B54FB"/>
    <w:rsid w:val="007B668F"/>
    <w:rsid w:val="007B76D5"/>
    <w:rsid w:val="007C0A21"/>
    <w:rsid w:val="007C0EC6"/>
    <w:rsid w:val="007C1D1A"/>
    <w:rsid w:val="007C2238"/>
    <w:rsid w:val="007C341E"/>
    <w:rsid w:val="007C4CB8"/>
    <w:rsid w:val="007C4D33"/>
    <w:rsid w:val="007C4E29"/>
    <w:rsid w:val="007C52C0"/>
    <w:rsid w:val="007C5AD9"/>
    <w:rsid w:val="007C631D"/>
    <w:rsid w:val="007C67E2"/>
    <w:rsid w:val="007C72D5"/>
    <w:rsid w:val="007C7EF5"/>
    <w:rsid w:val="007D0632"/>
    <w:rsid w:val="007D08EA"/>
    <w:rsid w:val="007D1C6F"/>
    <w:rsid w:val="007D4008"/>
    <w:rsid w:val="007D416B"/>
    <w:rsid w:val="007D48B6"/>
    <w:rsid w:val="007D5038"/>
    <w:rsid w:val="007D52C1"/>
    <w:rsid w:val="007D5443"/>
    <w:rsid w:val="007D62E8"/>
    <w:rsid w:val="007D6B63"/>
    <w:rsid w:val="007D6D94"/>
    <w:rsid w:val="007D7693"/>
    <w:rsid w:val="007E0B4C"/>
    <w:rsid w:val="007E0D29"/>
    <w:rsid w:val="007E14C6"/>
    <w:rsid w:val="007E166A"/>
    <w:rsid w:val="007E1866"/>
    <w:rsid w:val="007E1900"/>
    <w:rsid w:val="007E3605"/>
    <w:rsid w:val="007E4656"/>
    <w:rsid w:val="007E4B98"/>
    <w:rsid w:val="007E5092"/>
    <w:rsid w:val="007E528B"/>
    <w:rsid w:val="007E5EF5"/>
    <w:rsid w:val="007E6381"/>
    <w:rsid w:val="007E66E1"/>
    <w:rsid w:val="007E68B7"/>
    <w:rsid w:val="007E6BB2"/>
    <w:rsid w:val="007E722A"/>
    <w:rsid w:val="007E7A21"/>
    <w:rsid w:val="007F01AD"/>
    <w:rsid w:val="007F0397"/>
    <w:rsid w:val="007F0497"/>
    <w:rsid w:val="007F0A76"/>
    <w:rsid w:val="007F0E07"/>
    <w:rsid w:val="007F151F"/>
    <w:rsid w:val="007F1A0A"/>
    <w:rsid w:val="007F2037"/>
    <w:rsid w:val="007F29FC"/>
    <w:rsid w:val="007F2A55"/>
    <w:rsid w:val="007F3DA5"/>
    <w:rsid w:val="007F459B"/>
    <w:rsid w:val="007F459E"/>
    <w:rsid w:val="007F4B63"/>
    <w:rsid w:val="007F5CB8"/>
    <w:rsid w:val="007F61C3"/>
    <w:rsid w:val="007F6267"/>
    <w:rsid w:val="007F6331"/>
    <w:rsid w:val="007F671D"/>
    <w:rsid w:val="007F6888"/>
    <w:rsid w:val="007F6EB5"/>
    <w:rsid w:val="00800680"/>
    <w:rsid w:val="008007D7"/>
    <w:rsid w:val="00800D94"/>
    <w:rsid w:val="008023B9"/>
    <w:rsid w:val="00802BEB"/>
    <w:rsid w:val="00803599"/>
    <w:rsid w:val="008048C3"/>
    <w:rsid w:val="00804BCE"/>
    <w:rsid w:val="00804DC7"/>
    <w:rsid w:val="0080512B"/>
    <w:rsid w:val="008051EE"/>
    <w:rsid w:val="0080564E"/>
    <w:rsid w:val="008056EA"/>
    <w:rsid w:val="00805FAB"/>
    <w:rsid w:val="00806307"/>
    <w:rsid w:val="00806611"/>
    <w:rsid w:val="00806CE1"/>
    <w:rsid w:val="00807372"/>
    <w:rsid w:val="00807466"/>
    <w:rsid w:val="008074DD"/>
    <w:rsid w:val="00807AC4"/>
    <w:rsid w:val="00807E72"/>
    <w:rsid w:val="0081099E"/>
    <w:rsid w:val="00810B8C"/>
    <w:rsid w:val="00810EF8"/>
    <w:rsid w:val="0081142C"/>
    <w:rsid w:val="00811CE2"/>
    <w:rsid w:val="00811FBF"/>
    <w:rsid w:val="0081213B"/>
    <w:rsid w:val="008123CA"/>
    <w:rsid w:val="00812811"/>
    <w:rsid w:val="00812B84"/>
    <w:rsid w:val="008136AA"/>
    <w:rsid w:val="00813AF3"/>
    <w:rsid w:val="0081429D"/>
    <w:rsid w:val="0081464F"/>
    <w:rsid w:val="0081519A"/>
    <w:rsid w:val="00815C0D"/>
    <w:rsid w:val="00815C7F"/>
    <w:rsid w:val="008161C6"/>
    <w:rsid w:val="0081672B"/>
    <w:rsid w:val="00816AE7"/>
    <w:rsid w:val="00816E4A"/>
    <w:rsid w:val="00817749"/>
    <w:rsid w:val="00820433"/>
    <w:rsid w:val="0082069B"/>
    <w:rsid w:val="0082189B"/>
    <w:rsid w:val="00821FD5"/>
    <w:rsid w:val="00821FE4"/>
    <w:rsid w:val="00822265"/>
    <w:rsid w:val="008222BD"/>
    <w:rsid w:val="00822E89"/>
    <w:rsid w:val="00822FEA"/>
    <w:rsid w:val="00823023"/>
    <w:rsid w:val="00823514"/>
    <w:rsid w:val="00825B6D"/>
    <w:rsid w:val="00825B83"/>
    <w:rsid w:val="00826276"/>
    <w:rsid w:val="0082717F"/>
    <w:rsid w:val="0082783C"/>
    <w:rsid w:val="0083000A"/>
    <w:rsid w:val="0083003A"/>
    <w:rsid w:val="0083014E"/>
    <w:rsid w:val="0083071E"/>
    <w:rsid w:val="00830E89"/>
    <w:rsid w:val="00832736"/>
    <w:rsid w:val="00832967"/>
    <w:rsid w:val="00833641"/>
    <w:rsid w:val="00835423"/>
    <w:rsid w:val="00835818"/>
    <w:rsid w:val="00835A7A"/>
    <w:rsid w:val="00835F55"/>
    <w:rsid w:val="0083622C"/>
    <w:rsid w:val="008365DF"/>
    <w:rsid w:val="008402AA"/>
    <w:rsid w:val="00840971"/>
    <w:rsid w:val="00840E59"/>
    <w:rsid w:val="0084237E"/>
    <w:rsid w:val="00842D9A"/>
    <w:rsid w:val="00842EF5"/>
    <w:rsid w:val="00843341"/>
    <w:rsid w:val="0084379E"/>
    <w:rsid w:val="00844404"/>
    <w:rsid w:val="00844906"/>
    <w:rsid w:val="00844D86"/>
    <w:rsid w:val="00844E8D"/>
    <w:rsid w:val="008460CF"/>
    <w:rsid w:val="00846733"/>
    <w:rsid w:val="00847343"/>
    <w:rsid w:val="008479A6"/>
    <w:rsid w:val="00847CD7"/>
    <w:rsid w:val="008515AE"/>
    <w:rsid w:val="008515F7"/>
    <w:rsid w:val="0085222A"/>
    <w:rsid w:val="00852396"/>
    <w:rsid w:val="00852BE8"/>
    <w:rsid w:val="00852FA1"/>
    <w:rsid w:val="0085338A"/>
    <w:rsid w:val="0085392E"/>
    <w:rsid w:val="00853A48"/>
    <w:rsid w:val="00853BB0"/>
    <w:rsid w:val="00853DA5"/>
    <w:rsid w:val="00854850"/>
    <w:rsid w:val="00854C30"/>
    <w:rsid w:val="00855484"/>
    <w:rsid w:val="00855F6A"/>
    <w:rsid w:val="008564EF"/>
    <w:rsid w:val="0085657A"/>
    <w:rsid w:val="008571B3"/>
    <w:rsid w:val="00857F54"/>
    <w:rsid w:val="00860374"/>
    <w:rsid w:val="008605A5"/>
    <w:rsid w:val="00860C76"/>
    <w:rsid w:val="008610CC"/>
    <w:rsid w:val="008623D7"/>
    <w:rsid w:val="00862442"/>
    <w:rsid w:val="0086271E"/>
    <w:rsid w:val="00862747"/>
    <w:rsid w:val="008639BD"/>
    <w:rsid w:val="00864140"/>
    <w:rsid w:val="0086664C"/>
    <w:rsid w:val="008673D7"/>
    <w:rsid w:val="008673EB"/>
    <w:rsid w:val="0086761D"/>
    <w:rsid w:val="00867AF6"/>
    <w:rsid w:val="00867CB4"/>
    <w:rsid w:val="0087083F"/>
    <w:rsid w:val="00871125"/>
    <w:rsid w:val="008720CA"/>
    <w:rsid w:val="0087220F"/>
    <w:rsid w:val="0087257F"/>
    <w:rsid w:val="00873437"/>
    <w:rsid w:val="00873C2C"/>
    <w:rsid w:val="00875260"/>
    <w:rsid w:val="00875B8A"/>
    <w:rsid w:val="00875D22"/>
    <w:rsid w:val="00875FB3"/>
    <w:rsid w:val="00876E24"/>
    <w:rsid w:val="00877008"/>
    <w:rsid w:val="008774B7"/>
    <w:rsid w:val="00877BEB"/>
    <w:rsid w:val="00877D29"/>
    <w:rsid w:val="00877E6C"/>
    <w:rsid w:val="00880063"/>
    <w:rsid w:val="0088041A"/>
    <w:rsid w:val="008804D1"/>
    <w:rsid w:val="00880C56"/>
    <w:rsid w:val="00880E4D"/>
    <w:rsid w:val="0088102A"/>
    <w:rsid w:val="00883498"/>
    <w:rsid w:val="008835D4"/>
    <w:rsid w:val="00883AEC"/>
    <w:rsid w:val="00883B5F"/>
    <w:rsid w:val="0088403A"/>
    <w:rsid w:val="008848D9"/>
    <w:rsid w:val="008852A7"/>
    <w:rsid w:val="008854E0"/>
    <w:rsid w:val="00885F97"/>
    <w:rsid w:val="00886676"/>
    <w:rsid w:val="008867E1"/>
    <w:rsid w:val="00887823"/>
    <w:rsid w:val="008901CC"/>
    <w:rsid w:val="00890BE4"/>
    <w:rsid w:val="00890EBB"/>
    <w:rsid w:val="00890F6E"/>
    <w:rsid w:val="008912FE"/>
    <w:rsid w:val="00891A80"/>
    <w:rsid w:val="00891E47"/>
    <w:rsid w:val="0089322E"/>
    <w:rsid w:val="00893244"/>
    <w:rsid w:val="00893439"/>
    <w:rsid w:val="008934FC"/>
    <w:rsid w:val="00893599"/>
    <w:rsid w:val="00893AFB"/>
    <w:rsid w:val="00893CAA"/>
    <w:rsid w:val="00893E92"/>
    <w:rsid w:val="008945E7"/>
    <w:rsid w:val="00895234"/>
    <w:rsid w:val="00895EEE"/>
    <w:rsid w:val="00896B7F"/>
    <w:rsid w:val="00896D76"/>
    <w:rsid w:val="00896F41"/>
    <w:rsid w:val="0089717B"/>
    <w:rsid w:val="008A00C8"/>
    <w:rsid w:val="008A1DCF"/>
    <w:rsid w:val="008A2879"/>
    <w:rsid w:val="008A31AC"/>
    <w:rsid w:val="008A48FF"/>
    <w:rsid w:val="008A4D60"/>
    <w:rsid w:val="008A6AD8"/>
    <w:rsid w:val="008A6AED"/>
    <w:rsid w:val="008A6E03"/>
    <w:rsid w:val="008A6F7C"/>
    <w:rsid w:val="008A7430"/>
    <w:rsid w:val="008B11BF"/>
    <w:rsid w:val="008B1743"/>
    <w:rsid w:val="008B1FF7"/>
    <w:rsid w:val="008B2FB5"/>
    <w:rsid w:val="008B32F2"/>
    <w:rsid w:val="008B371A"/>
    <w:rsid w:val="008B3E62"/>
    <w:rsid w:val="008B4533"/>
    <w:rsid w:val="008B4827"/>
    <w:rsid w:val="008B4E3E"/>
    <w:rsid w:val="008B5882"/>
    <w:rsid w:val="008B60BA"/>
    <w:rsid w:val="008B69CD"/>
    <w:rsid w:val="008B71B0"/>
    <w:rsid w:val="008B750F"/>
    <w:rsid w:val="008B7736"/>
    <w:rsid w:val="008C00D1"/>
    <w:rsid w:val="008C0623"/>
    <w:rsid w:val="008C06E6"/>
    <w:rsid w:val="008C0C2B"/>
    <w:rsid w:val="008C1207"/>
    <w:rsid w:val="008C1230"/>
    <w:rsid w:val="008C124E"/>
    <w:rsid w:val="008C21A9"/>
    <w:rsid w:val="008C2DE1"/>
    <w:rsid w:val="008C2E71"/>
    <w:rsid w:val="008C36F8"/>
    <w:rsid w:val="008C526B"/>
    <w:rsid w:val="008C6673"/>
    <w:rsid w:val="008C6DEA"/>
    <w:rsid w:val="008C6FC6"/>
    <w:rsid w:val="008C74F5"/>
    <w:rsid w:val="008C7610"/>
    <w:rsid w:val="008C7AC9"/>
    <w:rsid w:val="008C7D39"/>
    <w:rsid w:val="008D07FB"/>
    <w:rsid w:val="008D0803"/>
    <w:rsid w:val="008D0B3C"/>
    <w:rsid w:val="008D0CDA"/>
    <w:rsid w:val="008D0E30"/>
    <w:rsid w:val="008D1247"/>
    <w:rsid w:val="008D1592"/>
    <w:rsid w:val="008D209E"/>
    <w:rsid w:val="008D2C41"/>
    <w:rsid w:val="008D364B"/>
    <w:rsid w:val="008D3D8A"/>
    <w:rsid w:val="008D49BC"/>
    <w:rsid w:val="008D4C7C"/>
    <w:rsid w:val="008D52E2"/>
    <w:rsid w:val="008D5740"/>
    <w:rsid w:val="008D6DFD"/>
    <w:rsid w:val="008D7412"/>
    <w:rsid w:val="008D7D2B"/>
    <w:rsid w:val="008E03D0"/>
    <w:rsid w:val="008E0706"/>
    <w:rsid w:val="008E24BA"/>
    <w:rsid w:val="008E2921"/>
    <w:rsid w:val="008E2F9D"/>
    <w:rsid w:val="008E345B"/>
    <w:rsid w:val="008E3EDD"/>
    <w:rsid w:val="008E3EE3"/>
    <w:rsid w:val="008E6762"/>
    <w:rsid w:val="008E77F3"/>
    <w:rsid w:val="008F0DD2"/>
    <w:rsid w:val="008F255C"/>
    <w:rsid w:val="008F324B"/>
    <w:rsid w:val="008F3817"/>
    <w:rsid w:val="008F3E03"/>
    <w:rsid w:val="008F4617"/>
    <w:rsid w:val="008F4CD9"/>
    <w:rsid w:val="008F5244"/>
    <w:rsid w:val="008F5E37"/>
    <w:rsid w:val="008F6BCF"/>
    <w:rsid w:val="008F6D5C"/>
    <w:rsid w:val="008F74C6"/>
    <w:rsid w:val="008F7512"/>
    <w:rsid w:val="00900BC9"/>
    <w:rsid w:val="00901119"/>
    <w:rsid w:val="009012C2"/>
    <w:rsid w:val="00901311"/>
    <w:rsid w:val="0090144C"/>
    <w:rsid w:val="009016E3"/>
    <w:rsid w:val="00902192"/>
    <w:rsid w:val="00904393"/>
    <w:rsid w:val="00905674"/>
    <w:rsid w:val="00905C53"/>
    <w:rsid w:val="00906B6A"/>
    <w:rsid w:val="00907859"/>
    <w:rsid w:val="0090798B"/>
    <w:rsid w:val="00911325"/>
    <w:rsid w:val="00912127"/>
    <w:rsid w:val="0091262A"/>
    <w:rsid w:val="00912D97"/>
    <w:rsid w:val="009132BA"/>
    <w:rsid w:val="0091378D"/>
    <w:rsid w:val="009139DF"/>
    <w:rsid w:val="00914F90"/>
    <w:rsid w:val="00916B76"/>
    <w:rsid w:val="00916EA5"/>
    <w:rsid w:val="00920224"/>
    <w:rsid w:val="00920B53"/>
    <w:rsid w:val="009214DF"/>
    <w:rsid w:val="00921907"/>
    <w:rsid w:val="0092253E"/>
    <w:rsid w:val="0092295D"/>
    <w:rsid w:val="00922F24"/>
    <w:rsid w:val="00923CA0"/>
    <w:rsid w:val="00924497"/>
    <w:rsid w:val="00924BBB"/>
    <w:rsid w:val="00925DF3"/>
    <w:rsid w:val="00926245"/>
    <w:rsid w:val="00926FE2"/>
    <w:rsid w:val="009273B7"/>
    <w:rsid w:val="00930C76"/>
    <w:rsid w:val="00931E76"/>
    <w:rsid w:val="00932A89"/>
    <w:rsid w:val="00933D4E"/>
    <w:rsid w:val="009351FE"/>
    <w:rsid w:val="00935691"/>
    <w:rsid w:val="0093598B"/>
    <w:rsid w:val="00935E70"/>
    <w:rsid w:val="009363E7"/>
    <w:rsid w:val="00936A0D"/>
    <w:rsid w:val="00936C78"/>
    <w:rsid w:val="00936E84"/>
    <w:rsid w:val="009376CE"/>
    <w:rsid w:val="0093774C"/>
    <w:rsid w:val="00937A4B"/>
    <w:rsid w:val="00937BB9"/>
    <w:rsid w:val="00937D73"/>
    <w:rsid w:val="00937FE9"/>
    <w:rsid w:val="00940B2B"/>
    <w:rsid w:val="0094266F"/>
    <w:rsid w:val="00942E14"/>
    <w:rsid w:val="00943494"/>
    <w:rsid w:val="0094394B"/>
    <w:rsid w:val="00944B33"/>
    <w:rsid w:val="00946A62"/>
    <w:rsid w:val="00946CC3"/>
    <w:rsid w:val="00946CE2"/>
    <w:rsid w:val="00950C34"/>
    <w:rsid w:val="00951072"/>
    <w:rsid w:val="009517C5"/>
    <w:rsid w:val="00951CCC"/>
    <w:rsid w:val="009521CD"/>
    <w:rsid w:val="00952FFE"/>
    <w:rsid w:val="00953BEB"/>
    <w:rsid w:val="009543DC"/>
    <w:rsid w:val="0095555B"/>
    <w:rsid w:val="0095562D"/>
    <w:rsid w:val="009566C7"/>
    <w:rsid w:val="00956FE3"/>
    <w:rsid w:val="00960070"/>
    <w:rsid w:val="00960377"/>
    <w:rsid w:val="00960400"/>
    <w:rsid w:val="0096080D"/>
    <w:rsid w:val="009618B2"/>
    <w:rsid w:val="00961B27"/>
    <w:rsid w:val="00961D38"/>
    <w:rsid w:val="009637D9"/>
    <w:rsid w:val="00963CF5"/>
    <w:rsid w:val="00964552"/>
    <w:rsid w:val="009650B1"/>
    <w:rsid w:val="009655DC"/>
    <w:rsid w:val="0096569E"/>
    <w:rsid w:val="00965A28"/>
    <w:rsid w:val="00965A2B"/>
    <w:rsid w:val="00966239"/>
    <w:rsid w:val="00966F86"/>
    <w:rsid w:val="00966FD6"/>
    <w:rsid w:val="0096716B"/>
    <w:rsid w:val="0096761E"/>
    <w:rsid w:val="009701D0"/>
    <w:rsid w:val="00970339"/>
    <w:rsid w:val="0097270B"/>
    <w:rsid w:val="00972905"/>
    <w:rsid w:val="00972F40"/>
    <w:rsid w:val="009736B4"/>
    <w:rsid w:val="00973E55"/>
    <w:rsid w:val="0097685C"/>
    <w:rsid w:val="00976EA8"/>
    <w:rsid w:val="0098083B"/>
    <w:rsid w:val="0098111D"/>
    <w:rsid w:val="00981785"/>
    <w:rsid w:val="009818AB"/>
    <w:rsid w:val="00981D63"/>
    <w:rsid w:val="00982372"/>
    <w:rsid w:val="00982876"/>
    <w:rsid w:val="009829A9"/>
    <w:rsid w:val="00982F5D"/>
    <w:rsid w:val="00983F71"/>
    <w:rsid w:val="00984619"/>
    <w:rsid w:val="00985095"/>
    <w:rsid w:val="00985429"/>
    <w:rsid w:val="009854C8"/>
    <w:rsid w:val="009867C4"/>
    <w:rsid w:val="0098727E"/>
    <w:rsid w:val="0098734D"/>
    <w:rsid w:val="00987485"/>
    <w:rsid w:val="00987BA0"/>
    <w:rsid w:val="00987BE8"/>
    <w:rsid w:val="00990BAE"/>
    <w:rsid w:val="009914FC"/>
    <w:rsid w:val="00991EF7"/>
    <w:rsid w:val="0099221F"/>
    <w:rsid w:val="009924FA"/>
    <w:rsid w:val="009927A0"/>
    <w:rsid w:val="0099283D"/>
    <w:rsid w:val="00992904"/>
    <w:rsid w:val="00992B37"/>
    <w:rsid w:val="00992F98"/>
    <w:rsid w:val="00993042"/>
    <w:rsid w:val="009930E3"/>
    <w:rsid w:val="00994D53"/>
    <w:rsid w:val="0099502F"/>
    <w:rsid w:val="0099587A"/>
    <w:rsid w:val="00995D3E"/>
    <w:rsid w:val="00995EE3"/>
    <w:rsid w:val="009969C5"/>
    <w:rsid w:val="00997621"/>
    <w:rsid w:val="00997B3D"/>
    <w:rsid w:val="00997DCD"/>
    <w:rsid w:val="009A0470"/>
    <w:rsid w:val="009A0965"/>
    <w:rsid w:val="009A0DEF"/>
    <w:rsid w:val="009A2A07"/>
    <w:rsid w:val="009A2D44"/>
    <w:rsid w:val="009A2FE1"/>
    <w:rsid w:val="009A2FF8"/>
    <w:rsid w:val="009A3E0C"/>
    <w:rsid w:val="009A414A"/>
    <w:rsid w:val="009A4650"/>
    <w:rsid w:val="009A4CB7"/>
    <w:rsid w:val="009A4EED"/>
    <w:rsid w:val="009A50A0"/>
    <w:rsid w:val="009A54D9"/>
    <w:rsid w:val="009A560E"/>
    <w:rsid w:val="009A7442"/>
    <w:rsid w:val="009A7CDC"/>
    <w:rsid w:val="009A7E86"/>
    <w:rsid w:val="009B0FC5"/>
    <w:rsid w:val="009B1FB9"/>
    <w:rsid w:val="009B212D"/>
    <w:rsid w:val="009B24A7"/>
    <w:rsid w:val="009B29F2"/>
    <w:rsid w:val="009B371D"/>
    <w:rsid w:val="009B3A48"/>
    <w:rsid w:val="009B3FC6"/>
    <w:rsid w:val="009B5870"/>
    <w:rsid w:val="009B676B"/>
    <w:rsid w:val="009B67F3"/>
    <w:rsid w:val="009B6EBD"/>
    <w:rsid w:val="009B6FCA"/>
    <w:rsid w:val="009B717D"/>
    <w:rsid w:val="009B7572"/>
    <w:rsid w:val="009C0006"/>
    <w:rsid w:val="009C150F"/>
    <w:rsid w:val="009C4A2C"/>
    <w:rsid w:val="009C5932"/>
    <w:rsid w:val="009C6409"/>
    <w:rsid w:val="009C6E6D"/>
    <w:rsid w:val="009C7014"/>
    <w:rsid w:val="009C71EA"/>
    <w:rsid w:val="009C71F0"/>
    <w:rsid w:val="009C7B1A"/>
    <w:rsid w:val="009D0E38"/>
    <w:rsid w:val="009D0FEA"/>
    <w:rsid w:val="009D1702"/>
    <w:rsid w:val="009D1CD1"/>
    <w:rsid w:val="009D2F6D"/>
    <w:rsid w:val="009D3F9C"/>
    <w:rsid w:val="009D3FAF"/>
    <w:rsid w:val="009D45D4"/>
    <w:rsid w:val="009D49EF"/>
    <w:rsid w:val="009D5129"/>
    <w:rsid w:val="009D6221"/>
    <w:rsid w:val="009D6786"/>
    <w:rsid w:val="009D7163"/>
    <w:rsid w:val="009D739A"/>
    <w:rsid w:val="009D7F96"/>
    <w:rsid w:val="009E112E"/>
    <w:rsid w:val="009E1244"/>
    <w:rsid w:val="009E152C"/>
    <w:rsid w:val="009E2D7F"/>
    <w:rsid w:val="009E35BE"/>
    <w:rsid w:val="009E3BCB"/>
    <w:rsid w:val="009E41F4"/>
    <w:rsid w:val="009E44E5"/>
    <w:rsid w:val="009E451D"/>
    <w:rsid w:val="009E4A66"/>
    <w:rsid w:val="009E4E5B"/>
    <w:rsid w:val="009E50AB"/>
    <w:rsid w:val="009E67AD"/>
    <w:rsid w:val="009E6AAF"/>
    <w:rsid w:val="009E6CAB"/>
    <w:rsid w:val="009E6F03"/>
    <w:rsid w:val="009E709B"/>
    <w:rsid w:val="009E727E"/>
    <w:rsid w:val="009E73A7"/>
    <w:rsid w:val="009F06BA"/>
    <w:rsid w:val="009F1411"/>
    <w:rsid w:val="009F33ED"/>
    <w:rsid w:val="009F4711"/>
    <w:rsid w:val="009F4B01"/>
    <w:rsid w:val="009F5417"/>
    <w:rsid w:val="009F58A4"/>
    <w:rsid w:val="009F623C"/>
    <w:rsid w:val="009F7213"/>
    <w:rsid w:val="009F723A"/>
    <w:rsid w:val="009F73B8"/>
    <w:rsid w:val="00A00BF5"/>
    <w:rsid w:val="00A01836"/>
    <w:rsid w:val="00A01C2A"/>
    <w:rsid w:val="00A03B35"/>
    <w:rsid w:val="00A03CE0"/>
    <w:rsid w:val="00A03E7E"/>
    <w:rsid w:val="00A04A7F"/>
    <w:rsid w:val="00A052BB"/>
    <w:rsid w:val="00A0554C"/>
    <w:rsid w:val="00A05721"/>
    <w:rsid w:val="00A057BF"/>
    <w:rsid w:val="00A05A97"/>
    <w:rsid w:val="00A06F79"/>
    <w:rsid w:val="00A079D3"/>
    <w:rsid w:val="00A07AF6"/>
    <w:rsid w:val="00A11978"/>
    <w:rsid w:val="00A11B93"/>
    <w:rsid w:val="00A11ED5"/>
    <w:rsid w:val="00A12335"/>
    <w:rsid w:val="00A12F99"/>
    <w:rsid w:val="00A1360F"/>
    <w:rsid w:val="00A13940"/>
    <w:rsid w:val="00A144F5"/>
    <w:rsid w:val="00A14518"/>
    <w:rsid w:val="00A145C9"/>
    <w:rsid w:val="00A14E1E"/>
    <w:rsid w:val="00A15306"/>
    <w:rsid w:val="00A15396"/>
    <w:rsid w:val="00A15669"/>
    <w:rsid w:val="00A158AF"/>
    <w:rsid w:val="00A16101"/>
    <w:rsid w:val="00A17239"/>
    <w:rsid w:val="00A17814"/>
    <w:rsid w:val="00A20724"/>
    <w:rsid w:val="00A2110E"/>
    <w:rsid w:val="00A22617"/>
    <w:rsid w:val="00A228B5"/>
    <w:rsid w:val="00A22BC0"/>
    <w:rsid w:val="00A23290"/>
    <w:rsid w:val="00A23650"/>
    <w:rsid w:val="00A23902"/>
    <w:rsid w:val="00A24F4C"/>
    <w:rsid w:val="00A25C23"/>
    <w:rsid w:val="00A26699"/>
    <w:rsid w:val="00A269CA"/>
    <w:rsid w:val="00A27E0D"/>
    <w:rsid w:val="00A30F14"/>
    <w:rsid w:val="00A3228A"/>
    <w:rsid w:val="00A324BE"/>
    <w:rsid w:val="00A3285F"/>
    <w:rsid w:val="00A3311F"/>
    <w:rsid w:val="00A34F63"/>
    <w:rsid w:val="00A3504A"/>
    <w:rsid w:val="00A37058"/>
    <w:rsid w:val="00A3716E"/>
    <w:rsid w:val="00A379CD"/>
    <w:rsid w:val="00A37C95"/>
    <w:rsid w:val="00A40918"/>
    <w:rsid w:val="00A4427E"/>
    <w:rsid w:val="00A45226"/>
    <w:rsid w:val="00A46865"/>
    <w:rsid w:val="00A50E46"/>
    <w:rsid w:val="00A5119D"/>
    <w:rsid w:val="00A5171C"/>
    <w:rsid w:val="00A51D6C"/>
    <w:rsid w:val="00A51E66"/>
    <w:rsid w:val="00A51EEC"/>
    <w:rsid w:val="00A52C43"/>
    <w:rsid w:val="00A52F87"/>
    <w:rsid w:val="00A5372C"/>
    <w:rsid w:val="00A539F2"/>
    <w:rsid w:val="00A53DE3"/>
    <w:rsid w:val="00A554BE"/>
    <w:rsid w:val="00A55BFD"/>
    <w:rsid w:val="00A56797"/>
    <w:rsid w:val="00A5689A"/>
    <w:rsid w:val="00A569C9"/>
    <w:rsid w:val="00A56FD3"/>
    <w:rsid w:val="00A60BA1"/>
    <w:rsid w:val="00A61556"/>
    <w:rsid w:val="00A61CBD"/>
    <w:rsid w:val="00A61FBB"/>
    <w:rsid w:val="00A62EE6"/>
    <w:rsid w:val="00A638C5"/>
    <w:rsid w:val="00A63FBE"/>
    <w:rsid w:val="00A64297"/>
    <w:rsid w:val="00A64A35"/>
    <w:rsid w:val="00A6522D"/>
    <w:rsid w:val="00A65765"/>
    <w:rsid w:val="00A66ED9"/>
    <w:rsid w:val="00A67FDD"/>
    <w:rsid w:val="00A700F1"/>
    <w:rsid w:val="00A70A79"/>
    <w:rsid w:val="00A7159C"/>
    <w:rsid w:val="00A72433"/>
    <w:rsid w:val="00A7320B"/>
    <w:rsid w:val="00A7433C"/>
    <w:rsid w:val="00A76498"/>
    <w:rsid w:val="00A7683A"/>
    <w:rsid w:val="00A76B86"/>
    <w:rsid w:val="00A77DBD"/>
    <w:rsid w:val="00A77F20"/>
    <w:rsid w:val="00A80495"/>
    <w:rsid w:val="00A808C9"/>
    <w:rsid w:val="00A81820"/>
    <w:rsid w:val="00A81E56"/>
    <w:rsid w:val="00A82D89"/>
    <w:rsid w:val="00A83E03"/>
    <w:rsid w:val="00A843D8"/>
    <w:rsid w:val="00A844DC"/>
    <w:rsid w:val="00A84648"/>
    <w:rsid w:val="00A853B8"/>
    <w:rsid w:val="00A8549A"/>
    <w:rsid w:val="00A857C2"/>
    <w:rsid w:val="00A86708"/>
    <w:rsid w:val="00A86F6C"/>
    <w:rsid w:val="00A87E70"/>
    <w:rsid w:val="00A87EF5"/>
    <w:rsid w:val="00A90701"/>
    <w:rsid w:val="00A9086C"/>
    <w:rsid w:val="00A9129A"/>
    <w:rsid w:val="00A91B8E"/>
    <w:rsid w:val="00A9205A"/>
    <w:rsid w:val="00A92320"/>
    <w:rsid w:val="00A92353"/>
    <w:rsid w:val="00A92D28"/>
    <w:rsid w:val="00A92F72"/>
    <w:rsid w:val="00A933AE"/>
    <w:rsid w:val="00A9384F"/>
    <w:rsid w:val="00A93877"/>
    <w:rsid w:val="00A94673"/>
    <w:rsid w:val="00A946B9"/>
    <w:rsid w:val="00A94703"/>
    <w:rsid w:val="00A95A37"/>
    <w:rsid w:val="00A95E69"/>
    <w:rsid w:val="00A9631C"/>
    <w:rsid w:val="00A963F7"/>
    <w:rsid w:val="00A96EE2"/>
    <w:rsid w:val="00A97231"/>
    <w:rsid w:val="00AA06F3"/>
    <w:rsid w:val="00AA1493"/>
    <w:rsid w:val="00AA1CAC"/>
    <w:rsid w:val="00AA248E"/>
    <w:rsid w:val="00AA2EC0"/>
    <w:rsid w:val="00AA2FD4"/>
    <w:rsid w:val="00AA32FC"/>
    <w:rsid w:val="00AA3AA2"/>
    <w:rsid w:val="00AA3C66"/>
    <w:rsid w:val="00AA4782"/>
    <w:rsid w:val="00AA4ACB"/>
    <w:rsid w:val="00AA5EC6"/>
    <w:rsid w:val="00AA62CE"/>
    <w:rsid w:val="00AA6CD9"/>
    <w:rsid w:val="00AA6D21"/>
    <w:rsid w:val="00AB0739"/>
    <w:rsid w:val="00AB2051"/>
    <w:rsid w:val="00AB24BC"/>
    <w:rsid w:val="00AB27CC"/>
    <w:rsid w:val="00AB2826"/>
    <w:rsid w:val="00AB309E"/>
    <w:rsid w:val="00AB34F1"/>
    <w:rsid w:val="00AB3EC8"/>
    <w:rsid w:val="00AB4B54"/>
    <w:rsid w:val="00AB50B2"/>
    <w:rsid w:val="00AB569E"/>
    <w:rsid w:val="00AB56D2"/>
    <w:rsid w:val="00AB56DB"/>
    <w:rsid w:val="00AB585E"/>
    <w:rsid w:val="00AB6DA4"/>
    <w:rsid w:val="00AB7171"/>
    <w:rsid w:val="00AB71BD"/>
    <w:rsid w:val="00AB7CCB"/>
    <w:rsid w:val="00AC0A38"/>
    <w:rsid w:val="00AC1472"/>
    <w:rsid w:val="00AC1813"/>
    <w:rsid w:val="00AC18A9"/>
    <w:rsid w:val="00AC2C7D"/>
    <w:rsid w:val="00AC31AB"/>
    <w:rsid w:val="00AC3528"/>
    <w:rsid w:val="00AC373A"/>
    <w:rsid w:val="00AC3B62"/>
    <w:rsid w:val="00AC3EF7"/>
    <w:rsid w:val="00AC4262"/>
    <w:rsid w:val="00AC440C"/>
    <w:rsid w:val="00AC4B26"/>
    <w:rsid w:val="00AC64DA"/>
    <w:rsid w:val="00AC6591"/>
    <w:rsid w:val="00AC66D1"/>
    <w:rsid w:val="00AC66E4"/>
    <w:rsid w:val="00AC7473"/>
    <w:rsid w:val="00AC7A8B"/>
    <w:rsid w:val="00AD1D74"/>
    <w:rsid w:val="00AD2242"/>
    <w:rsid w:val="00AD239D"/>
    <w:rsid w:val="00AD43C8"/>
    <w:rsid w:val="00AD49A6"/>
    <w:rsid w:val="00AD4E1B"/>
    <w:rsid w:val="00AD546B"/>
    <w:rsid w:val="00AD5BBF"/>
    <w:rsid w:val="00AD6061"/>
    <w:rsid w:val="00AD6955"/>
    <w:rsid w:val="00AE047F"/>
    <w:rsid w:val="00AE06BD"/>
    <w:rsid w:val="00AE0BB9"/>
    <w:rsid w:val="00AE0C4D"/>
    <w:rsid w:val="00AE13B1"/>
    <w:rsid w:val="00AE1EF3"/>
    <w:rsid w:val="00AE2E5B"/>
    <w:rsid w:val="00AE42BA"/>
    <w:rsid w:val="00AE556D"/>
    <w:rsid w:val="00AE5D8A"/>
    <w:rsid w:val="00AE602B"/>
    <w:rsid w:val="00AE615B"/>
    <w:rsid w:val="00AE63E1"/>
    <w:rsid w:val="00AE65F7"/>
    <w:rsid w:val="00AE6643"/>
    <w:rsid w:val="00AE6942"/>
    <w:rsid w:val="00AE7121"/>
    <w:rsid w:val="00AF0169"/>
    <w:rsid w:val="00AF0B51"/>
    <w:rsid w:val="00AF0EF7"/>
    <w:rsid w:val="00AF152A"/>
    <w:rsid w:val="00AF28EE"/>
    <w:rsid w:val="00AF2B27"/>
    <w:rsid w:val="00AF3372"/>
    <w:rsid w:val="00AF3F8D"/>
    <w:rsid w:val="00AF4F88"/>
    <w:rsid w:val="00AF6CFC"/>
    <w:rsid w:val="00AF735E"/>
    <w:rsid w:val="00B00264"/>
    <w:rsid w:val="00B0074C"/>
    <w:rsid w:val="00B01179"/>
    <w:rsid w:val="00B01C56"/>
    <w:rsid w:val="00B0259D"/>
    <w:rsid w:val="00B02B0A"/>
    <w:rsid w:val="00B02CE7"/>
    <w:rsid w:val="00B02EE5"/>
    <w:rsid w:val="00B02FDE"/>
    <w:rsid w:val="00B03196"/>
    <w:rsid w:val="00B032FD"/>
    <w:rsid w:val="00B03775"/>
    <w:rsid w:val="00B037D4"/>
    <w:rsid w:val="00B039A7"/>
    <w:rsid w:val="00B0477A"/>
    <w:rsid w:val="00B04D6B"/>
    <w:rsid w:val="00B04D7A"/>
    <w:rsid w:val="00B05794"/>
    <w:rsid w:val="00B06754"/>
    <w:rsid w:val="00B06948"/>
    <w:rsid w:val="00B06EC0"/>
    <w:rsid w:val="00B07A34"/>
    <w:rsid w:val="00B07A42"/>
    <w:rsid w:val="00B07E5D"/>
    <w:rsid w:val="00B07F9C"/>
    <w:rsid w:val="00B1008D"/>
    <w:rsid w:val="00B10168"/>
    <w:rsid w:val="00B10CCA"/>
    <w:rsid w:val="00B10E30"/>
    <w:rsid w:val="00B11957"/>
    <w:rsid w:val="00B11B12"/>
    <w:rsid w:val="00B11B80"/>
    <w:rsid w:val="00B11B84"/>
    <w:rsid w:val="00B121C1"/>
    <w:rsid w:val="00B12AE1"/>
    <w:rsid w:val="00B12CE2"/>
    <w:rsid w:val="00B1309F"/>
    <w:rsid w:val="00B131C8"/>
    <w:rsid w:val="00B13429"/>
    <w:rsid w:val="00B13B61"/>
    <w:rsid w:val="00B13BFB"/>
    <w:rsid w:val="00B14019"/>
    <w:rsid w:val="00B14BD7"/>
    <w:rsid w:val="00B15031"/>
    <w:rsid w:val="00B15C67"/>
    <w:rsid w:val="00B16165"/>
    <w:rsid w:val="00B16951"/>
    <w:rsid w:val="00B169FA"/>
    <w:rsid w:val="00B16E3E"/>
    <w:rsid w:val="00B20290"/>
    <w:rsid w:val="00B20398"/>
    <w:rsid w:val="00B2053A"/>
    <w:rsid w:val="00B2139D"/>
    <w:rsid w:val="00B2156D"/>
    <w:rsid w:val="00B21660"/>
    <w:rsid w:val="00B21755"/>
    <w:rsid w:val="00B21873"/>
    <w:rsid w:val="00B21F57"/>
    <w:rsid w:val="00B222A5"/>
    <w:rsid w:val="00B233C8"/>
    <w:rsid w:val="00B2354B"/>
    <w:rsid w:val="00B235EB"/>
    <w:rsid w:val="00B236F5"/>
    <w:rsid w:val="00B2421B"/>
    <w:rsid w:val="00B249E2"/>
    <w:rsid w:val="00B26264"/>
    <w:rsid w:val="00B26F08"/>
    <w:rsid w:val="00B3027B"/>
    <w:rsid w:val="00B309A1"/>
    <w:rsid w:val="00B31664"/>
    <w:rsid w:val="00B31CB8"/>
    <w:rsid w:val="00B32223"/>
    <w:rsid w:val="00B328D7"/>
    <w:rsid w:val="00B32EE7"/>
    <w:rsid w:val="00B3347A"/>
    <w:rsid w:val="00B337B3"/>
    <w:rsid w:val="00B354C1"/>
    <w:rsid w:val="00B35526"/>
    <w:rsid w:val="00B3586E"/>
    <w:rsid w:val="00B365C3"/>
    <w:rsid w:val="00B377BA"/>
    <w:rsid w:val="00B4034E"/>
    <w:rsid w:val="00B40790"/>
    <w:rsid w:val="00B4178F"/>
    <w:rsid w:val="00B41AC4"/>
    <w:rsid w:val="00B41C25"/>
    <w:rsid w:val="00B42281"/>
    <w:rsid w:val="00B42AF0"/>
    <w:rsid w:val="00B42B53"/>
    <w:rsid w:val="00B42CAB"/>
    <w:rsid w:val="00B4358D"/>
    <w:rsid w:val="00B43793"/>
    <w:rsid w:val="00B437A7"/>
    <w:rsid w:val="00B43904"/>
    <w:rsid w:val="00B43B46"/>
    <w:rsid w:val="00B43B4A"/>
    <w:rsid w:val="00B43DC7"/>
    <w:rsid w:val="00B440DA"/>
    <w:rsid w:val="00B446E4"/>
    <w:rsid w:val="00B44E87"/>
    <w:rsid w:val="00B45E01"/>
    <w:rsid w:val="00B4607C"/>
    <w:rsid w:val="00B464A9"/>
    <w:rsid w:val="00B46995"/>
    <w:rsid w:val="00B46CF7"/>
    <w:rsid w:val="00B47BBF"/>
    <w:rsid w:val="00B508C9"/>
    <w:rsid w:val="00B50C8C"/>
    <w:rsid w:val="00B50E08"/>
    <w:rsid w:val="00B51389"/>
    <w:rsid w:val="00B5152D"/>
    <w:rsid w:val="00B515CE"/>
    <w:rsid w:val="00B527BD"/>
    <w:rsid w:val="00B52859"/>
    <w:rsid w:val="00B52EBF"/>
    <w:rsid w:val="00B53556"/>
    <w:rsid w:val="00B540F4"/>
    <w:rsid w:val="00B549A7"/>
    <w:rsid w:val="00B55595"/>
    <w:rsid w:val="00B559E5"/>
    <w:rsid w:val="00B55C8E"/>
    <w:rsid w:val="00B56762"/>
    <w:rsid w:val="00B56CF4"/>
    <w:rsid w:val="00B574F2"/>
    <w:rsid w:val="00B57741"/>
    <w:rsid w:val="00B57EE5"/>
    <w:rsid w:val="00B602D8"/>
    <w:rsid w:val="00B61C90"/>
    <w:rsid w:val="00B62C6A"/>
    <w:rsid w:val="00B62CC8"/>
    <w:rsid w:val="00B62DF5"/>
    <w:rsid w:val="00B62EA3"/>
    <w:rsid w:val="00B63137"/>
    <w:rsid w:val="00B63D99"/>
    <w:rsid w:val="00B64FE9"/>
    <w:rsid w:val="00B6503C"/>
    <w:rsid w:val="00B656DA"/>
    <w:rsid w:val="00B65896"/>
    <w:rsid w:val="00B65BED"/>
    <w:rsid w:val="00B65D73"/>
    <w:rsid w:val="00B662F3"/>
    <w:rsid w:val="00B6661B"/>
    <w:rsid w:val="00B67407"/>
    <w:rsid w:val="00B67E4C"/>
    <w:rsid w:val="00B704C5"/>
    <w:rsid w:val="00B706F4"/>
    <w:rsid w:val="00B70E26"/>
    <w:rsid w:val="00B71CEE"/>
    <w:rsid w:val="00B71D1D"/>
    <w:rsid w:val="00B74164"/>
    <w:rsid w:val="00B741FB"/>
    <w:rsid w:val="00B74672"/>
    <w:rsid w:val="00B74ED4"/>
    <w:rsid w:val="00B7522B"/>
    <w:rsid w:val="00B75B07"/>
    <w:rsid w:val="00B75FF7"/>
    <w:rsid w:val="00B76BA3"/>
    <w:rsid w:val="00B77748"/>
    <w:rsid w:val="00B806E4"/>
    <w:rsid w:val="00B80E48"/>
    <w:rsid w:val="00B81073"/>
    <w:rsid w:val="00B813D2"/>
    <w:rsid w:val="00B81C6E"/>
    <w:rsid w:val="00B81FCA"/>
    <w:rsid w:val="00B82085"/>
    <w:rsid w:val="00B824EF"/>
    <w:rsid w:val="00B827E2"/>
    <w:rsid w:val="00B82CD7"/>
    <w:rsid w:val="00B83FFB"/>
    <w:rsid w:val="00B8440B"/>
    <w:rsid w:val="00B84550"/>
    <w:rsid w:val="00B85DB4"/>
    <w:rsid w:val="00B8617C"/>
    <w:rsid w:val="00B868A5"/>
    <w:rsid w:val="00B86B46"/>
    <w:rsid w:val="00B87E7A"/>
    <w:rsid w:val="00B90815"/>
    <w:rsid w:val="00B910D3"/>
    <w:rsid w:val="00B91BA9"/>
    <w:rsid w:val="00B923D1"/>
    <w:rsid w:val="00B92982"/>
    <w:rsid w:val="00B92CB4"/>
    <w:rsid w:val="00B93569"/>
    <w:rsid w:val="00B936EE"/>
    <w:rsid w:val="00B956E0"/>
    <w:rsid w:val="00B964F1"/>
    <w:rsid w:val="00B96F28"/>
    <w:rsid w:val="00BA0721"/>
    <w:rsid w:val="00BA0C79"/>
    <w:rsid w:val="00BA1ADD"/>
    <w:rsid w:val="00BA3B49"/>
    <w:rsid w:val="00BA3FDB"/>
    <w:rsid w:val="00BA4A51"/>
    <w:rsid w:val="00BA4D3E"/>
    <w:rsid w:val="00BA5B0F"/>
    <w:rsid w:val="00BA5D3B"/>
    <w:rsid w:val="00BA5EF3"/>
    <w:rsid w:val="00BA7628"/>
    <w:rsid w:val="00BA792D"/>
    <w:rsid w:val="00BA7A32"/>
    <w:rsid w:val="00BA7CD3"/>
    <w:rsid w:val="00BB0BB5"/>
    <w:rsid w:val="00BB12F0"/>
    <w:rsid w:val="00BB1F23"/>
    <w:rsid w:val="00BB21F3"/>
    <w:rsid w:val="00BB2DB0"/>
    <w:rsid w:val="00BB3676"/>
    <w:rsid w:val="00BB3DA6"/>
    <w:rsid w:val="00BB407A"/>
    <w:rsid w:val="00BB4170"/>
    <w:rsid w:val="00BB44F1"/>
    <w:rsid w:val="00BB485D"/>
    <w:rsid w:val="00BB4DBB"/>
    <w:rsid w:val="00BB529E"/>
    <w:rsid w:val="00BB53DD"/>
    <w:rsid w:val="00BB5E2C"/>
    <w:rsid w:val="00BB5EAC"/>
    <w:rsid w:val="00BB64BB"/>
    <w:rsid w:val="00BB6D09"/>
    <w:rsid w:val="00BB7D8A"/>
    <w:rsid w:val="00BC035D"/>
    <w:rsid w:val="00BC0C82"/>
    <w:rsid w:val="00BC3577"/>
    <w:rsid w:val="00BC3886"/>
    <w:rsid w:val="00BC3BB8"/>
    <w:rsid w:val="00BC4A4E"/>
    <w:rsid w:val="00BC4EA9"/>
    <w:rsid w:val="00BC5064"/>
    <w:rsid w:val="00BC5671"/>
    <w:rsid w:val="00BC60E1"/>
    <w:rsid w:val="00BC705B"/>
    <w:rsid w:val="00BC79C2"/>
    <w:rsid w:val="00BD0229"/>
    <w:rsid w:val="00BD0792"/>
    <w:rsid w:val="00BD1F5E"/>
    <w:rsid w:val="00BD1F8C"/>
    <w:rsid w:val="00BD300B"/>
    <w:rsid w:val="00BD3251"/>
    <w:rsid w:val="00BD4AF8"/>
    <w:rsid w:val="00BD4EBA"/>
    <w:rsid w:val="00BD54B3"/>
    <w:rsid w:val="00BD5EA0"/>
    <w:rsid w:val="00BD636E"/>
    <w:rsid w:val="00BD773E"/>
    <w:rsid w:val="00BD7D76"/>
    <w:rsid w:val="00BD7DFC"/>
    <w:rsid w:val="00BE01AB"/>
    <w:rsid w:val="00BE0463"/>
    <w:rsid w:val="00BE093E"/>
    <w:rsid w:val="00BE0A13"/>
    <w:rsid w:val="00BE1B1A"/>
    <w:rsid w:val="00BE1D31"/>
    <w:rsid w:val="00BE1EA7"/>
    <w:rsid w:val="00BE2515"/>
    <w:rsid w:val="00BE301A"/>
    <w:rsid w:val="00BE323A"/>
    <w:rsid w:val="00BE3369"/>
    <w:rsid w:val="00BE3380"/>
    <w:rsid w:val="00BE3574"/>
    <w:rsid w:val="00BE4CFA"/>
    <w:rsid w:val="00BE5309"/>
    <w:rsid w:val="00BE5493"/>
    <w:rsid w:val="00BE5B6C"/>
    <w:rsid w:val="00BE5E2F"/>
    <w:rsid w:val="00BE6323"/>
    <w:rsid w:val="00BE66CF"/>
    <w:rsid w:val="00BE6B81"/>
    <w:rsid w:val="00BE6D5A"/>
    <w:rsid w:val="00BF0D39"/>
    <w:rsid w:val="00BF160E"/>
    <w:rsid w:val="00BF1E18"/>
    <w:rsid w:val="00BF21CF"/>
    <w:rsid w:val="00BF2495"/>
    <w:rsid w:val="00BF2A14"/>
    <w:rsid w:val="00BF31C7"/>
    <w:rsid w:val="00BF3328"/>
    <w:rsid w:val="00BF359F"/>
    <w:rsid w:val="00BF3A71"/>
    <w:rsid w:val="00BF3AF7"/>
    <w:rsid w:val="00BF3F35"/>
    <w:rsid w:val="00BF4253"/>
    <w:rsid w:val="00BF4F4F"/>
    <w:rsid w:val="00BF5199"/>
    <w:rsid w:val="00BF55E4"/>
    <w:rsid w:val="00BF5CEB"/>
    <w:rsid w:val="00BF6188"/>
    <w:rsid w:val="00BF6289"/>
    <w:rsid w:val="00BF6989"/>
    <w:rsid w:val="00BF7200"/>
    <w:rsid w:val="00C007ED"/>
    <w:rsid w:val="00C00909"/>
    <w:rsid w:val="00C00936"/>
    <w:rsid w:val="00C009E7"/>
    <w:rsid w:val="00C011D7"/>
    <w:rsid w:val="00C011EE"/>
    <w:rsid w:val="00C01284"/>
    <w:rsid w:val="00C01F03"/>
    <w:rsid w:val="00C021DB"/>
    <w:rsid w:val="00C022C2"/>
    <w:rsid w:val="00C02938"/>
    <w:rsid w:val="00C029C6"/>
    <w:rsid w:val="00C02D3A"/>
    <w:rsid w:val="00C034AC"/>
    <w:rsid w:val="00C04392"/>
    <w:rsid w:val="00C049D1"/>
    <w:rsid w:val="00C058F9"/>
    <w:rsid w:val="00C05FF4"/>
    <w:rsid w:val="00C064EA"/>
    <w:rsid w:val="00C065ED"/>
    <w:rsid w:val="00C069EE"/>
    <w:rsid w:val="00C06AA1"/>
    <w:rsid w:val="00C06D50"/>
    <w:rsid w:val="00C07F6E"/>
    <w:rsid w:val="00C10703"/>
    <w:rsid w:val="00C1098F"/>
    <w:rsid w:val="00C11C41"/>
    <w:rsid w:val="00C11DE3"/>
    <w:rsid w:val="00C1211B"/>
    <w:rsid w:val="00C122DF"/>
    <w:rsid w:val="00C12E5E"/>
    <w:rsid w:val="00C132B3"/>
    <w:rsid w:val="00C15196"/>
    <w:rsid w:val="00C156B6"/>
    <w:rsid w:val="00C1634D"/>
    <w:rsid w:val="00C172D9"/>
    <w:rsid w:val="00C17A01"/>
    <w:rsid w:val="00C20124"/>
    <w:rsid w:val="00C20660"/>
    <w:rsid w:val="00C20C27"/>
    <w:rsid w:val="00C21132"/>
    <w:rsid w:val="00C21AF5"/>
    <w:rsid w:val="00C22B40"/>
    <w:rsid w:val="00C23027"/>
    <w:rsid w:val="00C23858"/>
    <w:rsid w:val="00C247C0"/>
    <w:rsid w:val="00C2551C"/>
    <w:rsid w:val="00C25A29"/>
    <w:rsid w:val="00C25F0A"/>
    <w:rsid w:val="00C26591"/>
    <w:rsid w:val="00C26EF2"/>
    <w:rsid w:val="00C27041"/>
    <w:rsid w:val="00C2721B"/>
    <w:rsid w:val="00C2735B"/>
    <w:rsid w:val="00C274CB"/>
    <w:rsid w:val="00C27AF0"/>
    <w:rsid w:val="00C27B35"/>
    <w:rsid w:val="00C300DC"/>
    <w:rsid w:val="00C30A4D"/>
    <w:rsid w:val="00C30EED"/>
    <w:rsid w:val="00C31213"/>
    <w:rsid w:val="00C31225"/>
    <w:rsid w:val="00C31C2D"/>
    <w:rsid w:val="00C31F9C"/>
    <w:rsid w:val="00C321C9"/>
    <w:rsid w:val="00C32CCA"/>
    <w:rsid w:val="00C32F92"/>
    <w:rsid w:val="00C33338"/>
    <w:rsid w:val="00C34B7F"/>
    <w:rsid w:val="00C35328"/>
    <w:rsid w:val="00C36E07"/>
    <w:rsid w:val="00C373B1"/>
    <w:rsid w:val="00C37411"/>
    <w:rsid w:val="00C37A90"/>
    <w:rsid w:val="00C40132"/>
    <w:rsid w:val="00C40F4C"/>
    <w:rsid w:val="00C41384"/>
    <w:rsid w:val="00C41497"/>
    <w:rsid w:val="00C4156C"/>
    <w:rsid w:val="00C42094"/>
    <w:rsid w:val="00C425C1"/>
    <w:rsid w:val="00C4269F"/>
    <w:rsid w:val="00C44361"/>
    <w:rsid w:val="00C44A56"/>
    <w:rsid w:val="00C44F1C"/>
    <w:rsid w:val="00C4538C"/>
    <w:rsid w:val="00C45A00"/>
    <w:rsid w:val="00C45BDA"/>
    <w:rsid w:val="00C45E35"/>
    <w:rsid w:val="00C4624B"/>
    <w:rsid w:val="00C46759"/>
    <w:rsid w:val="00C46D00"/>
    <w:rsid w:val="00C475EF"/>
    <w:rsid w:val="00C50199"/>
    <w:rsid w:val="00C501FD"/>
    <w:rsid w:val="00C503A7"/>
    <w:rsid w:val="00C50498"/>
    <w:rsid w:val="00C50DFB"/>
    <w:rsid w:val="00C5390E"/>
    <w:rsid w:val="00C53D3F"/>
    <w:rsid w:val="00C53FB3"/>
    <w:rsid w:val="00C55231"/>
    <w:rsid w:val="00C55CC0"/>
    <w:rsid w:val="00C563CC"/>
    <w:rsid w:val="00C56441"/>
    <w:rsid w:val="00C57626"/>
    <w:rsid w:val="00C57F45"/>
    <w:rsid w:val="00C57F7E"/>
    <w:rsid w:val="00C612FA"/>
    <w:rsid w:val="00C6276A"/>
    <w:rsid w:val="00C630BE"/>
    <w:rsid w:val="00C63B2D"/>
    <w:rsid w:val="00C64E9E"/>
    <w:rsid w:val="00C65652"/>
    <w:rsid w:val="00C668CC"/>
    <w:rsid w:val="00C670FF"/>
    <w:rsid w:val="00C70C37"/>
    <w:rsid w:val="00C71257"/>
    <w:rsid w:val="00C717FC"/>
    <w:rsid w:val="00C71AA0"/>
    <w:rsid w:val="00C72033"/>
    <w:rsid w:val="00C72AE5"/>
    <w:rsid w:val="00C73879"/>
    <w:rsid w:val="00C73CFB"/>
    <w:rsid w:val="00C74F02"/>
    <w:rsid w:val="00C75107"/>
    <w:rsid w:val="00C763E3"/>
    <w:rsid w:val="00C76C51"/>
    <w:rsid w:val="00C773C6"/>
    <w:rsid w:val="00C777B2"/>
    <w:rsid w:val="00C77B8E"/>
    <w:rsid w:val="00C77D04"/>
    <w:rsid w:val="00C80C65"/>
    <w:rsid w:val="00C8130B"/>
    <w:rsid w:val="00C817C1"/>
    <w:rsid w:val="00C81DFB"/>
    <w:rsid w:val="00C821B2"/>
    <w:rsid w:val="00C82269"/>
    <w:rsid w:val="00C82D63"/>
    <w:rsid w:val="00C83767"/>
    <w:rsid w:val="00C83AB0"/>
    <w:rsid w:val="00C84BA8"/>
    <w:rsid w:val="00C85E5D"/>
    <w:rsid w:val="00C85F63"/>
    <w:rsid w:val="00C86290"/>
    <w:rsid w:val="00C86C7F"/>
    <w:rsid w:val="00C87942"/>
    <w:rsid w:val="00C90119"/>
    <w:rsid w:val="00C90AA5"/>
    <w:rsid w:val="00C90AD3"/>
    <w:rsid w:val="00C91ECC"/>
    <w:rsid w:val="00C921DC"/>
    <w:rsid w:val="00C9278D"/>
    <w:rsid w:val="00C92B18"/>
    <w:rsid w:val="00C92D42"/>
    <w:rsid w:val="00C92F50"/>
    <w:rsid w:val="00C934EC"/>
    <w:rsid w:val="00C93FD6"/>
    <w:rsid w:val="00C946FC"/>
    <w:rsid w:val="00C955F1"/>
    <w:rsid w:val="00C95CD1"/>
    <w:rsid w:val="00C95F91"/>
    <w:rsid w:val="00C968C4"/>
    <w:rsid w:val="00C9745F"/>
    <w:rsid w:val="00C975B9"/>
    <w:rsid w:val="00C976D9"/>
    <w:rsid w:val="00C977E4"/>
    <w:rsid w:val="00CA0CC3"/>
    <w:rsid w:val="00CA0EE1"/>
    <w:rsid w:val="00CA1744"/>
    <w:rsid w:val="00CA39EB"/>
    <w:rsid w:val="00CA5217"/>
    <w:rsid w:val="00CA5967"/>
    <w:rsid w:val="00CA5C23"/>
    <w:rsid w:val="00CA6C29"/>
    <w:rsid w:val="00CA72CF"/>
    <w:rsid w:val="00CA77E9"/>
    <w:rsid w:val="00CA7ADE"/>
    <w:rsid w:val="00CA7FE7"/>
    <w:rsid w:val="00CB08F9"/>
    <w:rsid w:val="00CB0E3D"/>
    <w:rsid w:val="00CB1749"/>
    <w:rsid w:val="00CB1D5C"/>
    <w:rsid w:val="00CB26CA"/>
    <w:rsid w:val="00CB27C8"/>
    <w:rsid w:val="00CB293D"/>
    <w:rsid w:val="00CB34FF"/>
    <w:rsid w:val="00CB3DA6"/>
    <w:rsid w:val="00CB4228"/>
    <w:rsid w:val="00CB5C83"/>
    <w:rsid w:val="00CB6112"/>
    <w:rsid w:val="00CC0726"/>
    <w:rsid w:val="00CC2635"/>
    <w:rsid w:val="00CC284E"/>
    <w:rsid w:val="00CC3561"/>
    <w:rsid w:val="00CC3C5A"/>
    <w:rsid w:val="00CC3E38"/>
    <w:rsid w:val="00CC3EB0"/>
    <w:rsid w:val="00CC4549"/>
    <w:rsid w:val="00CC4EB4"/>
    <w:rsid w:val="00CC5DEC"/>
    <w:rsid w:val="00CC6CBB"/>
    <w:rsid w:val="00CC763A"/>
    <w:rsid w:val="00CC7EA5"/>
    <w:rsid w:val="00CD08A6"/>
    <w:rsid w:val="00CD09DD"/>
    <w:rsid w:val="00CD0C94"/>
    <w:rsid w:val="00CD1477"/>
    <w:rsid w:val="00CD2342"/>
    <w:rsid w:val="00CD29BB"/>
    <w:rsid w:val="00CD2AD2"/>
    <w:rsid w:val="00CD31AF"/>
    <w:rsid w:val="00CD3FBF"/>
    <w:rsid w:val="00CD48DE"/>
    <w:rsid w:val="00CD4F9B"/>
    <w:rsid w:val="00CD5478"/>
    <w:rsid w:val="00CD54A9"/>
    <w:rsid w:val="00CD614D"/>
    <w:rsid w:val="00CD6160"/>
    <w:rsid w:val="00CD61A4"/>
    <w:rsid w:val="00CD62CA"/>
    <w:rsid w:val="00CD6EE3"/>
    <w:rsid w:val="00CD75AE"/>
    <w:rsid w:val="00CD7857"/>
    <w:rsid w:val="00CD7C9D"/>
    <w:rsid w:val="00CE0F5B"/>
    <w:rsid w:val="00CE1D94"/>
    <w:rsid w:val="00CE220E"/>
    <w:rsid w:val="00CE2A71"/>
    <w:rsid w:val="00CE2ACF"/>
    <w:rsid w:val="00CE344D"/>
    <w:rsid w:val="00CE3EA8"/>
    <w:rsid w:val="00CE3FA8"/>
    <w:rsid w:val="00CE47F9"/>
    <w:rsid w:val="00CE4E9D"/>
    <w:rsid w:val="00CE4F39"/>
    <w:rsid w:val="00CE5175"/>
    <w:rsid w:val="00CE52BD"/>
    <w:rsid w:val="00CE531A"/>
    <w:rsid w:val="00CE58AB"/>
    <w:rsid w:val="00CE5D47"/>
    <w:rsid w:val="00CE663A"/>
    <w:rsid w:val="00CE6709"/>
    <w:rsid w:val="00CF0E38"/>
    <w:rsid w:val="00CF1173"/>
    <w:rsid w:val="00CF1468"/>
    <w:rsid w:val="00CF21FD"/>
    <w:rsid w:val="00CF2EEF"/>
    <w:rsid w:val="00CF3095"/>
    <w:rsid w:val="00CF3D46"/>
    <w:rsid w:val="00CF4A6E"/>
    <w:rsid w:val="00CF54D7"/>
    <w:rsid w:val="00CF5BF3"/>
    <w:rsid w:val="00CF6966"/>
    <w:rsid w:val="00CF7FB7"/>
    <w:rsid w:val="00D001E0"/>
    <w:rsid w:val="00D0058D"/>
    <w:rsid w:val="00D005AD"/>
    <w:rsid w:val="00D0104B"/>
    <w:rsid w:val="00D01192"/>
    <w:rsid w:val="00D01374"/>
    <w:rsid w:val="00D013EB"/>
    <w:rsid w:val="00D01877"/>
    <w:rsid w:val="00D02411"/>
    <w:rsid w:val="00D02619"/>
    <w:rsid w:val="00D02639"/>
    <w:rsid w:val="00D02845"/>
    <w:rsid w:val="00D02863"/>
    <w:rsid w:val="00D0291C"/>
    <w:rsid w:val="00D02E05"/>
    <w:rsid w:val="00D03136"/>
    <w:rsid w:val="00D03465"/>
    <w:rsid w:val="00D03701"/>
    <w:rsid w:val="00D03FC3"/>
    <w:rsid w:val="00D04B8B"/>
    <w:rsid w:val="00D04F86"/>
    <w:rsid w:val="00D05BEB"/>
    <w:rsid w:val="00D05F6F"/>
    <w:rsid w:val="00D0693A"/>
    <w:rsid w:val="00D07FD9"/>
    <w:rsid w:val="00D10763"/>
    <w:rsid w:val="00D11671"/>
    <w:rsid w:val="00D12E85"/>
    <w:rsid w:val="00D1397F"/>
    <w:rsid w:val="00D13B5C"/>
    <w:rsid w:val="00D13FFE"/>
    <w:rsid w:val="00D154AA"/>
    <w:rsid w:val="00D15A53"/>
    <w:rsid w:val="00D15AE8"/>
    <w:rsid w:val="00D166D3"/>
    <w:rsid w:val="00D17355"/>
    <w:rsid w:val="00D174F8"/>
    <w:rsid w:val="00D17D1C"/>
    <w:rsid w:val="00D20222"/>
    <w:rsid w:val="00D22FEC"/>
    <w:rsid w:val="00D231F7"/>
    <w:rsid w:val="00D24BB7"/>
    <w:rsid w:val="00D24D1E"/>
    <w:rsid w:val="00D25136"/>
    <w:rsid w:val="00D253BD"/>
    <w:rsid w:val="00D257A9"/>
    <w:rsid w:val="00D25B99"/>
    <w:rsid w:val="00D25E51"/>
    <w:rsid w:val="00D269DF"/>
    <w:rsid w:val="00D26D84"/>
    <w:rsid w:val="00D27379"/>
    <w:rsid w:val="00D27606"/>
    <w:rsid w:val="00D27766"/>
    <w:rsid w:val="00D27793"/>
    <w:rsid w:val="00D30296"/>
    <w:rsid w:val="00D30C84"/>
    <w:rsid w:val="00D312A9"/>
    <w:rsid w:val="00D31465"/>
    <w:rsid w:val="00D31AAB"/>
    <w:rsid w:val="00D3250B"/>
    <w:rsid w:val="00D34151"/>
    <w:rsid w:val="00D34869"/>
    <w:rsid w:val="00D34AEC"/>
    <w:rsid w:val="00D34E24"/>
    <w:rsid w:val="00D35120"/>
    <w:rsid w:val="00D35454"/>
    <w:rsid w:val="00D366B3"/>
    <w:rsid w:val="00D37A2F"/>
    <w:rsid w:val="00D401B7"/>
    <w:rsid w:val="00D4025B"/>
    <w:rsid w:val="00D40CC5"/>
    <w:rsid w:val="00D421C5"/>
    <w:rsid w:val="00D42586"/>
    <w:rsid w:val="00D43DD5"/>
    <w:rsid w:val="00D43FED"/>
    <w:rsid w:val="00D441EE"/>
    <w:rsid w:val="00D44A9C"/>
    <w:rsid w:val="00D4584B"/>
    <w:rsid w:val="00D46793"/>
    <w:rsid w:val="00D46E42"/>
    <w:rsid w:val="00D51204"/>
    <w:rsid w:val="00D520BA"/>
    <w:rsid w:val="00D52443"/>
    <w:rsid w:val="00D524BE"/>
    <w:rsid w:val="00D5295C"/>
    <w:rsid w:val="00D52973"/>
    <w:rsid w:val="00D52F89"/>
    <w:rsid w:val="00D53FCC"/>
    <w:rsid w:val="00D547C2"/>
    <w:rsid w:val="00D55A67"/>
    <w:rsid w:val="00D56705"/>
    <w:rsid w:val="00D56EC4"/>
    <w:rsid w:val="00D5761D"/>
    <w:rsid w:val="00D57CE1"/>
    <w:rsid w:val="00D61EBC"/>
    <w:rsid w:val="00D62077"/>
    <w:rsid w:val="00D62243"/>
    <w:rsid w:val="00D62BE7"/>
    <w:rsid w:val="00D63BAE"/>
    <w:rsid w:val="00D654B5"/>
    <w:rsid w:val="00D669B4"/>
    <w:rsid w:val="00D66EAB"/>
    <w:rsid w:val="00D6719F"/>
    <w:rsid w:val="00D7175B"/>
    <w:rsid w:val="00D71E74"/>
    <w:rsid w:val="00D722A2"/>
    <w:rsid w:val="00D72A1C"/>
    <w:rsid w:val="00D74090"/>
    <w:rsid w:val="00D74618"/>
    <w:rsid w:val="00D74659"/>
    <w:rsid w:val="00D75216"/>
    <w:rsid w:val="00D75796"/>
    <w:rsid w:val="00D769E9"/>
    <w:rsid w:val="00D770C5"/>
    <w:rsid w:val="00D7778E"/>
    <w:rsid w:val="00D77ADA"/>
    <w:rsid w:val="00D77EE0"/>
    <w:rsid w:val="00D80271"/>
    <w:rsid w:val="00D811E0"/>
    <w:rsid w:val="00D8188F"/>
    <w:rsid w:val="00D81F2F"/>
    <w:rsid w:val="00D82B6A"/>
    <w:rsid w:val="00D82C78"/>
    <w:rsid w:val="00D8331A"/>
    <w:rsid w:val="00D838B9"/>
    <w:rsid w:val="00D83A6E"/>
    <w:rsid w:val="00D84211"/>
    <w:rsid w:val="00D8479B"/>
    <w:rsid w:val="00D8520A"/>
    <w:rsid w:val="00D856FC"/>
    <w:rsid w:val="00D85CCB"/>
    <w:rsid w:val="00D86232"/>
    <w:rsid w:val="00D8698A"/>
    <w:rsid w:val="00D871DD"/>
    <w:rsid w:val="00D8785E"/>
    <w:rsid w:val="00D91043"/>
    <w:rsid w:val="00D9137D"/>
    <w:rsid w:val="00D932BE"/>
    <w:rsid w:val="00D9472A"/>
    <w:rsid w:val="00D95C7E"/>
    <w:rsid w:val="00D96055"/>
    <w:rsid w:val="00D9615B"/>
    <w:rsid w:val="00D97193"/>
    <w:rsid w:val="00D97781"/>
    <w:rsid w:val="00D978B5"/>
    <w:rsid w:val="00D97ED2"/>
    <w:rsid w:val="00DA0137"/>
    <w:rsid w:val="00DA0911"/>
    <w:rsid w:val="00DA0988"/>
    <w:rsid w:val="00DA0A46"/>
    <w:rsid w:val="00DA0A62"/>
    <w:rsid w:val="00DA2C39"/>
    <w:rsid w:val="00DA2C64"/>
    <w:rsid w:val="00DA2CF8"/>
    <w:rsid w:val="00DA31C2"/>
    <w:rsid w:val="00DA31EE"/>
    <w:rsid w:val="00DA3D79"/>
    <w:rsid w:val="00DA3F8B"/>
    <w:rsid w:val="00DA4F94"/>
    <w:rsid w:val="00DA50DF"/>
    <w:rsid w:val="00DA584C"/>
    <w:rsid w:val="00DA5A70"/>
    <w:rsid w:val="00DA5A7E"/>
    <w:rsid w:val="00DA5C6A"/>
    <w:rsid w:val="00DA6038"/>
    <w:rsid w:val="00DA618B"/>
    <w:rsid w:val="00DA6256"/>
    <w:rsid w:val="00DA66B9"/>
    <w:rsid w:val="00DA6873"/>
    <w:rsid w:val="00DA6D6B"/>
    <w:rsid w:val="00DA711C"/>
    <w:rsid w:val="00DA7173"/>
    <w:rsid w:val="00DA77C9"/>
    <w:rsid w:val="00DA7866"/>
    <w:rsid w:val="00DA78F5"/>
    <w:rsid w:val="00DA7FDA"/>
    <w:rsid w:val="00DB0817"/>
    <w:rsid w:val="00DB096A"/>
    <w:rsid w:val="00DB0F5C"/>
    <w:rsid w:val="00DB1345"/>
    <w:rsid w:val="00DB1CEF"/>
    <w:rsid w:val="00DB232E"/>
    <w:rsid w:val="00DB2CAD"/>
    <w:rsid w:val="00DB36B5"/>
    <w:rsid w:val="00DB3F95"/>
    <w:rsid w:val="00DB4961"/>
    <w:rsid w:val="00DB5C92"/>
    <w:rsid w:val="00DB681B"/>
    <w:rsid w:val="00DB76C9"/>
    <w:rsid w:val="00DC07FF"/>
    <w:rsid w:val="00DC0E85"/>
    <w:rsid w:val="00DC125A"/>
    <w:rsid w:val="00DC1F52"/>
    <w:rsid w:val="00DC231E"/>
    <w:rsid w:val="00DC2721"/>
    <w:rsid w:val="00DC2BAF"/>
    <w:rsid w:val="00DC3BB0"/>
    <w:rsid w:val="00DC4F21"/>
    <w:rsid w:val="00DC51CD"/>
    <w:rsid w:val="00DC58D5"/>
    <w:rsid w:val="00DC598E"/>
    <w:rsid w:val="00DC59F6"/>
    <w:rsid w:val="00DC5DDF"/>
    <w:rsid w:val="00DC607B"/>
    <w:rsid w:val="00DC6CA8"/>
    <w:rsid w:val="00DD0A62"/>
    <w:rsid w:val="00DD0EF4"/>
    <w:rsid w:val="00DD22B5"/>
    <w:rsid w:val="00DD2CD4"/>
    <w:rsid w:val="00DD44A9"/>
    <w:rsid w:val="00DD498B"/>
    <w:rsid w:val="00DD5509"/>
    <w:rsid w:val="00DD564B"/>
    <w:rsid w:val="00DD5825"/>
    <w:rsid w:val="00DD6473"/>
    <w:rsid w:val="00DD6781"/>
    <w:rsid w:val="00DD7224"/>
    <w:rsid w:val="00DD7E34"/>
    <w:rsid w:val="00DE0336"/>
    <w:rsid w:val="00DE07A0"/>
    <w:rsid w:val="00DE0FA9"/>
    <w:rsid w:val="00DE1AC6"/>
    <w:rsid w:val="00DE1C8A"/>
    <w:rsid w:val="00DE1D05"/>
    <w:rsid w:val="00DE2D9F"/>
    <w:rsid w:val="00DE3244"/>
    <w:rsid w:val="00DE4E1E"/>
    <w:rsid w:val="00DE4F5C"/>
    <w:rsid w:val="00DE53FE"/>
    <w:rsid w:val="00DE54F9"/>
    <w:rsid w:val="00DE5B38"/>
    <w:rsid w:val="00DE7197"/>
    <w:rsid w:val="00DE720D"/>
    <w:rsid w:val="00DE741A"/>
    <w:rsid w:val="00DE76AC"/>
    <w:rsid w:val="00DE7A4B"/>
    <w:rsid w:val="00DE7CE7"/>
    <w:rsid w:val="00DF1A7B"/>
    <w:rsid w:val="00DF2A1B"/>
    <w:rsid w:val="00DF3168"/>
    <w:rsid w:val="00DF51BB"/>
    <w:rsid w:val="00DF5F0E"/>
    <w:rsid w:val="00DF63AD"/>
    <w:rsid w:val="00DF6B74"/>
    <w:rsid w:val="00DF6E07"/>
    <w:rsid w:val="00DF6E82"/>
    <w:rsid w:val="00DF6F7E"/>
    <w:rsid w:val="00DF720D"/>
    <w:rsid w:val="00DF7C76"/>
    <w:rsid w:val="00E00871"/>
    <w:rsid w:val="00E00F56"/>
    <w:rsid w:val="00E01B48"/>
    <w:rsid w:val="00E01E6F"/>
    <w:rsid w:val="00E0248E"/>
    <w:rsid w:val="00E0255D"/>
    <w:rsid w:val="00E028C5"/>
    <w:rsid w:val="00E028DA"/>
    <w:rsid w:val="00E02DAD"/>
    <w:rsid w:val="00E0312F"/>
    <w:rsid w:val="00E036D3"/>
    <w:rsid w:val="00E0402A"/>
    <w:rsid w:val="00E0454B"/>
    <w:rsid w:val="00E04D4C"/>
    <w:rsid w:val="00E05042"/>
    <w:rsid w:val="00E052C8"/>
    <w:rsid w:val="00E06362"/>
    <w:rsid w:val="00E07485"/>
    <w:rsid w:val="00E074DE"/>
    <w:rsid w:val="00E07B4D"/>
    <w:rsid w:val="00E07F4B"/>
    <w:rsid w:val="00E1042E"/>
    <w:rsid w:val="00E11848"/>
    <w:rsid w:val="00E1260F"/>
    <w:rsid w:val="00E12EA5"/>
    <w:rsid w:val="00E1391C"/>
    <w:rsid w:val="00E14564"/>
    <w:rsid w:val="00E14834"/>
    <w:rsid w:val="00E1506C"/>
    <w:rsid w:val="00E16777"/>
    <w:rsid w:val="00E16BE3"/>
    <w:rsid w:val="00E16CD3"/>
    <w:rsid w:val="00E16E28"/>
    <w:rsid w:val="00E16FE1"/>
    <w:rsid w:val="00E1790E"/>
    <w:rsid w:val="00E17BF1"/>
    <w:rsid w:val="00E2047F"/>
    <w:rsid w:val="00E220F0"/>
    <w:rsid w:val="00E22586"/>
    <w:rsid w:val="00E22B9B"/>
    <w:rsid w:val="00E23442"/>
    <w:rsid w:val="00E236C2"/>
    <w:rsid w:val="00E2373C"/>
    <w:rsid w:val="00E23F2C"/>
    <w:rsid w:val="00E24195"/>
    <w:rsid w:val="00E24D3E"/>
    <w:rsid w:val="00E25CE5"/>
    <w:rsid w:val="00E265A9"/>
    <w:rsid w:val="00E26C2F"/>
    <w:rsid w:val="00E2716A"/>
    <w:rsid w:val="00E27435"/>
    <w:rsid w:val="00E300A9"/>
    <w:rsid w:val="00E306F9"/>
    <w:rsid w:val="00E30835"/>
    <w:rsid w:val="00E30F94"/>
    <w:rsid w:val="00E313DF"/>
    <w:rsid w:val="00E31B99"/>
    <w:rsid w:val="00E32150"/>
    <w:rsid w:val="00E32B3A"/>
    <w:rsid w:val="00E330D0"/>
    <w:rsid w:val="00E33B40"/>
    <w:rsid w:val="00E33C00"/>
    <w:rsid w:val="00E33CA6"/>
    <w:rsid w:val="00E340CF"/>
    <w:rsid w:val="00E34293"/>
    <w:rsid w:val="00E35A9A"/>
    <w:rsid w:val="00E35FD8"/>
    <w:rsid w:val="00E36BDE"/>
    <w:rsid w:val="00E371C7"/>
    <w:rsid w:val="00E3795B"/>
    <w:rsid w:val="00E37D6E"/>
    <w:rsid w:val="00E37DB5"/>
    <w:rsid w:val="00E4043E"/>
    <w:rsid w:val="00E409FE"/>
    <w:rsid w:val="00E40CFB"/>
    <w:rsid w:val="00E41BE2"/>
    <w:rsid w:val="00E41EFA"/>
    <w:rsid w:val="00E42866"/>
    <w:rsid w:val="00E43471"/>
    <w:rsid w:val="00E434A4"/>
    <w:rsid w:val="00E4395E"/>
    <w:rsid w:val="00E439B6"/>
    <w:rsid w:val="00E43A23"/>
    <w:rsid w:val="00E43BF5"/>
    <w:rsid w:val="00E43CAF"/>
    <w:rsid w:val="00E43FCC"/>
    <w:rsid w:val="00E43FFD"/>
    <w:rsid w:val="00E44177"/>
    <w:rsid w:val="00E444D8"/>
    <w:rsid w:val="00E444F6"/>
    <w:rsid w:val="00E44AAA"/>
    <w:rsid w:val="00E44E4B"/>
    <w:rsid w:val="00E45483"/>
    <w:rsid w:val="00E45845"/>
    <w:rsid w:val="00E46482"/>
    <w:rsid w:val="00E46B6D"/>
    <w:rsid w:val="00E47530"/>
    <w:rsid w:val="00E47B93"/>
    <w:rsid w:val="00E47D05"/>
    <w:rsid w:val="00E47F3B"/>
    <w:rsid w:val="00E5082F"/>
    <w:rsid w:val="00E5154F"/>
    <w:rsid w:val="00E525C6"/>
    <w:rsid w:val="00E52D4F"/>
    <w:rsid w:val="00E5447B"/>
    <w:rsid w:val="00E548BA"/>
    <w:rsid w:val="00E54EF4"/>
    <w:rsid w:val="00E5588E"/>
    <w:rsid w:val="00E55C62"/>
    <w:rsid w:val="00E56653"/>
    <w:rsid w:val="00E56659"/>
    <w:rsid w:val="00E56BAB"/>
    <w:rsid w:val="00E6015A"/>
    <w:rsid w:val="00E6019C"/>
    <w:rsid w:val="00E60298"/>
    <w:rsid w:val="00E604BE"/>
    <w:rsid w:val="00E6066F"/>
    <w:rsid w:val="00E60B74"/>
    <w:rsid w:val="00E614AD"/>
    <w:rsid w:val="00E61E1C"/>
    <w:rsid w:val="00E61F99"/>
    <w:rsid w:val="00E62BE4"/>
    <w:rsid w:val="00E63A7B"/>
    <w:rsid w:val="00E63E9F"/>
    <w:rsid w:val="00E63FB1"/>
    <w:rsid w:val="00E64059"/>
    <w:rsid w:val="00E643C2"/>
    <w:rsid w:val="00E64AC5"/>
    <w:rsid w:val="00E652A9"/>
    <w:rsid w:val="00E6565E"/>
    <w:rsid w:val="00E657E3"/>
    <w:rsid w:val="00E65DFC"/>
    <w:rsid w:val="00E66675"/>
    <w:rsid w:val="00E66B2D"/>
    <w:rsid w:val="00E66D0D"/>
    <w:rsid w:val="00E67010"/>
    <w:rsid w:val="00E6749D"/>
    <w:rsid w:val="00E678B6"/>
    <w:rsid w:val="00E70ED3"/>
    <w:rsid w:val="00E710BB"/>
    <w:rsid w:val="00E71153"/>
    <w:rsid w:val="00E7126A"/>
    <w:rsid w:val="00E7177B"/>
    <w:rsid w:val="00E718BA"/>
    <w:rsid w:val="00E7196D"/>
    <w:rsid w:val="00E72274"/>
    <w:rsid w:val="00E730E4"/>
    <w:rsid w:val="00E74C4E"/>
    <w:rsid w:val="00E755F3"/>
    <w:rsid w:val="00E759BC"/>
    <w:rsid w:val="00E75B73"/>
    <w:rsid w:val="00E75C4B"/>
    <w:rsid w:val="00E76523"/>
    <w:rsid w:val="00E76D73"/>
    <w:rsid w:val="00E7720F"/>
    <w:rsid w:val="00E77BB6"/>
    <w:rsid w:val="00E77DD2"/>
    <w:rsid w:val="00E80427"/>
    <w:rsid w:val="00E806F0"/>
    <w:rsid w:val="00E82EED"/>
    <w:rsid w:val="00E82F06"/>
    <w:rsid w:val="00E8300E"/>
    <w:rsid w:val="00E8358E"/>
    <w:rsid w:val="00E83BF3"/>
    <w:rsid w:val="00E84343"/>
    <w:rsid w:val="00E84AFD"/>
    <w:rsid w:val="00E84F61"/>
    <w:rsid w:val="00E8529E"/>
    <w:rsid w:val="00E85618"/>
    <w:rsid w:val="00E859B3"/>
    <w:rsid w:val="00E85A33"/>
    <w:rsid w:val="00E860E3"/>
    <w:rsid w:val="00E861F0"/>
    <w:rsid w:val="00E867F2"/>
    <w:rsid w:val="00E86C0A"/>
    <w:rsid w:val="00E871FB"/>
    <w:rsid w:val="00E87519"/>
    <w:rsid w:val="00E87F0A"/>
    <w:rsid w:val="00E90AA6"/>
    <w:rsid w:val="00E91D0C"/>
    <w:rsid w:val="00E9352E"/>
    <w:rsid w:val="00E936C2"/>
    <w:rsid w:val="00E936E4"/>
    <w:rsid w:val="00E9405A"/>
    <w:rsid w:val="00E9453C"/>
    <w:rsid w:val="00E948FF"/>
    <w:rsid w:val="00E94DD7"/>
    <w:rsid w:val="00E94ED2"/>
    <w:rsid w:val="00E961F5"/>
    <w:rsid w:val="00EA0A4F"/>
    <w:rsid w:val="00EA0B21"/>
    <w:rsid w:val="00EA0C62"/>
    <w:rsid w:val="00EA0EE6"/>
    <w:rsid w:val="00EA1032"/>
    <w:rsid w:val="00EA1BE1"/>
    <w:rsid w:val="00EA251F"/>
    <w:rsid w:val="00EA3BA4"/>
    <w:rsid w:val="00EA4186"/>
    <w:rsid w:val="00EA4933"/>
    <w:rsid w:val="00EA5621"/>
    <w:rsid w:val="00EA5C48"/>
    <w:rsid w:val="00EA632B"/>
    <w:rsid w:val="00EA6801"/>
    <w:rsid w:val="00EA7301"/>
    <w:rsid w:val="00EB104B"/>
    <w:rsid w:val="00EB141F"/>
    <w:rsid w:val="00EB1FE1"/>
    <w:rsid w:val="00EB2140"/>
    <w:rsid w:val="00EB2382"/>
    <w:rsid w:val="00EB2514"/>
    <w:rsid w:val="00EB2DD0"/>
    <w:rsid w:val="00EB3A9A"/>
    <w:rsid w:val="00EB3C9E"/>
    <w:rsid w:val="00EB4370"/>
    <w:rsid w:val="00EB48D6"/>
    <w:rsid w:val="00EB5D23"/>
    <w:rsid w:val="00EB7A8D"/>
    <w:rsid w:val="00EB7AB2"/>
    <w:rsid w:val="00EB7FC6"/>
    <w:rsid w:val="00EC096B"/>
    <w:rsid w:val="00EC0993"/>
    <w:rsid w:val="00EC0C24"/>
    <w:rsid w:val="00EC0DE5"/>
    <w:rsid w:val="00EC1888"/>
    <w:rsid w:val="00EC2DB3"/>
    <w:rsid w:val="00EC43E7"/>
    <w:rsid w:val="00EC4607"/>
    <w:rsid w:val="00EC66E2"/>
    <w:rsid w:val="00EC764D"/>
    <w:rsid w:val="00ED1192"/>
    <w:rsid w:val="00ED17BD"/>
    <w:rsid w:val="00ED1891"/>
    <w:rsid w:val="00ED2042"/>
    <w:rsid w:val="00ED2250"/>
    <w:rsid w:val="00ED2A52"/>
    <w:rsid w:val="00ED3DCB"/>
    <w:rsid w:val="00ED4A10"/>
    <w:rsid w:val="00ED6BAB"/>
    <w:rsid w:val="00ED7330"/>
    <w:rsid w:val="00EE1927"/>
    <w:rsid w:val="00EE2D4B"/>
    <w:rsid w:val="00EE2E20"/>
    <w:rsid w:val="00EE2F87"/>
    <w:rsid w:val="00EE3096"/>
    <w:rsid w:val="00EE3A54"/>
    <w:rsid w:val="00EE463B"/>
    <w:rsid w:val="00EE49CC"/>
    <w:rsid w:val="00EE6688"/>
    <w:rsid w:val="00EE68F6"/>
    <w:rsid w:val="00EE786B"/>
    <w:rsid w:val="00EE7D55"/>
    <w:rsid w:val="00EF0049"/>
    <w:rsid w:val="00EF0221"/>
    <w:rsid w:val="00EF0FB8"/>
    <w:rsid w:val="00EF1004"/>
    <w:rsid w:val="00EF1C51"/>
    <w:rsid w:val="00EF1F72"/>
    <w:rsid w:val="00EF26DE"/>
    <w:rsid w:val="00EF2B7A"/>
    <w:rsid w:val="00EF2FFF"/>
    <w:rsid w:val="00EF3236"/>
    <w:rsid w:val="00EF3958"/>
    <w:rsid w:val="00EF3C4B"/>
    <w:rsid w:val="00EF52D9"/>
    <w:rsid w:val="00EF677C"/>
    <w:rsid w:val="00EF7853"/>
    <w:rsid w:val="00F00044"/>
    <w:rsid w:val="00F024B8"/>
    <w:rsid w:val="00F02859"/>
    <w:rsid w:val="00F0311E"/>
    <w:rsid w:val="00F03617"/>
    <w:rsid w:val="00F0433F"/>
    <w:rsid w:val="00F0465B"/>
    <w:rsid w:val="00F04CF0"/>
    <w:rsid w:val="00F04D24"/>
    <w:rsid w:val="00F0583F"/>
    <w:rsid w:val="00F059AD"/>
    <w:rsid w:val="00F06B3E"/>
    <w:rsid w:val="00F06DD9"/>
    <w:rsid w:val="00F11B5E"/>
    <w:rsid w:val="00F11F3E"/>
    <w:rsid w:val="00F13CFD"/>
    <w:rsid w:val="00F13D7F"/>
    <w:rsid w:val="00F14E3A"/>
    <w:rsid w:val="00F157F9"/>
    <w:rsid w:val="00F16A82"/>
    <w:rsid w:val="00F16E2D"/>
    <w:rsid w:val="00F16F55"/>
    <w:rsid w:val="00F16F58"/>
    <w:rsid w:val="00F17EE5"/>
    <w:rsid w:val="00F17FFC"/>
    <w:rsid w:val="00F210CF"/>
    <w:rsid w:val="00F21DCD"/>
    <w:rsid w:val="00F21E5C"/>
    <w:rsid w:val="00F22582"/>
    <w:rsid w:val="00F22D2E"/>
    <w:rsid w:val="00F22DB1"/>
    <w:rsid w:val="00F22FAE"/>
    <w:rsid w:val="00F2316D"/>
    <w:rsid w:val="00F23D38"/>
    <w:rsid w:val="00F24378"/>
    <w:rsid w:val="00F24B96"/>
    <w:rsid w:val="00F24FFA"/>
    <w:rsid w:val="00F255B9"/>
    <w:rsid w:val="00F2597F"/>
    <w:rsid w:val="00F26089"/>
    <w:rsid w:val="00F2746F"/>
    <w:rsid w:val="00F27895"/>
    <w:rsid w:val="00F27B9E"/>
    <w:rsid w:val="00F30621"/>
    <w:rsid w:val="00F306FF"/>
    <w:rsid w:val="00F30E21"/>
    <w:rsid w:val="00F312BA"/>
    <w:rsid w:val="00F31EA2"/>
    <w:rsid w:val="00F331F8"/>
    <w:rsid w:val="00F3372E"/>
    <w:rsid w:val="00F33EBA"/>
    <w:rsid w:val="00F3427C"/>
    <w:rsid w:val="00F34591"/>
    <w:rsid w:val="00F34E99"/>
    <w:rsid w:val="00F3749A"/>
    <w:rsid w:val="00F37BB7"/>
    <w:rsid w:val="00F40B5D"/>
    <w:rsid w:val="00F41A3C"/>
    <w:rsid w:val="00F41E60"/>
    <w:rsid w:val="00F4379C"/>
    <w:rsid w:val="00F438D6"/>
    <w:rsid w:val="00F43CDA"/>
    <w:rsid w:val="00F4462E"/>
    <w:rsid w:val="00F44D65"/>
    <w:rsid w:val="00F45095"/>
    <w:rsid w:val="00F459C1"/>
    <w:rsid w:val="00F46480"/>
    <w:rsid w:val="00F4667E"/>
    <w:rsid w:val="00F47155"/>
    <w:rsid w:val="00F47788"/>
    <w:rsid w:val="00F47CB9"/>
    <w:rsid w:val="00F503EF"/>
    <w:rsid w:val="00F50611"/>
    <w:rsid w:val="00F51D79"/>
    <w:rsid w:val="00F525C6"/>
    <w:rsid w:val="00F52F1A"/>
    <w:rsid w:val="00F5324F"/>
    <w:rsid w:val="00F538DC"/>
    <w:rsid w:val="00F5416E"/>
    <w:rsid w:val="00F543B2"/>
    <w:rsid w:val="00F543C8"/>
    <w:rsid w:val="00F546E2"/>
    <w:rsid w:val="00F55187"/>
    <w:rsid w:val="00F5594D"/>
    <w:rsid w:val="00F55BCF"/>
    <w:rsid w:val="00F56462"/>
    <w:rsid w:val="00F56E8B"/>
    <w:rsid w:val="00F57666"/>
    <w:rsid w:val="00F5769D"/>
    <w:rsid w:val="00F57B7B"/>
    <w:rsid w:val="00F57C0D"/>
    <w:rsid w:val="00F604DF"/>
    <w:rsid w:val="00F60844"/>
    <w:rsid w:val="00F60CBA"/>
    <w:rsid w:val="00F6102C"/>
    <w:rsid w:val="00F610A7"/>
    <w:rsid w:val="00F61640"/>
    <w:rsid w:val="00F6235F"/>
    <w:rsid w:val="00F629E9"/>
    <w:rsid w:val="00F62DB3"/>
    <w:rsid w:val="00F632C5"/>
    <w:rsid w:val="00F63359"/>
    <w:rsid w:val="00F63BF8"/>
    <w:rsid w:val="00F63D54"/>
    <w:rsid w:val="00F64319"/>
    <w:rsid w:val="00F6460C"/>
    <w:rsid w:val="00F64E95"/>
    <w:rsid w:val="00F6556C"/>
    <w:rsid w:val="00F65905"/>
    <w:rsid w:val="00F65BCA"/>
    <w:rsid w:val="00F66204"/>
    <w:rsid w:val="00F70CE9"/>
    <w:rsid w:val="00F70EFA"/>
    <w:rsid w:val="00F70FA4"/>
    <w:rsid w:val="00F7176D"/>
    <w:rsid w:val="00F71801"/>
    <w:rsid w:val="00F72253"/>
    <w:rsid w:val="00F72BB7"/>
    <w:rsid w:val="00F73294"/>
    <w:rsid w:val="00F747ED"/>
    <w:rsid w:val="00F74B86"/>
    <w:rsid w:val="00F75049"/>
    <w:rsid w:val="00F75396"/>
    <w:rsid w:val="00F76599"/>
    <w:rsid w:val="00F767A7"/>
    <w:rsid w:val="00F76A8B"/>
    <w:rsid w:val="00F771C2"/>
    <w:rsid w:val="00F776A3"/>
    <w:rsid w:val="00F7777A"/>
    <w:rsid w:val="00F80B5F"/>
    <w:rsid w:val="00F8103B"/>
    <w:rsid w:val="00F813FF"/>
    <w:rsid w:val="00F81930"/>
    <w:rsid w:val="00F81B96"/>
    <w:rsid w:val="00F81CAE"/>
    <w:rsid w:val="00F821D0"/>
    <w:rsid w:val="00F8323F"/>
    <w:rsid w:val="00F833D3"/>
    <w:rsid w:val="00F84330"/>
    <w:rsid w:val="00F84CD8"/>
    <w:rsid w:val="00F85A6B"/>
    <w:rsid w:val="00F86744"/>
    <w:rsid w:val="00F86A6A"/>
    <w:rsid w:val="00F8711C"/>
    <w:rsid w:val="00F875FB"/>
    <w:rsid w:val="00F87799"/>
    <w:rsid w:val="00F912A9"/>
    <w:rsid w:val="00F917D0"/>
    <w:rsid w:val="00F9193E"/>
    <w:rsid w:val="00F91AEF"/>
    <w:rsid w:val="00F927DA"/>
    <w:rsid w:val="00F927DB"/>
    <w:rsid w:val="00F93084"/>
    <w:rsid w:val="00F932BF"/>
    <w:rsid w:val="00F93688"/>
    <w:rsid w:val="00F93DC3"/>
    <w:rsid w:val="00F93E43"/>
    <w:rsid w:val="00F94A8E"/>
    <w:rsid w:val="00F94A90"/>
    <w:rsid w:val="00F95B4E"/>
    <w:rsid w:val="00F95DC2"/>
    <w:rsid w:val="00F9618E"/>
    <w:rsid w:val="00F965A1"/>
    <w:rsid w:val="00F97299"/>
    <w:rsid w:val="00F97F25"/>
    <w:rsid w:val="00FA0EA6"/>
    <w:rsid w:val="00FA2BD0"/>
    <w:rsid w:val="00FA2FCB"/>
    <w:rsid w:val="00FA3267"/>
    <w:rsid w:val="00FA4579"/>
    <w:rsid w:val="00FA4A02"/>
    <w:rsid w:val="00FA4B39"/>
    <w:rsid w:val="00FA5008"/>
    <w:rsid w:val="00FA53A6"/>
    <w:rsid w:val="00FA62C6"/>
    <w:rsid w:val="00FA6B28"/>
    <w:rsid w:val="00FA6CDF"/>
    <w:rsid w:val="00FA72D8"/>
    <w:rsid w:val="00FA76D0"/>
    <w:rsid w:val="00FA783C"/>
    <w:rsid w:val="00FA7C7C"/>
    <w:rsid w:val="00FB07D9"/>
    <w:rsid w:val="00FB123D"/>
    <w:rsid w:val="00FB136A"/>
    <w:rsid w:val="00FB2074"/>
    <w:rsid w:val="00FB2C06"/>
    <w:rsid w:val="00FB2E12"/>
    <w:rsid w:val="00FB32AD"/>
    <w:rsid w:val="00FB32F9"/>
    <w:rsid w:val="00FB377B"/>
    <w:rsid w:val="00FB3DE2"/>
    <w:rsid w:val="00FB5CF3"/>
    <w:rsid w:val="00FB63DC"/>
    <w:rsid w:val="00FB71C0"/>
    <w:rsid w:val="00FB7FA5"/>
    <w:rsid w:val="00FC0B38"/>
    <w:rsid w:val="00FC1065"/>
    <w:rsid w:val="00FC1351"/>
    <w:rsid w:val="00FC1870"/>
    <w:rsid w:val="00FC1F21"/>
    <w:rsid w:val="00FC3387"/>
    <w:rsid w:val="00FC3661"/>
    <w:rsid w:val="00FC60DB"/>
    <w:rsid w:val="00FC6375"/>
    <w:rsid w:val="00FC671B"/>
    <w:rsid w:val="00FC6965"/>
    <w:rsid w:val="00FD05F9"/>
    <w:rsid w:val="00FD097F"/>
    <w:rsid w:val="00FD1217"/>
    <w:rsid w:val="00FD1433"/>
    <w:rsid w:val="00FD1A50"/>
    <w:rsid w:val="00FD1A82"/>
    <w:rsid w:val="00FD1E98"/>
    <w:rsid w:val="00FD1F1E"/>
    <w:rsid w:val="00FD1F49"/>
    <w:rsid w:val="00FD1FD2"/>
    <w:rsid w:val="00FD2308"/>
    <w:rsid w:val="00FD2A88"/>
    <w:rsid w:val="00FD389B"/>
    <w:rsid w:val="00FD500E"/>
    <w:rsid w:val="00FD6440"/>
    <w:rsid w:val="00FD6565"/>
    <w:rsid w:val="00FD6955"/>
    <w:rsid w:val="00FD7B1E"/>
    <w:rsid w:val="00FD7E9C"/>
    <w:rsid w:val="00FE0B91"/>
    <w:rsid w:val="00FE0CB4"/>
    <w:rsid w:val="00FE0EDC"/>
    <w:rsid w:val="00FE14B3"/>
    <w:rsid w:val="00FE1F88"/>
    <w:rsid w:val="00FE2CA7"/>
    <w:rsid w:val="00FE3C5A"/>
    <w:rsid w:val="00FE4341"/>
    <w:rsid w:val="00FE4C2A"/>
    <w:rsid w:val="00FE6593"/>
    <w:rsid w:val="00FE65BA"/>
    <w:rsid w:val="00FE6929"/>
    <w:rsid w:val="00FE6AB1"/>
    <w:rsid w:val="00FE6F08"/>
    <w:rsid w:val="00FF052B"/>
    <w:rsid w:val="00FF1124"/>
    <w:rsid w:val="00FF17E6"/>
    <w:rsid w:val="00FF1A63"/>
    <w:rsid w:val="00FF1D82"/>
    <w:rsid w:val="00FF1E3D"/>
    <w:rsid w:val="00FF23B3"/>
    <w:rsid w:val="00FF2F9D"/>
    <w:rsid w:val="00FF3890"/>
    <w:rsid w:val="00FF5BD3"/>
    <w:rsid w:val="00FF60AD"/>
    <w:rsid w:val="00FF621D"/>
    <w:rsid w:val="00FF65F1"/>
    <w:rsid w:val="00FF67AD"/>
    <w:rsid w:val="00FF6E0A"/>
    <w:rsid w:val="00FF6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7B6"/>
    <w:pPr>
      <w:spacing w:after="200" w:line="276" w:lineRule="auto"/>
    </w:pPr>
    <w:rPr>
      <w:rFonts w:eastAsia="Times New Roma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7B6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7B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C77B6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C77B6"/>
    <w:rPr>
      <w:rFonts w:ascii="Arial" w:hAnsi="Arial" w:cs="Arial"/>
      <w:b/>
      <w:bCs/>
      <w:sz w:val="26"/>
      <w:szCs w:val="26"/>
      <w:lang w:val="uk-UA" w:eastAsia="ru-RU"/>
    </w:rPr>
  </w:style>
  <w:style w:type="character" w:styleId="Strong">
    <w:name w:val="Strong"/>
    <w:basedOn w:val="DefaultParagraphFont"/>
    <w:uiPriority w:val="99"/>
    <w:qFormat/>
    <w:rsid w:val="005C77B6"/>
    <w:rPr>
      <w:rFonts w:ascii="Times New Roman" w:hAnsi="Times New Roman" w:cs="Times New Roman"/>
      <w:b/>
      <w:bCs/>
    </w:rPr>
  </w:style>
  <w:style w:type="paragraph" w:styleId="Caption">
    <w:name w:val="caption"/>
    <w:basedOn w:val="Normal"/>
    <w:next w:val="Normal"/>
    <w:uiPriority w:val="99"/>
    <w:qFormat/>
    <w:rsid w:val="005C77B6"/>
    <w:pPr>
      <w:spacing w:after="0" w:line="240" w:lineRule="auto"/>
      <w:ind w:left="5812" w:hanging="5760"/>
    </w:pPr>
    <w:rPr>
      <w:rFonts w:ascii="Times New Roman" w:hAnsi="Times New Roman"/>
      <w:sz w:val="24"/>
      <w:szCs w:val="20"/>
      <w:lang w:val="uk-UA"/>
    </w:rPr>
  </w:style>
  <w:style w:type="paragraph" w:styleId="ListParagraph">
    <w:name w:val="List Paragraph"/>
    <w:basedOn w:val="Normal"/>
    <w:uiPriority w:val="99"/>
    <w:qFormat/>
    <w:rsid w:val="005C77B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">
    <w:name w:val="Основной текст_"/>
    <w:link w:val="2"/>
    <w:uiPriority w:val="99"/>
    <w:locked/>
    <w:rsid w:val="005C77B6"/>
    <w:rPr>
      <w:sz w:val="27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5C77B6"/>
    <w:pPr>
      <w:shd w:val="clear" w:color="auto" w:fill="FFFFFF"/>
      <w:spacing w:before="9360" w:after="0" w:line="240" w:lineRule="atLeast"/>
      <w:ind w:hanging="720"/>
      <w:jc w:val="center"/>
    </w:pPr>
    <w:rPr>
      <w:rFonts w:eastAsia="Calibri"/>
      <w:sz w:val="27"/>
      <w:szCs w:val="27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rsid w:val="005C7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77B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71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7</Pages>
  <Words>1727</Words>
  <Characters>9847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www.PHILka.RU</cp:lastModifiedBy>
  <cp:revision>12</cp:revision>
  <cp:lastPrinted>2021-09-24T12:47:00Z</cp:lastPrinted>
  <dcterms:created xsi:type="dcterms:W3CDTF">2021-09-14T07:45:00Z</dcterms:created>
  <dcterms:modified xsi:type="dcterms:W3CDTF">2021-09-30T06:45:00Z</dcterms:modified>
</cp:coreProperties>
</file>