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61" w:rsidRPr="00693F96" w:rsidRDefault="00584361" w:rsidP="005447F2">
      <w:pPr>
        <w:spacing w:after="0"/>
        <w:ind w:left="778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84361" w:rsidRDefault="00584361" w:rsidP="005447F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C67B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TSIGN" style="width:40.5pt;height:45.75pt;visibility:visible">
            <v:imagedata r:id="rId5" o:title="" grayscale="t" bilevel="t"/>
          </v:shape>
        </w:pict>
      </w:r>
    </w:p>
    <w:p w:rsidR="00584361" w:rsidRDefault="00584361" w:rsidP="005447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84361" w:rsidRPr="004B0FA1" w:rsidRDefault="00584361" w:rsidP="005447F2">
      <w:pPr>
        <w:spacing w:after="0"/>
        <w:ind w:left="5812" w:hanging="5760"/>
        <w:jc w:val="center"/>
        <w:rPr>
          <w:rFonts w:ascii="Times New Roman" w:hAnsi="Times New Roman"/>
          <w:b/>
          <w:bCs/>
          <w:sz w:val="28"/>
          <w:szCs w:val="24"/>
        </w:rPr>
      </w:pPr>
      <w:r w:rsidRPr="004B0FA1">
        <w:rPr>
          <w:rFonts w:ascii="Times New Roman" w:hAnsi="Times New Roman"/>
          <w:b/>
          <w:bCs/>
          <w:sz w:val="28"/>
          <w:szCs w:val="24"/>
        </w:rPr>
        <w:t>БУЧАНСЬКА     МІСЬКА      РАДА</w:t>
      </w:r>
    </w:p>
    <w:p w:rsidR="00584361" w:rsidRPr="0026673A" w:rsidRDefault="00584361" w:rsidP="005447F2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B0FA1">
        <w:rPr>
          <w:rFonts w:ascii="Times New Roman" w:hAnsi="Times New Roman"/>
          <w:b/>
          <w:bCs/>
          <w:szCs w:val="24"/>
        </w:rPr>
        <w:t>КИЇВСЬКОЇ ОБЛАСТІ</w:t>
      </w:r>
    </w:p>
    <w:p w:rsidR="00584361" w:rsidRPr="004B0FA1" w:rsidRDefault="00584361" w:rsidP="005447F2">
      <w:pPr>
        <w:keepNext/>
        <w:spacing w:after="0"/>
        <w:ind w:left="5812" w:hanging="5760"/>
        <w:jc w:val="center"/>
        <w:outlineLvl w:val="2"/>
        <w:rPr>
          <w:rFonts w:ascii="Times New Roman" w:hAnsi="Times New Roman"/>
          <w:b/>
          <w:bCs/>
          <w:sz w:val="28"/>
          <w:szCs w:val="24"/>
        </w:rPr>
      </w:pPr>
      <w:r w:rsidRPr="004B0FA1">
        <w:rPr>
          <w:rFonts w:ascii="Times New Roman" w:hAnsi="Times New Roman"/>
          <w:b/>
          <w:bCs/>
          <w:sz w:val="28"/>
          <w:szCs w:val="24"/>
        </w:rPr>
        <w:t>В И К О Н А В Ч И  Й         К О М І Т Е Т</w:t>
      </w:r>
    </w:p>
    <w:p w:rsidR="00584361" w:rsidRPr="004B0FA1" w:rsidRDefault="00584361" w:rsidP="005447F2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/>
          <w:b/>
          <w:bCs/>
          <w:sz w:val="28"/>
          <w:szCs w:val="24"/>
        </w:rPr>
      </w:pPr>
      <w:r w:rsidRPr="004B0FA1">
        <w:rPr>
          <w:rFonts w:ascii="Times New Roman" w:hAnsi="Times New Roman"/>
          <w:b/>
          <w:bCs/>
          <w:sz w:val="28"/>
          <w:szCs w:val="24"/>
        </w:rPr>
        <w:t>Р  І  Ш  Е  Н  Н  Я</w:t>
      </w:r>
    </w:p>
    <w:p w:rsidR="00584361" w:rsidRPr="0026673A" w:rsidRDefault="00584361" w:rsidP="005447F2">
      <w:pPr>
        <w:rPr>
          <w:rFonts w:ascii="Times New Roman" w:hAnsi="Times New Roman"/>
          <w:sz w:val="24"/>
          <w:szCs w:val="24"/>
        </w:rPr>
      </w:pPr>
    </w:p>
    <w:p w:rsidR="00584361" w:rsidRPr="00DF1234" w:rsidRDefault="00584361" w:rsidP="005447F2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21 </w:t>
      </w:r>
      <w:r w:rsidRPr="00AD4D78"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вересня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21 </w:t>
      </w:r>
      <w:r w:rsidRPr="00AD4D78">
        <w:rPr>
          <w:rFonts w:ascii="Times New Roman" w:hAnsi="Times New Roman"/>
          <w:b/>
          <w:bCs/>
          <w:sz w:val="24"/>
          <w:szCs w:val="24"/>
        </w:rPr>
        <w:t xml:space="preserve"> року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>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737</w:t>
      </w:r>
    </w:p>
    <w:p w:rsidR="00584361" w:rsidRPr="006F29B0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361" w:rsidRPr="006F29B0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584361" w:rsidRPr="002E083A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361" w:rsidRPr="006F29B0" w:rsidRDefault="00584361" w:rsidP="005447F2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/>
          <w:sz w:val="24"/>
          <w:szCs w:val="24"/>
          <w:lang w:val="uk-UA"/>
        </w:rPr>
        <w:t xml:space="preserve">нти громадян, жителів Бучанської міської територіальної громади </w:t>
      </w:r>
      <w:r w:rsidRPr="006F29B0">
        <w:rPr>
          <w:rFonts w:ascii="Times New Roman" w:hAnsi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/>
          <w:sz w:val="24"/>
          <w:szCs w:val="24"/>
          <w:lang w:val="uk-UA"/>
        </w:rPr>
        <w:t>а виконання міської програми «З турботою про кожного», затвердженої рішенням се</w:t>
      </w:r>
      <w:r>
        <w:rPr>
          <w:rFonts w:ascii="Times New Roman" w:hAnsi="Times New Roman"/>
          <w:sz w:val="24"/>
          <w:szCs w:val="24"/>
          <w:lang w:val="uk-UA"/>
        </w:rPr>
        <w:t>сії Бучанської міської ради № 119-5</w:t>
      </w:r>
      <w:r w:rsidRPr="00C275CA">
        <w:rPr>
          <w:rFonts w:ascii="Times New Roman" w:hAnsi="Times New Roman"/>
          <w:sz w:val="24"/>
          <w:szCs w:val="24"/>
          <w:lang w:val="uk-UA"/>
        </w:rPr>
        <w:t>-VІ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  <w:lang w:val="uk-UA"/>
        </w:rPr>
        <w:t xml:space="preserve"> від 2</w:t>
      </w:r>
      <w:r w:rsidRPr="007F3B48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F3B48">
        <w:rPr>
          <w:rFonts w:ascii="Times New Roman" w:hAnsi="Times New Roman"/>
          <w:sz w:val="24"/>
          <w:szCs w:val="24"/>
          <w:lang w:val="uk-UA"/>
        </w:rPr>
        <w:t>12</w:t>
      </w:r>
      <w:r w:rsidRPr="00C275CA">
        <w:rPr>
          <w:rFonts w:ascii="Times New Roman" w:hAnsi="Times New Roman"/>
          <w:sz w:val="24"/>
          <w:szCs w:val="24"/>
          <w:lang w:val="uk-UA"/>
        </w:rPr>
        <w:t xml:space="preserve">.2020 року «Про затвердження </w:t>
      </w:r>
      <w:r>
        <w:rPr>
          <w:rFonts w:ascii="Times New Roman" w:hAnsi="Times New Roman"/>
          <w:sz w:val="24"/>
          <w:szCs w:val="24"/>
          <w:lang w:val="uk-UA"/>
        </w:rPr>
        <w:t>міських програм соціального спрямування в Бучанській міській територіальній громаді на 2021-2023 роки», керуючись Законом України «</w:t>
      </w:r>
      <w:r w:rsidRPr="006F29B0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584361" w:rsidRPr="0026673A" w:rsidRDefault="00584361" w:rsidP="005447F2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6673A">
        <w:rPr>
          <w:rFonts w:ascii="Times New Roman" w:hAnsi="Times New Roman"/>
          <w:b/>
          <w:bCs/>
          <w:sz w:val="24"/>
          <w:szCs w:val="24"/>
        </w:rPr>
        <w:t>ВИРІШИВ:</w:t>
      </w:r>
    </w:p>
    <w:p w:rsidR="00584361" w:rsidRPr="0026673A" w:rsidRDefault="00584361" w:rsidP="005447F2">
      <w:pPr>
        <w:pStyle w:val="ListParagraph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9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17 вересня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584361" w:rsidRPr="00394C84" w:rsidRDefault="00584361" w:rsidP="005447F2">
      <w:pPr>
        <w:pStyle w:val="ListParagraph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361" w:rsidRPr="00825E25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361" w:rsidRPr="00C96F66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ий</w:t>
      </w:r>
      <w:r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А.П. Федорук</w:t>
      </w:r>
    </w:p>
    <w:p w:rsidR="00584361" w:rsidRPr="00D12784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361" w:rsidRPr="00D12784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6673A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огоджено</w:t>
      </w:r>
      <w:r w:rsidRPr="0026673A">
        <w:rPr>
          <w:rFonts w:ascii="Times New Roman" w:hAnsi="Times New Roman"/>
          <w:b/>
          <w:bCs/>
          <w:sz w:val="24"/>
          <w:szCs w:val="24"/>
        </w:rPr>
        <w:t>:</w:t>
      </w:r>
    </w:p>
    <w:p w:rsidR="00584361" w:rsidRPr="00ED7C2C" w:rsidRDefault="00584361" w:rsidP="005447F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84361" w:rsidRDefault="00584361" w:rsidP="005447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управління соціальної політики                                   І. Ю. Пасічна</w:t>
      </w:r>
    </w:p>
    <w:p w:rsidR="00584361" w:rsidRDefault="00584361" w:rsidP="005447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Н</w:t>
      </w:r>
      <w:r>
        <w:rPr>
          <w:rFonts w:ascii="Times New Roman" w:hAnsi="Times New Roman"/>
          <w:b/>
          <w:sz w:val="24"/>
        </w:rPr>
        <w:t>ачальник</w:t>
      </w:r>
      <w:r>
        <w:rPr>
          <w:rFonts w:ascii="Times New Roman" w:hAnsi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lang w:val="uk-UA"/>
        </w:rPr>
        <w:t xml:space="preserve">                      С.В. Якубенко</w:t>
      </w: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</w:p>
    <w:p w:rsidR="00584361" w:rsidRDefault="00584361" w:rsidP="005447F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Pr="00C6187E">
        <w:rPr>
          <w:rFonts w:ascii="Times New Roman" w:hAnsi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управління юридично-кадрової роботи                        Л.В. Риженко</w:t>
      </w:r>
    </w:p>
    <w:p w:rsidR="00584361" w:rsidRPr="00FA03F9" w:rsidRDefault="00584361" w:rsidP="005447F2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</w:p>
    <w:p w:rsidR="00584361" w:rsidRPr="005447F2" w:rsidRDefault="00584361">
      <w:pPr>
        <w:rPr>
          <w:lang w:val="uk-UA"/>
        </w:rPr>
      </w:pPr>
      <w:bookmarkStart w:id="0" w:name="_GoBack"/>
      <w:bookmarkEnd w:id="0"/>
    </w:p>
    <w:sectPr w:rsidR="00584361" w:rsidRPr="005447F2" w:rsidSect="00AE1A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7F2"/>
    <w:rsid w:val="0026673A"/>
    <w:rsid w:val="002E083A"/>
    <w:rsid w:val="00394C84"/>
    <w:rsid w:val="004B0FA1"/>
    <w:rsid w:val="005447F2"/>
    <w:rsid w:val="00584361"/>
    <w:rsid w:val="00615B81"/>
    <w:rsid w:val="00693F96"/>
    <w:rsid w:val="006F29B0"/>
    <w:rsid w:val="00777D87"/>
    <w:rsid w:val="007F3B48"/>
    <w:rsid w:val="00825E25"/>
    <w:rsid w:val="009C2F09"/>
    <w:rsid w:val="00AC67B8"/>
    <w:rsid w:val="00AD4D78"/>
    <w:rsid w:val="00AE1AB9"/>
    <w:rsid w:val="00BA5775"/>
    <w:rsid w:val="00C275CA"/>
    <w:rsid w:val="00C6187E"/>
    <w:rsid w:val="00C96F66"/>
    <w:rsid w:val="00D12784"/>
    <w:rsid w:val="00DF1234"/>
    <w:rsid w:val="00ED7C2C"/>
    <w:rsid w:val="00FA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7F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447F2"/>
    <w:pPr>
      <w:spacing w:after="200" w:line="276" w:lineRule="auto"/>
      <w:ind w:left="72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54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47F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214</Words>
  <Characters>1226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2</cp:revision>
  <dcterms:created xsi:type="dcterms:W3CDTF">2021-09-23T11:27:00Z</dcterms:created>
  <dcterms:modified xsi:type="dcterms:W3CDTF">2021-09-24T06:25:00Z</dcterms:modified>
</cp:coreProperties>
</file>