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866" w:rsidRDefault="00965866" w:rsidP="0022388A">
      <w:pPr>
        <w:jc w:val="center"/>
        <w:rPr>
          <w:rFonts w:ascii="Calibri" w:hAnsi="Calibri"/>
          <w:noProof/>
          <w:sz w:val="28"/>
          <w:szCs w:val="28"/>
          <w:lang w:eastAsia="uk-UA"/>
        </w:rPr>
      </w:pPr>
    </w:p>
    <w:p w:rsidR="00965866" w:rsidRPr="00A5085E" w:rsidRDefault="00965866" w:rsidP="00A5085E">
      <w:pPr>
        <w:jc w:val="right"/>
        <w:rPr>
          <w:noProof/>
          <w:sz w:val="28"/>
          <w:szCs w:val="28"/>
          <w:lang w:eastAsia="uk-UA"/>
        </w:rPr>
      </w:pPr>
      <w:r>
        <w:rPr>
          <w:noProof/>
          <w:sz w:val="28"/>
          <w:szCs w:val="28"/>
          <w:lang w:eastAsia="uk-UA"/>
        </w:rPr>
        <w:t xml:space="preserve"> </w:t>
      </w:r>
    </w:p>
    <w:p w:rsidR="00965866" w:rsidRPr="007E703B" w:rsidRDefault="00965866" w:rsidP="0022388A">
      <w:pPr>
        <w:jc w:val="center"/>
        <w:rPr>
          <w:sz w:val="28"/>
          <w:szCs w:val="28"/>
        </w:rPr>
      </w:pPr>
      <w:r w:rsidRPr="007F5DBD">
        <w:rPr>
          <w:rFonts w:ascii="MS Sans Serif" w:hAnsi="MS Sans Serif"/>
          <w:noProof/>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0" o:spid="_x0000_i1025" type="#_x0000_t75" alt="TSIGN" style="width:40.5pt;height:49.5pt;visibility:visible">
            <v:imagedata r:id="rId5" o:title="" grayscale="t" bilevel="t"/>
          </v:shape>
        </w:pict>
      </w:r>
    </w:p>
    <w:p w:rsidR="00965866" w:rsidRPr="007E703B" w:rsidRDefault="00965866" w:rsidP="0022388A">
      <w:pPr>
        <w:pBdr>
          <w:bottom w:val="single" w:sz="12" w:space="1" w:color="auto"/>
        </w:pBdr>
        <w:jc w:val="center"/>
        <w:rPr>
          <w:b/>
          <w:sz w:val="28"/>
          <w:szCs w:val="28"/>
        </w:rPr>
      </w:pPr>
      <w:r w:rsidRPr="007E703B">
        <w:rPr>
          <w:b/>
          <w:sz w:val="28"/>
          <w:szCs w:val="28"/>
        </w:rPr>
        <w:t>БУЧАНСЬКА МІСЬКА РАДА</w:t>
      </w:r>
    </w:p>
    <w:p w:rsidR="00965866" w:rsidRPr="007E703B" w:rsidRDefault="00965866" w:rsidP="0022388A">
      <w:pPr>
        <w:pBdr>
          <w:bottom w:val="single" w:sz="12" w:space="1" w:color="auto"/>
        </w:pBdr>
        <w:jc w:val="center"/>
        <w:rPr>
          <w:b/>
          <w:sz w:val="28"/>
          <w:szCs w:val="28"/>
        </w:rPr>
      </w:pPr>
      <w:r w:rsidRPr="007E703B">
        <w:rPr>
          <w:b/>
          <w:sz w:val="28"/>
          <w:szCs w:val="28"/>
        </w:rPr>
        <w:t>КИЇВСЬКОЇ ОБЛАСТІ</w:t>
      </w:r>
    </w:p>
    <w:p w:rsidR="00965866" w:rsidRPr="007E703B" w:rsidRDefault="00965866" w:rsidP="0022388A">
      <w:pPr>
        <w:jc w:val="center"/>
        <w:rPr>
          <w:b/>
          <w:sz w:val="28"/>
          <w:szCs w:val="28"/>
        </w:rPr>
      </w:pPr>
      <w:r w:rsidRPr="007E703B">
        <w:rPr>
          <w:b/>
          <w:sz w:val="28"/>
          <w:szCs w:val="28"/>
        </w:rPr>
        <w:t>ВИКОНАВЧИЙ КОМІТЕТ</w:t>
      </w:r>
    </w:p>
    <w:p w:rsidR="00965866" w:rsidRPr="007E703B" w:rsidRDefault="00965866" w:rsidP="0022388A">
      <w:pPr>
        <w:jc w:val="center"/>
        <w:rPr>
          <w:sz w:val="28"/>
          <w:szCs w:val="28"/>
        </w:rPr>
      </w:pPr>
      <w:r>
        <w:rPr>
          <w:sz w:val="28"/>
          <w:szCs w:val="28"/>
        </w:rPr>
        <w:t>( позачергове засідання)</w:t>
      </w:r>
    </w:p>
    <w:p w:rsidR="00965866" w:rsidRPr="007E703B" w:rsidRDefault="00965866" w:rsidP="0022388A">
      <w:pPr>
        <w:jc w:val="center"/>
        <w:rPr>
          <w:sz w:val="28"/>
          <w:szCs w:val="28"/>
        </w:rPr>
      </w:pPr>
      <w:r w:rsidRPr="007E703B">
        <w:rPr>
          <w:sz w:val="28"/>
          <w:szCs w:val="28"/>
        </w:rPr>
        <w:t>РІШЕННЯ</w:t>
      </w:r>
    </w:p>
    <w:p w:rsidR="00965866" w:rsidRPr="007E703B" w:rsidRDefault="00965866" w:rsidP="00D652F0">
      <w:pPr>
        <w:rPr>
          <w:bCs/>
          <w:sz w:val="16"/>
        </w:rPr>
      </w:pPr>
    </w:p>
    <w:p w:rsidR="00965866" w:rsidRPr="00373B76" w:rsidRDefault="00965866" w:rsidP="00D652F0">
      <w:pPr>
        <w:rPr>
          <w:b/>
          <w:bCs/>
          <w:sz w:val="22"/>
          <w:szCs w:val="22"/>
          <w:u w:val="single"/>
        </w:rPr>
      </w:pPr>
      <w:r>
        <w:rPr>
          <w:b/>
          <w:bCs/>
          <w:sz w:val="22"/>
          <w:szCs w:val="22"/>
        </w:rPr>
        <w:t>«</w:t>
      </w:r>
      <w:bookmarkStart w:id="0" w:name="_GoBack"/>
      <w:bookmarkEnd w:id="0"/>
      <w:r>
        <w:rPr>
          <w:b/>
          <w:bCs/>
          <w:sz w:val="22"/>
          <w:szCs w:val="22"/>
        </w:rPr>
        <w:t>03</w:t>
      </w:r>
      <w:r w:rsidRPr="00373B76">
        <w:rPr>
          <w:b/>
          <w:bCs/>
          <w:sz w:val="22"/>
          <w:szCs w:val="22"/>
        </w:rPr>
        <w:t xml:space="preserve">» </w:t>
      </w:r>
      <w:r>
        <w:rPr>
          <w:b/>
          <w:bCs/>
          <w:sz w:val="22"/>
          <w:szCs w:val="22"/>
        </w:rPr>
        <w:t>листопада</w:t>
      </w:r>
      <w:r w:rsidRPr="00373B76">
        <w:rPr>
          <w:b/>
          <w:bCs/>
          <w:sz w:val="22"/>
          <w:szCs w:val="22"/>
        </w:rPr>
        <w:t xml:space="preserve"> 2021 року</w:t>
      </w:r>
      <w:r w:rsidRPr="00373B76">
        <w:rPr>
          <w:b/>
          <w:bCs/>
          <w:sz w:val="22"/>
          <w:szCs w:val="22"/>
        </w:rPr>
        <w:tab/>
      </w:r>
      <w:r w:rsidRPr="00373B76">
        <w:rPr>
          <w:b/>
          <w:bCs/>
          <w:sz w:val="22"/>
          <w:szCs w:val="22"/>
        </w:rPr>
        <w:tab/>
      </w:r>
      <w:r w:rsidRPr="00373B76">
        <w:rPr>
          <w:b/>
          <w:bCs/>
          <w:sz w:val="22"/>
          <w:szCs w:val="22"/>
        </w:rPr>
        <w:tab/>
      </w:r>
      <w:r w:rsidRPr="00373B76">
        <w:rPr>
          <w:b/>
          <w:bCs/>
          <w:sz w:val="22"/>
          <w:szCs w:val="22"/>
        </w:rPr>
        <w:tab/>
      </w:r>
      <w:r w:rsidRPr="00373B76">
        <w:rPr>
          <w:b/>
          <w:bCs/>
          <w:sz w:val="22"/>
          <w:szCs w:val="22"/>
        </w:rPr>
        <w:tab/>
      </w:r>
      <w:r w:rsidRPr="00373B76">
        <w:rPr>
          <w:b/>
          <w:bCs/>
          <w:sz w:val="22"/>
          <w:szCs w:val="22"/>
        </w:rPr>
        <w:tab/>
      </w:r>
      <w:r w:rsidRPr="00373B76">
        <w:rPr>
          <w:b/>
          <w:bCs/>
          <w:sz w:val="22"/>
          <w:szCs w:val="22"/>
        </w:rPr>
        <w:tab/>
      </w:r>
      <w:r w:rsidRPr="00373B76">
        <w:rPr>
          <w:b/>
          <w:bCs/>
          <w:sz w:val="22"/>
          <w:szCs w:val="22"/>
        </w:rPr>
        <w:tab/>
      </w:r>
      <w:r w:rsidRPr="00373B76">
        <w:rPr>
          <w:b/>
          <w:bCs/>
          <w:sz w:val="22"/>
          <w:szCs w:val="22"/>
        </w:rPr>
        <w:tab/>
        <w:t xml:space="preserve">№ </w:t>
      </w:r>
      <w:r>
        <w:rPr>
          <w:b/>
          <w:bCs/>
          <w:sz w:val="22"/>
          <w:szCs w:val="22"/>
        </w:rPr>
        <w:t xml:space="preserve"> 880</w:t>
      </w:r>
    </w:p>
    <w:p w:rsidR="00965866" w:rsidRPr="007E703B" w:rsidRDefault="00965866" w:rsidP="00D652F0">
      <w:pPr>
        <w:rPr>
          <w:bCs/>
          <w:sz w:val="22"/>
          <w:szCs w:val="22"/>
        </w:rPr>
      </w:pPr>
    </w:p>
    <w:p w:rsidR="00965866" w:rsidRDefault="00965866" w:rsidP="00A848C5">
      <w:pPr>
        <w:ind w:right="3118"/>
        <w:jc w:val="both"/>
        <w:rPr>
          <w:b/>
          <w:bCs/>
          <w:color w:val="000000"/>
        </w:rPr>
      </w:pPr>
      <w:r>
        <w:rPr>
          <w:b/>
          <w:bCs/>
          <w:color w:val="000000"/>
        </w:rPr>
        <w:t>Про затвердження протоколу місцевої комісії</w:t>
      </w:r>
    </w:p>
    <w:p w:rsidR="00965866" w:rsidRDefault="00965866" w:rsidP="00A848C5">
      <w:pPr>
        <w:ind w:right="3118"/>
        <w:jc w:val="both"/>
        <w:rPr>
          <w:b/>
          <w:bCs/>
          <w:color w:val="000000"/>
        </w:rPr>
      </w:pPr>
      <w:r>
        <w:rPr>
          <w:b/>
          <w:bCs/>
          <w:color w:val="000000"/>
        </w:rPr>
        <w:t>з питань формування пропозицій щодо потреби в субвенції</w:t>
      </w:r>
    </w:p>
    <w:p w:rsidR="00965866" w:rsidRDefault="00965866" w:rsidP="00A848C5">
      <w:pPr>
        <w:ind w:right="3118"/>
        <w:jc w:val="both"/>
        <w:rPr>
          <w:b/>
          <w:bCs/>
          <w:color w:val="000000"/>
        </w:rPr>
      </w:pPr>
      <w:r>
        <w:rPr>
          <w:b/>
          <w:bCs/>
          <w:color w:val="000000"/>
        </w:rPr>
        <w:t>з державного бюджету місцевим бюджетам на проектні</w:t>
      </w:r>
    </w:p>
    <w:p w:rsidR="00965866" w:rsidRDefault="00965866" w:rsidP="00A848C5">
      <w:pPr>
        <w:ind w:right="3118"/>
        <w:jc w:val="both"/>
        <w:rPr>
          <w:b/>
          <w:bCs/>
          <w:color w:val="000000"/>
        </w:rPr>
      </w:pPr>
      <w:r>
        <w:rPr>
          <w:b/>
          <w:bCs/>
          <w:color w:val="000000"/>
        </w:rPr>
        <w:t>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p>
    <w:p w:rsidR="00965866" w:rsidRPr="007E703B" w:rsidRDefault="00965866" w:rsidP="00D652F0">
      <w:pPr>
        <w:jc w:val="both"/>
        <w:rPr>
          <w:sz w:val="22"/>
          <w:szCs w:val="22"/>
        </w:rPr>
      </w:pPr>
    </w:p>
    <w:p w:rsidR="00965866" w:rsidRPr="00D27A53" w:rsidRDefault="00965866" w:rsidP="00F46FC7">
      <w:pPr>
        <w:ind w:firstLine="708"/>
        <w:jc w:val="both"/>
      </w:pPr>
      <w:r>
        <w:t xml:space="preserve">Відповідно до Порядку та умов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затверджених постановою Кабінету Міністрів України від 26.05.2021 року № 615 та з метою реалізації державної політики щодо захисту житлових  та майнових прав дітей, рішення виконавчого комітету Бучанської міської ради від 02.07.2021 року № 461 «Про утворення місцевої комісії з питань формування пропозицій щодо потреби у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затвердження її складу та Положення», керуючись Законом України «Про місцеве самоврядування в Україні», виконавчий комітет Бучанської міської ради </w:t>
      </w:r>
    </w:p>
    <w:p w:rsidR="00965866" w:rsidRPr="007E703B" w:rsidRDefault="00965866" w:rsidP="00CC07C0">
      <w:pPr>
        <w:jc w:val="both"/>
        <w:rPr>
          <w:sz w:val="22"/>
          <w:szCs w:val="22"/>
        </w:rPr>
      </w:pPr>
    </w:p>
    <w:p w:rsidR="00965866" w:rsidRPr="007E703B" w:rsidRDefault="00965866" w:rsidP="00D652F0">
      <w:pPr>
        <w:jc w:val="both"/>
        <w:rPr>
          <w:b/>
          <w:sz w:val="22"/>
          <w:szCs w:val="22"/>
        </w:rPr>
      </w:pPr>
      <w:r w:rsidRPr="007E703B">
        <w:rPr>
          <w:b/>
          <w:sz w:val="22"/>
          <w:szCs w:val="22"/>
        </w:rPr>
        <w:t>ВИРІШИВ:</w:t>
      </w:r>
    </w:p>
    <w:p w:rsidR="00965866" w:rsidRPr="007E703B" w:rsidRDefault="00965866" w:rsidP="00D652F0">
      <w:pPr>
        <w:jc w:val="both"/>
        <w:rPr>
          <w:b/>
          <w:sz w:val="22"/>
          <w:szCs w:val="22"/>
        </w:rPr>
      </w:pPr>
    </w:p>
    <w:p w:rsidR="00965866" w:rsidRDefault="00965866" w:rsidP="00F46FC7">
      <w:pPr>
        <w:pStyle w:val="ListParagraph"/>
        <w:numPr>
          <w:ilvl w:val="0"/>
          <w:numId w:val="48"/>
        </w:numPr>
        <w:jc w:val="both"/>
      </w:pPr>
      <w:r>
        <w:t xml:space="preserve">Затвердити протокол місцевої комісії з питань формування пропозицій щодо потреби в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 від 26.10.2021 року № 3 (додається). </w:t>
      </w:r>
    </w:p>
    <w:p w:rsidR="00965866" w:rsidRDefault="00965866" w:rsidP="00F46FC7">
      <w:pPr>
        <w:pStyle w:val="ListParagraph"/>
        <w:numPr>
          <w:ilvl w:val="0"/>
          <w:numId w:val="48"/>
        </w:numPr>
        <w:jc w:val="both"/>
      </w:pPr>
      <w:r>
        <w:t>Управлінню соціальної політики Бучанської міської ради подати дане рішення і протокол засідання місцевої комісії від 26.10.2021 р. № 3</w:t>
      </w:r>
      <w:r w:rsidRPr="0022388A">
        <w:t xml:space="preserve">на розгляд </w:t>
      </w:r>
      <w:r>
        <w:t xml:space="preserve">Служби у справах дітей та сім’ї Київської обласної державної адміністрації.  </w:t>
      </w:r>
    </w:p>
    <w:p w:rsidR="00965866" w:rsidRDefault="00965866" w:rsidP="00F46FC7">
      <w:pPr>
        <w:pStyle w:val="ListParagraph"/>
        <w:numPr>
          <w:ilvl w:val="0"/>
          <w:numId w:val="48"/>
        </w:numPr>
        <w:jc w:val="both"/>
      </w:pPr>
      <w:r>
        <w:t>Контроль за виконанням даного рішення покласти на заступника міського голови, Шепетька С.А.</w:t>
      </w:r>
    </w:p>
    <w:p w:rsidR="00965866" w:rsidRPr="007E703B" w:rsidRDefault="00965866" w:rsidP="00D652F0">
      <w:pPr>
        <w:jc w:val="both"/>
        <w:rPr>
          <w:b/>
          <w:sz w:val="22"/>
          <w:szCs w:val="22"/>
        </w:rPr>
      </w:pPr>
    </w:p>
    <w:p w:rsidR="00965866" w:rsidRPr="00A5085E" w:rsidRDefault="00965866" w:rsidP="00D652F0">
      <w:pPr>
        <w:tabs>
          <w:tab w:val="left" w:pos="360"/>
          <w:tab w:val="left" w:pos="6120"/>
          <w:tab w:val="left" w:pos="6379"/>
          <w:tab w:val="left" w:pos="7088"/>
          <w:tab w:val="left" w:pos="7371"/>
        </w:tabs>
        <w:rPr>
          <w:b/>
          <w:bCs/>
        </w:rPr>
      </w:pPr>
      <w:r w:rsidRPr="00A5085E">
        <w:rPr>
          <w:b/>
          <w:bCs/>
        </w:rPr>
        <w:t>Міський голова</w:t>
      </w:r>
      <w:r w:rsidRPr="00A5085E">
        <w:rPr>
          <w:b/>
          <w:bCs/>
        </w:rPr>
        <w:tab/>
      </w:r>
      <w:r w:rsidRPr="00A5085E">
        <w:rPr>
          <w:b/>
          <w:bCs/>
        </w:rPr>
        <w:tab/>
      </w:r>
      <w:r w:rsidRPr="00A5085E">
        <w:rPr>
          <w:b/>
          <w:bCs/>
        </w:rPr>
        <w:tab/>
        <w:t>Анатолій ФЕДОРУК</w:t>
      </w:r>
    </w:p>
    <w:p w:rsidR="00965866" w:rsidRPr="00A5085E" w:rsidRDefault="00965866" w:rsidP="00D652F0">
      <w:pPr>
        <w:tabs>
          <w:tab w:val="left" w:pos="360"/>
          <w:tab w:val="left" w:pos="6120"/>
          <w:tab w:val="left" w:pos="6379"/>
          <w:tab w:val="left" w:pos="7088"/>
          <w:tab w:val="left" w:pos="7371"/>
        </w:tabs>
        <w:rPr>
          <w:b/>
          <w:bCs/>
        </w:rPr>
      </w:pPr>
    </w:p>
    <w:p w:rsidR="00965866" w:rsidRPr="00A5085E" w:rsidRDefault="00965866" w:rsidP="00CC07C0">
      <w:pPr>
        <w:rPr>
          <w:b/>
          <w:bCs/>
        </w:rPr>
      </w:pPr>
      <w:r>
        <w:rPr>
          <w:b/>
          <w:bCs/>
        </w:rPr>
        <w:t>Заступник міського голови</w:t>
      </w:r>
      <w:r>
        <w:rPr>
          <w:b/>
          <w:bCs/>
        </w:rPr>
        <w:tab/>
      </w:r>
      <w:r>
        <w:rPr>
          <w:b/>
          <w:bCs/>
        </w:rPr>
        <w:tab/>
      </w:r>
      <w:r>
        <w:rPr>
          <w:b/>
          <w:bCs/>
        </w:rPr>
        <w:tab/>
      </w:r>
      <w:r>
        <w:rPr>
          <w:b/>
          <w:bCs/>
        </w:rPr>
        <w:tab/>
      </w:r>
      <w:r>
        <w:rPr>
          <w:b/>
          <w:bCs/>
        </w:rPr>
        <w:tab/>
      </w:r>
      <w:r w:rsidRPr="00A5085E">
        <w:rPr>
          <w:b/>
          <w:bCs/>
        </w:rPr>
        <w:tab/>
        <w:t>Сергій ШЕПЕТЬКО</w:t>
      </w:r>
    </w:p>
    <w:p w:rsidR="00965866" w:rsidRPr="00A5085E" w:rsidRDefault="00965866" w:rsidP="00D652F0">
      <w:pPr>
        <w:tabs>
          <w:tab w:val="left" w:pos="360"/>
          <w:tab w:val="left" w:pos="6120"/>
          <w:tab w:val="left" w:pos="7088"/>
          <w:tab w:val="left" w:pos="7380"/>
        </w:tabs>
        <w:rPr>
          <w:b/>
          <w:bCs/>
        </w:rPr>
      </w:pPr>
    </w:p>
    <w:p w:rsidR="00965866" w:rsidRPr="00A5085E" w:rsidRDefault="00965866" w:rsidP="00D652F0">
      <w:pPr>
        <w:tabs>
          <w:tab w:val="left" w:pos="360"/>
          <w:tab w:val="left" w:pos="6120"/>
          <w:tab w:val="left" w:pos="7088"/>
          <w:tab w:val="left" w:pos="7380"/>
        </w:tabs>
        <w:rPr>
          <w:b/>
          <w:bCs/>
        </w:rPr>
      </w:pPr>
      <w:r w:rsidRPr="00A5085E">
        <w:rPr>
          <w:b/>
          <w:bCs/>
        </w:rPr>
        <w:t>Керуючий справами</w:t>
      </w:r>
      <w:r w:rsidRPr="00A5085E">
        <w:rPr>
          <w:b/>
          <w:bCs/>
        </w:rPr>
        <w:tab/>
      </w:r>
      <w:r w:rsidRPr="00A5085E">
        <w:rPr>
          <w:b/>
          <w:bCs/>
        </w:rPr>
        <w:tab/>
        <w:t>Дмитро ГАПЧЕНКО</w:t>
      </w:r>
    </w:p>
    <w:p w:rsidR="00965866" w:rsidRDefault="00965866" w:rsidP="00D652F0">
      <w:pPr>
        <w:tabs>
          <w:tab w:val="left" w:pos="360"/>
          <w:tab w:val="left" w:pos="6120"/>
          <w:tab w:val="left" w:pos="7088"/>
          <w:tab w:val="left" w:pos="7380"/>
        </w:tabs>
        <w:rPr>
          <w:b/>
          <w:bCs/>
        </w:rPr>
      </w:pPr>
    </w:p>
    <w:p w:rsidR="00965866" w:rsidRPr="00A5085E" w:rsidRDefault="00965866" w:rsidP="00D652F0">
      <w:pPr>
        <w:tabs>
          <w:tab w:val="left" w:pos="360"/>
          <w:tab w:val="left" w:pos="6120"/>
          <w:tab w:val="left" w:pos="7088"/>
          <w:tab w:val="left" w:pos="7380"/>
        </w:tabs>
        <w:rPr>
          <w:b/>
          <w:bCs/>
        </w:rPr>
      </w:pPr>
      <w:r w:rsidRPr="00A5085E">
        <w:rPr>
          <w:b/>
          <w:bCs/>
        </w:rPr>
        <w:t xml:space="preserve">Начальник управління </w:t>
      </w:r>
    </w:p>
    <w:p w:rsidR="00965866" w:rsidRPr="00A5085E" w:rsidRDefault="00965866" w:rsidP="00D652F0">
      <w:pPr>
        <w:tabs>
          <w:tab w:val="left" w:pos="360"/>
          <w:tab w:val="left" w:pos="6120"/>
          <w:tab w:val="left" w:pos="7088"/>
          <w:tab w:val="left" w:pos="7380"/>
        </w:tabs>
        <w:rPr>
          <w:b/>
          <w:bCs/>
        </w:rPr>
      </w:pPr>
      <w:r>
        <w:rPr>
          <w:b/>
          <w:bCs/>
        </w:rPr>
        <w:t>юридично-кадрової роботи</w:t>
      </w:r>
      <w:r>
        <w:rPr>
          <w:b/>
          <w:bCs/>
        </w:rPr>
        <w:tab/>
        <w:t xml:space="preserve">   </w:t>
      </w:r>
      <w:r w:rsidRPr="00A5085E">
        <w:rPr>
          <w:b/>
          <w:bCs/>
        </w:rPr>
        <w:t>Людмила РИЖЕНКО</w:t>
      </w:r>
    </w:p>
    <w:p w:rsidR="00965866" w:rsidRPr="00A5085E" w:rsidRDefault="00965866" w:rsidP="00D652F0">
      <w:pPr>
        <w:tabs>
          <w:tab w:val="left" w:pos="360"/>
          <w:tab w:val="left" w:pos="6120"/>
          <w:tab w:val="left" w:pos="7020"/>
          <w:tab w:val="left" w:pos="7380"/>
        </w:tabs>
        <w:rPr>
          <w:b/>
          <w:bCs/>
        </w:rPr>
      </w:pPr>
    </w:p>
    <w:p w:rsidR="00965866" w:rsidRPr="00A5085E" w:rsidRDefault="00965866" w:rsidP="00D652F0">
      <w:pPr>
        <w:tabs>
          <w:tab w:val="left" w:pos="360"/>
          <w:tab w:val="left" w:pos="6120"/>
          <w:tab w:val="left" w:pos="7020"/>
          <w:tab w:val="left" w:pos="7380"/>
        </w:tabs>
        <w:rPr>
          <w:b/>
          <w:bCs/>
        </w:rPr>
      </w:pPr>
      <w:r w:rsidRPr="00A5085E">
        <w:rPr>
          <w:b/>
          <w:bCs/>
        </w:rPr>
        <w:t>Погоджено:</w:t>
      </w:r>
    </w:p>
    <w:p w:rsidR="00965866" w:rsidRPr="00A5085E" w:rsidRDefault="00965866" w:rsidP="00D652F0">
      <w:pPr>
        <w:tabs>
          <w:tab w:val="left" w:pos="360"/>
          <w:tab w:val="left" w:pos="6120"/>
          <w:tab w:val="left" w:pos="7088"/>
          <w:tab w:val="left" w:pos="7380"/>
        </w:tabs>
        <w:rPr>
          <w:bCs/>
        </w:rPr>
      </w:pPr>
      <w:r w:rsidRPr="00A5085E">
        <w:t>В.о. начальника юридичного відділу</w:t>
      </w:r>
    </w:p>
    <w:p w:rsidR="00965866" w:rsidRPr="00A5085E" w:rsidRDefault="00965866" w:rsidP="00D652F0">
      <w:pPr>
        <w:tabs>
          <w:tab w:val="left" w:pos="360"/>
          <w:tab w:val="left" w:pos="6120"/>
          <w:tab w:val="left" w:pos="7088"/>
          <w:tab w:val="left" w:pos="7380"/>
        </w:tabs>
        <w:rPr>
          <w:b/>
        </w:rPr>
      </w:pPr>
      <w:r w:rsidRPr="00A5085E">
        <w:rPr>
          <w:bCs/>
        </w:rPr>
        <w:t>управління юридично-кадрової роботи</w:t>
      </w:r>
      <w:r>
        <w:tab/>
        <w:t xml:space="preserve">    </w:t>
      </w:r>
      <w:r w:rsidRPr="00A5085E">
        <w:rPr>
          <w:b/>
        </w:rPr>
        <w:t>Катерина ТУЖИЛІНА</w:t>
      </w:r>
    </w:p>
    <w:p w:rsidR="00965866" w:rsidRPr="00A5085E" w:rsidRDefault="00965866" w:rsidP="00D652F0">
      <w:pPr>
        <w:tabs>
          <w:tab w:val="left" w:pos="360"/>
          <w:tab w:val="left" w:pos="6379"/>
          <w:tab w:val="left" w:pos="7088"/>
          <w:tab w:val="left" w:pos="7371"/>
        </w:tabs>
      </w:pPr>
    </w:p>
    <w:p w:rsidR="00965866" w:rsidRPr="00A5085E" w:rsidRDefault="00965866" w:rsidP="00D652F0">
      <w:pPr>
        <w:tabs>
          <w:tab w:val="left" w:pos="360"/>
          <w:tab w:val="left" w:pos="6379"/>
          <w:tab w:val="left" w:pos="7088"/>
          <w:tab w:val="left" w:pos="7371"/>
        </w:tabs>
        <w:rPr>
          <w:b/>
        </w:rPr>
      </w:pPr>
      <w:r w:rsidRPr="00A5085E">
        <w:t xml:space="preserve">Начальник Управління соціальної політики                </w:t>
      </w:r>
      <w:r>
        <w:tab/>
      </w:r>
      <w:r w:rsidRPr="00A5085E">
        <w:rPr>
          <w:b/>
        </w:rPr>
        <w:t>Ірина ПАСІЧНА</w:t>
      </w:r>
    </w:p>
    <w:p w:rsidR="00965866" w:rsidRPr="00A5085E" w:rsidRDefault="00965866" w:rsidP="00D652F0">
      <w:pPr>
        <w:tabs>
          <w:tab w:val="left" w:pos="360"/>
          <w:tab w:val="left" w:pos="6379"/>
          <w:tab w:val="left" w:pos="7088"/>
          <w:tab w:val="left" w:pos="7371"/>
        </w:tabs>
      </w:pPr>
    </w:p>
    <w:p w:rsidR="00965866" w:rsidRPr="00A5085E" w:rsidRDefault="00965866" w:rsidP="00D652F0">
      <w:pPr>
        <w:tabs>
          <w:tab w:val="left" w:pos="360"/>
          <w:tab w:val="left" w:pos="6379"/>
          <w:tab w:val="left" w:pos="7088"/>
          <w:tab w:val="left" w:pos="7371"/>
        </w:tabs>
      </w:pPr>
      <w:r w:rsidRPr="00A5085E">
        <w:t>Начальник центру соціальних служб</w:t>
      </w:r>
    </w:p>
    <w:p w:rsidR="00965866" w:rsidRPr="00A5085E" w:rsidRDefault="00965866" w:rsidP="00D652F0">
      <w:pPr>
        <w:tabs>
          <w:tab w:val="left" w:pos="360"/>
          <w:tab w:val="left" w:pos="6379"/>
          <w:tab w:val="left" w:pos="7088"/>
          <w:tab w:val="left" w:pos="7371"/>
        </w:tabs>
        <w:rPr>
          <w:b/>
        </w:rPr>
      </w:pPr>
      <w:r>
        <w:t>Управління соціальної політики</w:t>
      </w:r>
      <w:r>
        <w:tab/>
      </w:r>
      <w:r w:rsidRPr="00A5085E">
        <w:rPr>
          <w:b/>
        </w:rPr>
        <w:t>Лариса ФЕДОРУК</w:t>
      </w:r>
    </w:p>
    <w:p w:rsidR="00965866" w:rsidRPr="00A5085E" w:rsidRDefault="00965866" w:rsidP="00D652F0">
      <w:pPr>
        <w:rPr>
          <w:b/>
        </w:rPr>
      </w:pPr>
    </w:p>
    <w:p w:rsidR="00965866" w:rsidRPr="00A5085E" w:rsidRDefault="00965866" w:rsidP="00D652F0">
      <w:pPr>
        <w:rPr>
          <w:b/>
        </w:rPr>
      </w:pPr>
      <w:r w:rsidRPr="00A5085E">
        <w:rPr>
          <w:b/>
        </w:rPr>
        <w:t>Подання:</w:t>
      </w:r>
    </w:p>
    <w:p w:rsidR="00965866" w:rsidRPr="00A5085E" w:rsidRDefault="00965866" w:rsidP="00D652F0">
      <w:pPr>
        <w:tabs>
          <w:tab w:val="left" w:pos="360"/>
          <w:tab w:val="left" w:pos="6379"/>
          <w:tab w:val="left" w:pos="7088"/>
          <w:tab w:val="left" w:pos="7371"/>
        </w:tabs>
      </w:pPr>
      <w:r w:rsidRPr="00A5085E">
        <w:t>Завідувач сектору служби</w:t>
      </w:r>
    </w:p>
    <w:p w:rsidR="00965866" w:rsidRDefault="00965866" w:rsidP="00A848C5">
      <w:pPr>
        <w:tabs>
          <w:tab w:val="left" w:pos="360"/>
          <w:tab w:val="left" w:pos="6379"/>
          <w:tab w:val="left" w:pos="7088"/>
          <w:tab w:val="left" w:pos="7371"/>
        </w:tabs>
        <w:rPr>
          <w:b/>
        </w:rPr>
      </w:pPr>
      <w:r>
        <w:t>у справах дітей та сім’ї</w:t>
      </w:r>
      <w:r>
        <w:tab/>
      </w:r>
      <w:r>
        <w:rPr>
          <w:b/>
        </w:rPr>
        <w:t>В’ячеслав АРТЮШЕНКО</w:t>
      </w: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EE3069">
      <w:pPr>
        <w:spacing w:line="276" w:lineRule="auto"/>
        <w:ind w:left="2124"/>
        <w:jc w:val="center"/>
      </w:pPr>
      <w:r>
        <w:t xml:space="preserve">        </w:t>
      </w:r>
      <w:r w:rsidRPr="00480AB9">
        <w:t xml:space="preserve">Додаток </w:t>
      </w:r>
    </w:p>
    <w:p w:rsidR="00965866" w:rsidRDefault="00965866" w:rsidP="00EE3069">
      <w:pPr>
        <w:spacing w:line="276" w:lineRule="auto"/>
        <w:ind w:left="4956"/>
        <w:jc w:val="center"/>
      </w:pPr>
      <w:r>
        <w:t xml:space="preserve">    </w:t>
      </w:r>
      <w:r w:rsidRPr="00480AB9">
        <w:t xml:space="preserve">до рішення </w:t>
      </w:r>
      <w:r>
        <w:t xml:space="preserve">виконавчого комітету </w:t>
      </w:r>
    </w:p>
    <w:p w:rsidR="00965866" w:rsidRPr="00480AB9" w:rsidRDefault="00965866" w:rsidP="00EE3069">
      <w:pPr>
        <w:spacing w:line="276" w:lineRule="auto"/>
        <w:ind w:left="4248" w:firstLine="708"/>
        <w:jc w:val="center"/>
      </w:pPr>
      <w:r>
        <w:t xml:space="preserve">Бучанської міської ради </w:t>
      </w:r>
      <w:r w:rsidRPr="00480AB9">
        <w:t>№ 880</w:t>
      </w:r>
    </w:p>
    <w:p w:rsidR="00965866" w:rsidRPr="00480AB9" w:rsidRDefault="00965866" w:rsidP="00EE3069">
      <w:pPr>
        <w:spacing w:line="276" w:lineRule="auto"/>
        <w:ind w:left="3540" w:firstLine="708"/>
        <w:jc w:val="center"/>
      </w:pPr>
      <w:r>
        <w:t xml:space="preserve">     в</w:t>
      </w:r>
      <w:r w:rsidRPr="00480AB9">
        <w:t>ід 03</w:t>
      </w:r>
      <w:r>
        <w:t xml:space="preserve"> листопада 2021року</w:t>
      </w:r>
    </w:p>
    <w:p w:rsidR="00965866" w:rsidRPr="00C02E9F" w:rsidRDefault="00965866" w:rsidP="00EE3069">
      <w:pPr>
        <w:spacing w:line="276" w:lineRule="auto"/>
        <w:jc w:val="center"/>
        <w:rPr>
          <w:b/>
        </w:rPr>
      </w:pPr>
      <w:r w:rsidRPr="00C02E9F">
        <w:rPr>
          <w:b/>
        </w:rPr>
        <w:t>Протокол № 3/2021</w:t>
      </w:r>
    </w:p>
    <w:p w:rsidR="00965866" w:rsidRPr="00C02E9F" w:rsidRDefault="00965866" w:rsidP="00EE3069">
      <w:pPr>
        <w:autoSpaceDE w:val="0"/>
        <w:autoSpaceDN w:val="0"/>
        <w:adjustRightInd w:val="0"/>
        <w:jc w:val="center"/>
        <w:rPr>
          <w:b/>
        </w:rPr>
      </w:pPr>
      <w:r w:rsidRPr="00C02E9F">
        <w:rPr>
          <w:b/>
        </w:rPr>
        <w:t>засідання місцевої комісії з питань формування пропозицій стосовно потреби</w:t>
      </w:r>
    </w:p>
    <w:p w:rsidR="00965866" w:rsidRPr="00C02E9F" w:rsidRDefault="00965866" w:rsidP="00EE3069">
      <w:pPr>
        <w:autoSpaceDE w:val="0"/>
        <w:autoSpaceDN w:val="0"/>
        <w:adjustRightInd w:val="0"/>
        <w:jc w:val="center"/>
        <w:rPr>
          <w:b/>
        </w:rPr>
      </w:pPr>
      <w:r w:rsidRPr="00C02E9F">
        <w:rPr>
          <w:b/>
        </w:rPr>
        <w:t>щодо спрямування коштів субвенції з державного бюджету місцевим</w:t>
      </w:r>
    </w:p>
    <w:p w:rsidR="00965866" w:rsidRPr="00C02E9F" w:rsidRDefault="00965866" w:rsidP="00EE3069">
      <w:pPr>
        <w:autoSpaceDE w:val="0"/>
        <w:autoSpaceDN w:val="0"/>
        <w:adjustRightInd w:val="0"/>
        <w:jc w:val="center"/>
        <w:rPr>
          <w:b/>
        </w:rPr>
      </w:pPr>
      <w:r w:rsidRPr="00C02E9F">
        <w:rPr>
          <w:b/>
        </w:rPr>
        <w:t>бюджетам на проектні, будівельно-ремонтні роботи, придбання житла та</w:t>
      </w:r>
    </w:p>
    <w:p w:rsidR="00965866" w:rsidRPr="00C02E9F" w:rsidRDefault="00965866" w:rsidP="00EE3069">
      <w:pPr>
        <w:autoSpaceDE w:val="0"/>
        <w:autoSpaceDN w:val="0"/>
        <w:adjustRightInd w:val="0"/>
        <w:jc w:val="center"/>
        <w:rPr>
          <w:b/>
        </w:rPr>
      </w:pPr>
      <w:r w:rsidRPr="00C02E9F">
        <w:rPr>
          <w:b/>
        </w:rPr>
        <w:t>приміщень для розвитку сімейних та інших форм виховання,</w:t>
      </w:r>
    </w:p>
    <w:p w:rsidR="00965866" w:rsidRPr="00C02E9F" w:rsidRDefault="00965866" w:rsidP="00EE3069">
      <w:pPr>
        <w:autoSpaceDE w:val="0"/>
        <w:autoSpaceDN w:val="0"/>
        <w:adjustRightInd w:val="0"/>
        <w:jc w:val="center"/>
        <w:rPr>
          <w:b/>
        </w:rPr>
      </w:pPr>
      <w:r w:rsidRPr="00C02E9F">
        <w:rPr>
          <w:b/>
        </w:rPr>
        <w:t>наближених до сімейних та забезпечення житлом дітей-сиріт, дітей,</w:t>
      </w:r>
    </w:p>
    <w:p w:rsidR="00965866" w:rsidRPr="00C02E9F" w:rsidRDefault="00965866" w:rsidP="00EE3069">
      <w:pPr>
        <w:jc w:val="center"/>
        <w:rPr>
          <w:b/>
        </w:rPr>
      </w:pPr>
      <w:r w:rsidRPr="00C02E9F">
        <w:rPr>
          <w:b/>
        </w:rPr>
        <w:t>позбавлених батьківського піклування, осіб з їх числа</w:t>
      </w:r>
    </w:p>
    <w:p w:rsidR="00965866" w:rsidRPr="00C02E9F" w:rsidRDefault="00965866" w:rsidP="00EE3069">
      <w:pPr>
        <w:rPr>
          <w:b/>
        </w:rPr>
      </w:pPr>
      <w:r w:rsidRPr="00C02E9F">
        <w:rPr>
          <w:b/>
        </w:rPr>
        <w:t>від 26.10.2021 року                                                                                                           м. Буча</w:t>
      </w:r>
    </w:p>
    <w:p w:rsidR="00965866" w:rsidRPr="00C02E9F" w:rsidRDefault="00965866" w:rsidP="00EE3069">
      <w:pPr>
        <w:spacing w:line="276" w:lineRule="auto"/>
        <w:jc w:val="center"/>
        <w:rPr>
          <w:b/>
        </w:rPr>
      </w:pPr>
    </w:p>
    <w:p w:rsidR="00965866" w:rsidRPr="00C02E9F" w:rsidRDefault="00965866" w:rsidP="00EE3069">
      <w:pPr>
        <w:jc w:val="both"/>
        <w:rPr>
          <w:b/>
          <w:u w:val="single"/>
        </w:rPr>
      </w:pPr>
      <w:r w:rsidRPr="00C02E9F">
        <w:rPr>
          <w:b/>
          <w:u w:val="single"/>
        </w:rPr>
        <w:t>Присутні:</w:t>
      </w:r>
    </w:p>
    <w:p w:rsidR="00965866" w:rsidRPr="00C02E9F" w:rsidRDefault="00965866" w:rsidP="00EE3069">
      <w:pPr>
        <w:shd w:val="clear" w:color="auto" w:fill="FFFFFF"/>
        <w:jc w:val="both"/>
        <w:rPr>
          <w:b/>
        </w:rPr>
      </w:pPr>
    </w:p>
    <w:p w:rsidR="00965866" w:rsidRPr="00C02E9F" w:rsidRDefault="00965866" w:rsidP="00EE3069">
      <w:pPr>
        <w:shd w:val="clear" w:color="auto" w:fill="FFFFFF"/>
        <w:jc w:val="both"/>
        <w:rPr>
          <w:lang w:eastAsia="uk-UA"/>
        </w:rPr>
      </w:pPr>
      <w:r w:rsidRPr="00C02E9F">
        <w:rPr>
          <w:b/>
        </w:rPr>
        <w:t xml:space="preserve">Голова комісії – </w:t>
      </w:r>
      <w:r w:rsidRPr="00C02E9F">
        <w:t>Сергій Шепетько</w:t>
      </w:r>
      <w:r w:rsidRPr="00C02E9F">
        <w:rPr>
          <w:lang w:eastAsia="uk-UA"/>
        </w:rPr>
        <w:t>, заступник  міського голови ;</w:t>
      </w:r>
    </w:p>
    <w:p w:rsidR="00965866" w:rsidRPr="00C02E9F" w:rsidRDefault="00965866" w:rsidP="00EE3069">
      <w:pPr>
        <w:shd w:val="clear" w:color="auto" w:fill="FFFFFF"/>
        <w:jc w:val="both"/>
        <w:rPr>
          <w:lang w:eastAsia="uk-UA"/>
        </w:rPr>
      </w:pPr>
      <w:r w:rsidRPr="00C02E9F">
        <w:rPr>
          <w:lang w:eastAsia="uk-UA"/>
        </w:rPr>
        <w:t xml:space="preserve">заступник голови комісії- Лариса Федорук, начальник центру соціальних служб управління соціальної політики Бучанської міської ради; </w:t>
      </w:r>
    </w:p>
    <w:p w:rsidR="00965866" w:rsidRPr="00C02E9F" w:rsidRDefault="00965866" w:rsidP="00EE3069">
      <w:pPr>
        <w:shd w:val="clear" w:color="auto" w:fill="FFFFFF"/>
        <w:jc w:val="both"/>
        <w:rPr>
          <w:lang w:eastAsia="uk-UA"/>
        </w:rPr>
      </w:pPr>
      <w:r w:rsidRPr="00C02E9F">
        <w:rPr>
          <w:lang w:eastAsia="uk-UA"/>
        </w:rPr>
        <w:t>секретар комісії – В’ячеслав Артюшенко, завідувач сектору служби у справах дітей та  сім’ї Центру соціальних служб Управління соціальної політики Бучанської міської ради</w:t>
      </w:r>
    </w:p>
    <w:p w:rsidR="00965866" w:rsidRPr="00C02E9F" w:rsidRDefault="00965866" w:rsidP="00EE3069">
      <w:pPr>
        <w:shd w:val="clear" w:color="auto" w:fill="FFFFFF"/>
        <w:jc w:val="both"/>
        <w:rPr>
          <w:b/>
          <w:lang w:eastAsia="uk-UA"/>
        </w:rPr>
      </w:pPr>
      <w:r w:rsidRPr="00C02E9F">
        <w:rPr>
          <w:b/>
          <w:lang w:eastAsia="uk-UA"/>
        </w:rPr>
        <w:t>Члени комісії:</w:t>
      </w:r>
    </w:p>
    <w:p w:rsidR="00965866" w:rsidRPr="00C02E9F" w:rsidRDefault="00965866" w:rsidP="00EE3069">
      <w:pPr>
        <w:jc w:val="both"/>
        <w:rPr>
          <w:b/>
        </w:rPr>
      </w:pPr>
      <w:r w:rsidRPr="00C02E9F">
        <w:t>Ірина Пасічна</w:t>
      </w:r>
      <w:r w:rsidRPr="00C02E9F">
        <w:rPr>
          <w:lang w:eastAsia="uk-UA"/>
        </w:rPr>
        <w:t xml:space="preserve">, начальник управління соціальної політики; Олег </w:t>
      </w:r>
      <w:r w:rsidRPr="00C02E9F">
        <w:t>Цимбал, н</w:t>
      </w:r>
      <w:r w:rsidRPr="00C02E9F">
        <w:rPr>
          <w:lang w:eastAsia="uk-UA"/>
        </w:rPr>
        <w:t xml:space="preserve">ачальник відділу освіти; Вадим </w:t>
      </w:r>
      <w:r w:rsidRPr="00C02E9F">
        <w:t>Наумов</w:t>
      </w:r>
      <w:r w:rsidRPr="00C02E9F">
        <w:rPr>
          <w:lang w:eastAsia="uk-UA"/>
        </w:rPr>
        <w:t>, начальник відділу містобудування та архітектури Бучанської міської ради;</w:t>
      </w:r>
      <w:r w:rsidRPr="00C02E9F">
        <w:t xml:space="preserve"> Лариса Правдива</w:t>
      </w:r>
      <w:r w:rsidRPr="00C02E9F">
        <w:rPr>
          <w:lang w:eastAsia="uk-UA"/>
        </w:rPr>
        <w:t>, заступник начальника фінансового управління - начальник відділу;</w:t>
      </w:r>
      <w:r w:rsidRPr="00C02E9F">
        <w:t xml:space="preserve"> Олена Проценко</w:t>
      </w:r>
      <w:r w:rsidRPr="00C02E9F">
        <w:rPr>
          <w:lang w:eastAsia="uk-UA"/>
        </w:rPr>
        <w:t>, виконуюча обов’язки завідувача сектору соціальної роботи з сім'ями, дітьми та молоддю Центру соціальних служб  Управління соціальної політики Бучанської міської ради</w:t>
      </w:r>
      <w:r w:rsidRPr="00C02E9F">
        <w:t>; Людмила Риженко,</w:t>
      </w:r>
      <w:r w:rsidRPr="00C02E9F">
        <w:rPr>
          <w:lang w:eastAsia="uk-UA"/>
        </w:rPr>
        <w:t xml:space="preserve"> начальник управління юридично-кадрової роботи; Світлана </w:t>
      </w:r>
      <w:r w:rsidRPr="00C02E9F">
        <w:t xml:space="preserve">Микиша, </w:t>
      </w:r>
      <w:r w:rsidRPr="00C02E9F">
        <w:rPr>
          <w:lang w:eastAsia="uk-UA"/>
        </w:rPr>
        <w:t xml:space="preserve">староста Блиставицького старостинського округу; Андрій </w:t>
      </w:r>
      <w:r w:rsidRPr="00C02E9F">
        <w:t>Липовецький</w:t>
      </w:r>
      <w:r w:rsidRPr="00C02E9F">
        <w:rPr>
          <w:lang w:eastAsia="uk-UA"/>
        </w:rPr>
        <w:t xml:space="preserve">, староста Ворзельського старостинського округу;  Андрій </w:t>
      </w:r>
      <w:r w:rsidRPr="00C02E9F">
        <w:t>Купраш</w:t>
      </w:r>
      <w:r w:rsidRPr="00C02E9F">
        <w:rPr>
          <w:lang w:eastAsia="uk-UA"/>
        </w:rPr>
        <w:t xml:space="preserve">, староста Бабинецького старостинського округу; Раїса </w:t>
      </w:r>
      <w:r w:rsidRPr="00C02E9F">
        <w:t>Козир</w:t>
      </w:r>
      <w:r w:rsidRPr="00C02E9F">
        <w:rPr>
          <w:lang w:eastAsia="uk-UA"/>
        </w:rPr>
        <w:t xml:space="preserve">, староста Здвижівського старостинського округу; Ірина </w:t>
      </w:r>
      <w:r w:rsidRPr="00C02E9F">
        <w:t>Петрушевська</w:t>
      </w:r>
      <w:r w:rsidRPr="00C02E9F">
        <w:rPr>
          <w:lang w:eastAsia="uk-UA"/>
        </w:rPr>
        <w:t>, староста Луб'янського старостинського округу;</w:t>
      </w:r>
      <w:r w:rsidRPr="00C02E9F">
        <w:t xml:space="preserve"> Павло Єрига, </w:t>
      </w:r>
      <w:r w:rsidRPr="00C02E9F">
        <w:rPr>
          <w:lang w:eastAsia="uk-UA"/>
        </w:rPr>
        <w:t xml:space="preserve">староста Синяківського старостинського округу, Олег </w:t>
      </w:r>
      <w:r w:rsidRPr="00C02E9F">
        <w:t>Покрасьон</w:t>
      </w:r>
      <w:r w:rsidRPr="00C02E9F">
        <w:rPr>
          <w:lang w:eastAsia="uk-UA"/>
        </w:rPr>
        <w:t xml:space="preserve">, староста Гаврилівського старостинського округу, Олександр </w:t>
      </w:r>
      <w:r w:rsidRPr="00C02E9F">
        <w:t>Деревинський</w:t>
      </w:r>
      <w:r w:rsidRPr="00C02E9F">
        <w:rPr>
          <w:lang w:eastAsia="uk-UA"/>
        </w:rPr>
        <w:t>, староста Мироцького старостинського округу.</w:t>
      </w:r>
    </w:p>
    <w:p w:rsidR="00965866" w:rsidRPr="00C02E9F" w:rsidRDefault="00965866" w:rsidP="00EE3069">
      <w:pPr>
        <w:spacing w:line="14" w:lineRule="atLeast"/>
        <w:jc w:val="both"/>
        <w:rPr>
          <w:b/>
        </w:rPr>
      </w:pPr>
    </w:p>
    <w:p w:rsidR="00965866" w:rsidRPr="00C02E9F" w:rsidRDefault="00965866" w:rsidP="00EE3069">
      <w:pPr>
        <w:spacing w:line="14" w:lineRule="atLeast"/>
        <w:ind w:firstLine="360"/>
        <w:jc w:val="both"/>
        <w:rPr>
          <w:b/>
        </w:rPr>
      </w:pPr>
      <w:r w:rsidRPr="00C02E9F">
        <w:rPr>
          <w:b/>
        </w:rPr>
        <w:t>Порядок денний:</w:t>
      </w:r>
    </w:p>
    <w:p w:rsidR="00965866" w:rsidRPr="00C02E9F" w:rsidRDefault="00965866" w:rsidP="00EE3069">
      <w:pPr>
        <w:spacing w:line="14" w:lineRule="atLeast"/>
        <w:ind w:firstLine="360"/>
        <w:jc w:val="both"/>
        <w:rPr>
          <w:b/>
        </w:rPr>
      </w:pPr>
    </w:p>
    <w:p w:rsidR="00965866" w:rsidRPr="00C02E9F" w:rsidRDefault="00965866" w:rsidP="00EE3069">
      <w:pPr>
        <w:spacing w:line="14" w:lineRule="atLeast"/>
        <w:jc w:val="both"/>
      </w:pPr>
      <w:r w:rsidRPr="00C02E9F">
        <w:t>1. Про Порядок та умови надання у 2021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 затверджений постановою Кабінету Міністрів України від 26.05.2021 р. № 615, склад міської комісії та її Положення.</w:t>
      </w:r>
    </w:p>
    <w:p w:rsidR="00965866" w:rsidRPr="00C02E9F" w:rsidRDefault="00965866" w:rsidP="00EE3069">
      <w:pPr>
        <w:autoSpaceDE w:val="0"/>
        <w:autoSpaceDN w:val="0"/>
        <w:adjustRightInd w:val="0"/>
        <w:jc w:val="both"/>
      </w:pPr>
      <w:r w:rsidRPr="00C02E9F">
        <w:t>2. Про перезатвердження списку дітей-сиріт, дітей, позбавлених батьківського піклування, осіб з їх числа, які перебувають на квартирному обліку, для формування пропозицій стосовно потреби щодо спрямування коштів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p>
    <w:p w:rsidR="00965866" w:rsidRPr="00C02E9F" w:rsidRDefault="00965866" w:rsidP="00EE3069">
      <w:pPr>
        <w:spacing w:after="200"/>
        <w:ind w:left="360"/>
        <w:jc w:val="both"/>
        <w:rPr>
          <w:b/>
        </w:rPr>
      </w:pPr>
    </w:p>
    <w:p w:rsidR="00965866" w:rsidRPr="00C02E9F" w:rsidRDefault="00965866" w:rsidP="00EE3069">
      <w:pPr>
        <w:spacing w:after="200"/>
        <w:ind w:left="360"/>
        <w:jc w:val="both"/>
        <w:rPr>
          <w:b/>
        </w:rPr>
      </w:pPr>
      <w:r w:rsidRPr="00C02E9F">
        <w:rPr>
          <w:b/>
        </w:rPr>
        <w:t>Розгляд питань порядку денного.</w:t>
      </w:r>
    </w:p>
    <w:p w:rsidR="00965866" w:rsidRPr="00C02E9F" w:rsidRDefault="00965866" w:rsidP="00EE3069">
      <w:pPr>
        <w:autoSpaceDE w:val="0"/>
        <w:autoSpaceDN w:val="0"/>
        <w:adjustRightInd w:val="0"/>
        <w:jc w:val="both"/>
      </w:pPr>
      <w:r w:rsidRPr="00C02E9F">
        <w:rPr>
          <w:b/>
        </w:rPr>
        <w:t>1.</w:t>
      </w:r>
      <w:r w:rsidRPr="00C02E9F">
        <w:rPr>
          <w:b/>
          <w:bCs/>
        </w:rPr>
        <w:t xml:space="preserve"> Слухали: Сергія Шепетька –</w:t>
      </w:r>
      <w:r w:rsidRPr="00C02E9F">
        <w:rPr>
          <w:rFonts w:ascii="Times New Roman,Bold" w:hAnsi="Times New Roman,Bold" w:cs="Times New Roman,Bold"/>
          <w:b/>
          <w:bCs/>
        </w:rPr>
        <w:t xml:space="preserve"> </w:t>
      </w:r>
      <w:r w:rsidRPr="00C02E9F">
        <w:t xml:space="preserve">заступника міського голови, голову комісії, який  повідомив, що згідно протоколу № 1 засідання регіональної комісії з формування пропозицій щодо розподілу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в Київській області, додаток № 2 Розподілу субвенції між конкретними особами від 23 до 35 років визначено двох осіб з числа дітей-сиріт, на яких визначена субвенція, а саме: Осипенку Сергію Анатолійовичу, 25.03.1990 р.н., 70 % 314 888, 70 грн., та Овчар Дмитру Анатолійовичу, 22.03.1989 р.н., 70 % 314 888, 70 грн., варто зазначити, що Овчар Д.А. помер 08.03.2021 року. В зв’язку з фактом смерті, неможливе використання субвенції. </w:t>
      </w:r>
    </w:p>
    <w:p w:rsidR="00965866" w:rsidRPr="00C02E9F" w:rsidRDefault="00965866" w:rsidP="00EE3069">
      <w:pPr>
        <w:autoSpaceDE w:val="0"/>
        <w:autoSpaceDN w:val="0"/>
        <w:adjustRightInd w:val="0"/>
        <w:jc w:val="both"/>
        <w:rPr>
          <w:b/>
        </w:rPr>
      </w:pPr>
    </w:p>
    <w:p w:rsidR="00965866" w:rsidRPr="00C02E9F" w:rsidRDefault="00965866" w:rsidP="00EE3069">
      <w:pPr>
        <w:autoSpaceDE w:val="0"/>
        <w:autoSpaceDN w:val="0"/>
        <w:adjustRightInd w:val="0"/>
        <w:jc w:val="both"/>
        <w:rPr>
          <w:b/>
        </w:rPr>
      </w:pPr>
      <w:r w:rsidRPr="00C02E9F">
        <w:rPr>
          <w:b/>
        </w:rPr>
        <w:t>Виступили:</w:t>
      </w:r>
      <w:r w:rsidRPr="00C02E9F">
        <w:t xml:space="preserve"> Лариса Федорук - заступник голови комісії, начальник центру соціальних служб управління соціальної політики Бучанської міської ради, яка зазначила, що засобами поштового зв’язку, буде повідомлено громадянина Осипенка С.А. про те, що згідно розподілу субвенції, він обраний для отримання коштів. Стосовно громадянина Овчара Д.А. є неможливим отримання субвенції, у зв’язку з фактом смерті. </w:t>
      </w:r>
    </w:p>
    <w:p w:rsidR="00965866" w:rsidRPr="00C02E9F" w:rsidRDefault="00965866" w:rsidP="00EE3069">
      <w:pPr>
        <w:pStyle w:val="a"/>
        <w:spacing w:before="0"/>
        <w:ind w:firstLine="0"/>
        <w:jc w:val="both"/>
        <w:rPr>
          <w:rFonts w:ascii="Times New Roman" w:hAnsi="Times New Roman"/>
          <w:b/>
          <w:sz w:val="24"/>
          <w:szCs w:val="24"/>
        </w:rPr>
      </w:pPr>
    </w:p>
    <w:p w:rsidR="00965866" w:rsidRPr="00C02E9F" w:rsidRDefault="00965866" w:rsidP="00EE3069">
      <w:pPr>
        <w:pStyle w:val="a"/>
        <w:spacing w:before="0"/>
        <w:ind w:firstLine="0"/>
        <w:jc w:val="both"/>
        <w:rPr>
          <w:rFonts w:ascii="Times New Roman" w:hAnsi="Times New Roman"/>
          <w:sz w:val="24"/>
          <w:szCs w:val="24"/>
        </w:rPr>
      </w:pPr>
      <w:r w:rsidRPr="00C02E9F">
        <w:rPr>
          <w:rFonts w:ascii="Times New Roman" w:hAnsi="Times New Roman"/>
          <w:b/>
          <w:sz w:val="24"/>
          <w:szCs w:val="24"/>
        </w:rPr>
        <w:t xml:space="preserve">Виступили: </w:t>
      </w:r>
      <w:r w:rsidRPr="00C02E9F">
        <w:rPr>
          <w:rFonts w:ascii="Times New Roman" w:hAnsi="Times New Roman"/>
          <w:sz w:val="24"/>
          <w:szCs w:val="24"/>
        </w:rPr>
        <w:t>Ірина Пасічна</w:t>
      </w:r>
      <w:r w:rsidRPr="00C02E9F">
        <w:rPr>
          <w:rFonts w:ascii="Times New Roman" w:hAnsi="Times New Roman"/>
          <w:b/>
          <w:sz w:val="24"/>
          <w:szCs w:val="24"/>
        </w:rPr>
        <w:t xml:space="preserve"> -</w:t>
      </w:r>
      <w:r w:rsidRPr="00C02E9F">
        <w:rPr>
          <w:rFonts w:ascii="Times New Roman" w:hAnsi="Times New Roman"/>
          <w:sz w:val="24"/>
          <w:szCs w:val="24"/>
          <w:lang w:eastAsia="uk-UA"/>
        </w:rPr>
        <w:t xml:space="preserve"> начальник управління соціальної політики Бучанської міської ради,</w:t>
      </w:r>
      <w:r w:rsidRPr="00C02E9F">
        <w:rPr>
          <w:rFonts w:ascii="Times New Roman" w:hAnsi="Times New Roman"/>
          <w:b/>
          <w:sz w:val="24"/>
          <w:szCs w:val="24"/>
        </w:rPr>
        <w:t xml:space="preserve"> </w:t>
      </w:r>
      <w:r w:rsidRPr="00C02E9F">
        <w:rPr>
          <w:rFonts w:ascii="Times New Roman" w:hAnsi="Times New Roman"/>
          <w:sz w:val="24"/>
          <w:szCs w:val="24"/>
        </w:rPr>
        <w:t xml:space="preserve">яка повідомила, що після отримання повідомлення засобами поштового зв’язку, громадянину Осипенку С.А. потрібно буде звернутись до відділення Ощадбанку за адресою: Київська область, Бучанський район, м. Буча, вул. Енергетиків, 11, для відкриття особового рахунку для перерахування субвенції.    </w:t>
      </w:r>
    </w:p>
    <w:p w:rsidR="00965866" w:rsidRPr="00C02E9F" w:rsidRDefault="00965866" w:rsidP="00EE3069">
      <w:pPr>
        <w:shd w:val="clear" w:color="auto" w:fill="FFFFFF"/>
        <w:jc w:val="both"/>
        <w:rPr>
          <w:b/>
        </w:rPr>
      </w:pPr>
    </w:p>
    <w:p w:rsidR="00965866" w:rsidRPr="00C02E9F" w:rsidRDefault="00965866" w:rsidP="00EE3069">
      <w:pPr>
        <w:shd w:val="clear" w:color="auto" w:fill="FFFFFF"/>
        <w:jc w:val="both"/>
      </w:pPr>
      <w:r w:rsidRPr="00C02E9F">
        <w:rPr>
          <w:b/>
        </w:rPr>
        <w:t xml:space="preserve">Виступили: </w:t>
      </w:r>
      <w:r w:rsidRPr="00C02E9F">
        <w:t xml:space="preserve">В’ячеслав Артюшенко, </w:t>
      </w:r>
      <w:r w:rsidRPr="00C02E9F">
        <w:rPr>
          <w:lang w:eastAsia="uk-UA"/>
        </w:rPr>
        <w:t xml:space="preserve">завідувач сектору служби у справах дітей та сім’ї Центру соціальних служб Управління соціальної політики Бучанської міської ради, </w:t>
      </w:r>
      <w:r w:rsidRPr="00C02E9F">
        <w:t xml:space="preserve">який врахував данні повідомлення всіх виступаючих, та повідомив, що даний протокол потрібно направити на розгляд до Служби у справах дітей та сім’ї Київської обласної державної адміністрації.  </w:t>
      </w:r>
    </w:p>
    <w:p w:rsidR="00965866" w:rsidRPr="00C02E9F" w:rsidRDefault="00965866" w:rsidP="00EE3069">
      <w:pPr>
        <w:autoSpaceDE w:val="0"/>
        <w:autoSpaceDN w:val="0"/>
        <w:adjustRightInd w:val="0"/>
        <w:jc w:val="both"/>
        <w:rPr>
          <w:b/>
        </w:rPr>
      </w:pPr>
    </w:p>
    <w:p w:rsidR="00965866" w:rsidRPr="00C02E9F" w:rsidRDefault="00965866" w:rsidP="00EE3069">
      <w:pPr>
        <w:autoSpaceDE w:val="0"/>
        <w:autoSpaceDN w:val="0"/>
        <w:adjustRightInd w:val="0"/>
        <w:jc w:val="both"/>
        <w:rPr>
          <w:b/>
        </w:rPr>
      </w:pPr>
      <w:r w:rsidRPr="00C02E9F">
        <w:rPr>
          <w:b/>
        </w:rPr>
        <w:t xml:space="preserve">ВИРІШИЛИ: </w:t>
      </w:r>
      <w:r w:rsidRPr="00C02E9F">
        <w:t xml:space="preserve">затвердити даний протокол, та направити на перерозподіл субвенції до Служби у справах дітей та сім’ї Київської обласної державної адміністрації врахувавши смерть громадянина Овчара Дмитра Анатолійовича, 22.03.1989 р.н. та неможливістю використання на нього субвенції. </w:t>
      </w:r>
    </w:p>
    <w:p w:rsidR="00965866" w:rsidRPr="00C02E9F" w:rsidRDefault="00965866" w:rsidP="00EE3069">
      <w:pPr>
        <w:autoSpaceDE w:val="0"/>
        <w:autoSpaceDN w:val="0"/>
        <w:adjustRightInd w:val="0"/>
        <w:jc w:val="both"/>
        <w:rPr>
          <w:b/>
          <w:bCs/>
        </w:rPr>
      </w:pPr>
    </w:p>
    <w:p w:rsidR="00965866" w:rsidRPr="00C02E9F" w:rsidRDefault="00965866" w:rsidP="00EE3069">
      <w:pPr>
        <w:autoSpaceDE w:val="0"/>
        <w:autoSpaceDN w:val="0"/>
        <w:adjustRightInd w:val="0"/>
        <w:jc w:val="both"/>
        <w:rPr>
          <w:b/>
          <w:bCs/>
        </w:rPr>
      </w:pPr>
      <w:r w:rsidRPr="00C02E9F">
        <w:rPr>
          <w:b/>
          <w:bCs/>
        </w:rPr>
        <w:t>Результати голосування:</w:t>
      </w:r>
    </w:p>
    <w:p w:rsidR="00965866" w:rsidRPr="00C02E9F" w:rsidRDefault="00965866" w:rsidP="00EE3069">
      <w:pPr>
        <w:autoSpaceDE w:val="0"/>
        <w:autoSpaceDN w:val="0"/>
        <w:adjustRightInd w:val="0"/>
        <w:jc w:val="both"/>
        <w:rPr>
          <w:b/>
          <w:bCs/>
        </w:rPr>
      </w:pPr>
      <w:r w:rsidRPr="00C02E9F">
        <w:rPr>
          <w:b/>
          <w:bCs/>
        </w:rPr>
        <w:t>ЗА – «одноголосно» , Проти – «0 », Утримались – «0»</w:t>
      </w:r>
    </w:p>
    <w:p w:rsidR="00965866" w:rsidRPr="00C02E9F" w:rsidRDefault="00965866" w:rsidP="00EE3069">
      <w:pPr>
        <w:autoSpaceDE w:val="0"/>
        <w:autoSpaceDN w:val="0"/>
        <w:adjustRightInd w:val="0"/>
        <w:jc w:val="both"/>
        <w:rPr>
          <w:b/>
          <w:bCs/>
        </w:rPr>
      </w:pPr>
      <w:r w:rsidRPr="00C02E9F">
        <w:rPr>
          <w:b/>
          <w:bCs/>
        </w:rPr>
        <w:t>Інші пропозиції не надходили.</w:t>
      </w:r>
    </w:p>
    <w:p w:rsidR="00965866" w:rsidRPr="00C02E9F" w:rsidRDefault="00965866" w:rsidP="00EE3069">
      <w:pPr>
        <w:pStyle w:val="rvps2"/>
        <w:spacing w:before="0" w:beforeAutospacing="0" w:after="0" w:afterAutospacing="0"/>
        <w:jc w:val="both"/>
        <w:rPr>
          <w:b/>
          <w:bCs/>
        </w:rPr>
      </w:pPr>
    </w:p>
    <w:p w:rsidR="00965866" w:rsidRPr="00C02E9F" w:rsidRDefault="00965866" w:rsidP="00EE3069">
      <w:pPr>
        <w:autoSpaceDE w:val="0"/>
        <w:autoSpaceDN w:val="0"/>
        <w:adjustRightInd w:val="0"/>
        <w:jc w:val="both"/>
        <w:rPr>
          <w:b/>
          <w:bCs/>
        </w:rPr>
      </w:pPr>
    </w:p>
    <w:p w:rsidR="00965866" w:rsidRPr="00C02E9F" w:rsidRDefault="00965866" w:rsidP="00EE3069">
      <w:pPr>
        <w:autoSpaceDE w:val="0"/>
        <w:autoSpaceDN w:val="0"/>
        <w:adjustRightInd w:val="0"/>
        <w:jc w:val="both"/>
        <w:rPr>
          <w:b/>
          <w:bCs/>
        </w:rPr>
      </w:pPr>
      <w:r w:rsidRPr="00C02E9F">
        <w:rPr>
          <w:b/>
          <w:bCs/>
        </w:rPr>
        <w:t>Результати голосування:</w:t>
      </w:r>
    </w:p>
    <w:p w:rsidR="00965866" w:rsidRPr="00C02E9F" w:rsidRDefault="00965866" w:rsidP="00EE3069">
      <w:pPr>
        <w:autoSpaceDE w:val="0"/>
        <w:autoSpaceDN w:val="0"/>
        <w:adjustRightInd w:val="0"/>
        <w:jc w:val="both"/>
        <w:rPr>
          <w:b/>
          <w:bCs/>
        </w:rPr>
      </w:pPr>
    </w:p>
    <w:p w:rsidR="00965866" w:rsidRPr="00C02E9F" w:rsidRDefault="00965866" w:rsidP="00EE3069">
      <w:pPr>
        <w:autoSpaceDE w:val="0"/>
        <w:autoSpaceDN w:val="0"/>
        <w:adjustRightInd w:val="0"/>
        <w:jc w:val="both"/>
        <w:rPr>
          <w:b/>
          <w:bCs/>
        </w:rPr>
      </w:pPr>
      <w:r w:rsidRPr="00C02E9F">
        <w:rPr>
          <w:b/>
          <w:bCs/>
        </w:rPr>
        <w:t>ЗА – « одноголосно » , Проти – «0 », Утримались – «0»</w:t>
      </w:r>
    </w:p>
    <w:p w:rsidR="00965866" w:rsidRPr="00C02E9F" w:rsidRDefault="00965866" w:rsidP="00EE3069">
      <w:pPr>
        <w:autoSpaceDE w:val="0"/>
        <w:autoSpaceDN w:val="0"/>
        <w:adjustRightInd w:val="0"/>
        <w:jc w:val="both"/>
        <w:rPr>
          <w:b/>
          <w:bCs/>
        </w:rPr>
      </w:pPr>
      <w:r w:rsidRPr="00C02E9F">
        <w:rPr>
          <w:b/>
          <w:bCs/>
        </w:rPr>
        <w:t>Інші пропозиції не надходили.</w:t>
      </w:r>
    </w:p>
    <w:p w:rsidR="00965866" w:rsidRPr="00C02E9F" w:rsidRDefault="00965866" w:rsidP="00EE30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965866" w:rsidRPr="00C02E9F" w:rsidRDefault="00965866" w:rsidP="00EE3069">
      <w:pPr>
        <w:tabs>
          <w:tab w:val="left" w:pos="0"/>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360" w:lineRule="auto"/>
      </w:pPr>
      <w:r w:rsidRPr="00C02E9F">
        <w:rPr>
          <w:b/>
        </w:rPr>
        <w:t xml:space="preserve">Голова комісії: </w:t>
      </w:r>
      <w:r w:rsidRPr="00C02E9F">
        <w:rPr>
          <w:b/>
        </w:rPr>
        <w:tab/>
      </w:r>
      <w:r w:rsidRPr="00C02E9F">
        <w:tab/>
      </w:r>
      <w:r w:rsidRPr="00C02E9F">
        <w:tab/>
      </w:r>
      <w:r w:rsidRPr="00C02E9F">
        <w:tab/>
      </w:r>
      <w:r w:rsidRPr="00C02E9F">
        <w:tab/>
      </w:r>
      <w:r w:rsidRPr="00C02E9F">
        <w:tab/>
        <w:t xml:space="preserve">         </w:t>
      </w:r>
      <w:r>
        <w:t xml:space="preserve">        </w:t>
      </w:r>
      <w:r w:rsidRPr="00C02E9F">
        <w:t xml:space="preserve">Сергій </w:t>
      </w:r>
      <w:r w:rsidRPr="00C02E9F">
        <w:rPr>
          <w:b/>
        </w:rPr>
        <w:t>ШЕПЕТЬКО</w:t>
      </w:r>
    </w:p>
    <w:p w:rsidR="00965866" w:rsidRPr="00C02E9F" w:rsidRDefault="00965866" w:rsidP="00EE30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 w:rsidRPr="00C02E9F">
        <w:rPr>
          <w:b/>
        </w:rPr>
        <w:t>Заступник голови комісії</w:t>
      </w:r>
      <w:r w:rsidRPr="00C02E9F">
        <w:rPr>
          <w:b/>
        </w:rPr>
        <w:tab/>
      </w:r>
      <w:r w:rsidRPr="00C02E9F">
        <w:tab/>
      </w:r>
      <w:r w:rsidRPr="00C02E9F">
        <w:tab/>
      </w:r>
      <w:r w:rsidRPr="00C02E9F">
        <w:tab/>
      </w:r>
      <w:r w:rsidRPr="00C02E9F">
        <w:tab/>
        <w:t xml:space="preserve">         </w:t>
      </w:r>
      <w:r>
        <w:t xml:space="preserve">           </w:t>
      </w:r>
      <w:r w:rsidRPr="00C02E9F">
        <w:t xml:space="preserve">Лариса </w:t>
      </w:r>
      <w:r w:rsidRPr="00C02E9F">
        <w:rPr>
          <w:b/>
        </w:rPr>
        <w:t>ФЕДОРУК</w:t>
      </w:r>
    </w:p>
    <w:p w:rsidR="00965866" w:rsidRPr="00C02E9F" w:rsidRDefault="00965866" w:rsidP="00EE30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 w:rsidRPr="00C02E9F">
        <w:rPr>
          <w:b/>
        </w:rPr>
        <w:t>Секретар комісії:</w:t>
      </w:r>
      <w:r w:rsidRPr="00C02E9F">
        <w:rPr>
          <w:b/>
        </w:rPr>
        <w:tab/>
      </w:r>
      <w:r w:rsidRPr="00C02E9F">
        <w:tab/>
      </w:r>
      <w:r w:rsidRPr="00C02E9F">
        <w:tab/>
      </w:r>
      <w:r w:rsidRPr="00C02E9F">
        <w:tab/>
        <w:t xml:space="preserve">            </w:t>
      </w:r>
      <w:r w:rsidRPr="00C02E9F">
        <w:tab/>
        <w:t xml:space="preserve">       В’ячеслав </w:t>
      </w:r>
      <w:r w:rsidRPr="00C02E9F">
        <w:rPr>
          <w:b/>
        </w:rPr>
        <w:t>АРТЮШЕНКО</w:t>
      </w:r>
    </w:p>
    <w:p w:rsidR="00965866" w:rsidRDefault="00965866" w:rsidP="00EE3069">
      <w:pPr>
        <w:spacing w:line="360" w:lineRule="auto"/>
        <w:jc w:val="both"/>
        <w:rPr>
          <w:b/>
        </w:rPr>
      </w:pPr>
    </w:p>
    <w:p w:rsidR="00965866" w:rsidRDefault="00965866" w:rsidP="00EE3069">
      <w:pPr>
        <w:spacing w:line="360" w:lineRule="auto"/>
        <w:jc w:val="both"/>
        <w:rPr>
          <w:b/>
        </w:rPr>
      </w:pPr>
    </w:p>
    <w:p w:rsidR="00965866" w:rsidRDefault="00965866" w:rsidP="00EE3069">
      <w:pPr>
        <w:spacing w:line="360" w:lineRule="auto"/>
        <w:jc w:val="both"/>
        <w:rPr>
          <w:b/>
        </w:rPr>
      </w:pPr>
    </w:p>
    <w:p w:rsidR="00965866" w:rsidRDefault="00965866" w:rsidP="00EE3069">
      <w:pPr>
        <w:spacing w:line="360" w:lineRule="auto"/>
        <w:jc w:val="both"/>
        <w:rPr>
          <w:b/>
        </w:rPr>
      </w:pPr>
    </w:p>
    <w:p w:rsidR="00965866" w:rsidRDefault="00965866" w:rsidP="00EE3069">
      <w:pPr>
        <w:spacing w:line="360" w:lineRule="auto"/>
        <w:jc w:val="both"/>
        <w:rPr>
          <w:b/>
        </w:rPr>
      </w:pPr>
    </w:p>
    <w:p w:rsidR="00965866" w:rsidRDefault="00965866" w:rsidP="00EE3069">
      <w:pPr>
        <w:spacing w:line="360" w:lineRule="auto"/>
        <w:jc w:val="both"/>
        <w:rPr>
          <w:b/>
        </w:rPr>
      </w:pPr>
    </w:p>
    <w:p w:rsidR="00965866" w:rsidRDefault="00965866" w:rsidP="00EE3069">
      <w:pPr>
        <w:spacing w:line="360" w:lineRule="auto"/>
        <w:jc w:val="both"/>
        <w:rPr>
          <w:b/>
        </w:rPr>
      </w:pPr>
    </w:p>
    <w:p w:rsidR="00965866" w:rsidRPr="00C02E9F" w:rsidRDefault="00965866" w:rsidP="00EE3069">
      <w:pPr>
        <w:spacing w:line="360" w:lineRule="auto"/>
        <w:jc w:val="both"/>
        <w:rPr>
          <w:b/>
        </w:rPr>
      </w:pPr>
      <w:r w:rsidRPr="00FB0376">
        <w:rPr>
          <w:b/>
        </w:rPr>
        <w:t>Члени комісії:</w:t>
      </w:r>
      <w:r w:rsidRPr="005027D8">
        <w:tab/>
        <w:t xml:space="preserve">                                                  </w:t>
      </w:r>
      <w:r>
        <w:t xml:space="preserve">                                             </w:t>
      </w:r>
      <w:r w:rsidRPr="005027D8">
        <w:t>І</w:t>
      </w:r>
      <w:r>
        <w:t xml:space="preserve">рина </w:t>
      </w:r>
      <w:r>
        <w:rPr>
          <w:b/>
        </w:rPr>
        <w:t>ПАСІЧНА</w:t>
      </w:r>
    </w:p>
    <w:p w:rsidR="00965866" w:rsidRDefault="00965866" w:rsidP="00EE3069">
      <w:pPr>
        <w:spacing w:line="360" w:lineRule="auto"/>
        <w:jc w:val="both"/>
      </w:pPr>
      <w:r>
        <w:t xml:space="preserve">                                                                                                                                    Олег </w:t>
      </w:r>
      <w:r w:rsidRPr="00C02E9F">
        <w:rPr>
          <w:b/>
        </w:rPr>
        <w:t>ЦИМБАЛ</w:t>
      </w:r>
    </w:p>
    <w:p w:rsidR="00965866" w:rsidRPr="005027D8" w:rsidRDefault="00965866" w:rsidP="00EE3069">
      <w:pPr>
        <w:spacing w:line="360" w:lineRule="auto"/>
        <w:jc w:val="both"/>
      </w:pPr>
      <w:r>
        <w:t xml:space="preserve">                                                                                                                                 Вадим </w:t>
      </w:r>
      <w:r w:rsidRPr="00C02E9F">
        <w:rPr>
          <w:b/>
        </w:rPr>
        <w:t>НАУМОВ</w:t>
      </w:r>
    </w:p>
    <w:p w:rsidR="00965866" w:rsidRPr="005027D8" w:rsidRDefault="00965866" w:rsidP="00EE3069">
      <w:pPr>
        <w:spacing w:line="360" w:lineRule="auto"/>
        <w:jc w:val="both"/>
      </w:pPr>
      <w:r w:rsidRPr="005027D8">
        <w:t xml:space="preserve">                                                                                      </w:t>
      </w:r>
      <w:r>
        <w:t xml:space="preserve">                                      Лариса </w:t>
      </w:r>
      <w:r w:rsidRPr="00C02E9F">
        <w:rPr>
          <w:b/>
        </w:rPr>
        <w:t>ПРАВДИВА</w:t>
      </w:r>
      <w:r w:rsidRPr="005027D8">
        <w:t xml:space="preserve"> </w:t>
      </w:r>
    </w:p>
    <w:p w:rsidR="00965866" w:rsidRPr="005027D8" w:rsidRDefault="00965866" w:rsidP="00EE3069">
      <w:pPr>
        <w:spacing w:line="360" w:lineRule="auto"/>
        <w:jc w:val="both"/>
      </w:pPr>
      <w:r w:rsidRPr="005027D8">
        <w:t xml:space="preserve">                                                                                      </w:t>
      </w:r>
      <w:r>
        <w:t xml:space="preserve">                                       Олена </w:t>
      </w:r>
      <w:r w:rsidRPr="00C02E9F">
        <w:rPr>
          <w:b/>
        </w:rPr>
        <w:t>ПРОЦЕНКО</w:t>
      </w:r>
      <w:r w:rsidRPr="005027D8">
        <w:t xml:space="preserve"> </w:t>
      </w:r>
    </w:p>
    <w:p w:rsidR="00965866" w:rsidRPr="005027D8" w:rsidRDefault="00965866" w:rsidP="00EE3069">
      <w:pPr>
        <w:spacing w:line="360" w:lineRule="auto"/>
        <w:jc w:val="both"/>
      </w:pPr>
      <w:r w:rsidRPr="005027D8">
        <w:t xml:space="preserve">                                                                                      </w:t>
      </w:r>
      <w:r>
        <w:t xml:space="preserve">                                    Людмила </w:t>
      </w:r>
      <w:r w:rsidRPr="00C02E9F">
        <w:rPr>
          <w:b/>
        </w:rPr>
        <w:t>РИЖЕНКО</w:t>
      </w:r>
    </w:p>
    <w:p w:rsidR="00965866" w:rsidRPr="005027D8" w:rsidRDefault="00965866" w:rsidP="00EE3069">
      <w:pPr>
        <w:tabs>
          <w:tab w:val="left" w:pos="1890"/>
        </w:tabs>
        <w:spacing w:line="360" w:lineRule="auto"/>
        <w:jc w:val="both"/>
      </w:pPr>
      <w:r w:rsidRPr="005027D8">
        <w:tab/>
      </w:r>
      <w:r>
        <w:tab/>
      </w:r>
      <w:r>
        <w:tab/>
      </w:r>
      <w:r>
        <w:tab/>
      </w:r>
      <w:r>
        <w:tab/>
      </w:r>
      <w:r>
        <w:tab/>
      </w:r>
      <w:r>
        <w:tab/>
      </w:r>
      <w:r>
        <w:tab/>
      </w:r>
      <w:r>
        <w:tab/>
        <w:t xml:space="preserve">      Світлана </w:t>
      </w:r>
      <w:r w:rsidRPr="00C02E9F">
        <w:rPr>
          <w:b/>
        </w:rPr>
        <w:t>МИКИША</w:t>
      </w:r>
    </w:p>
    <w:p w:rsidR="00965866" w:rsidRPr="005027D8" w:rsidRDefault="00965866" w:rsidP="00EE3069">
      <w:pPr>
        <w:tabs>
          <w:tab w:val="left" w:pos="1890"/>
        </w:tabs>
        <w:spacing w:line="360" w:lineRule="auto"/>
        <w:jc w:val="both"/>
      </w:pPr>
      <w:r w:rsidRPr="005027D8">
        <w:tab/>
      </w:r>
      <w:r w:rsidRPr="005027D8">
        <w:tab/>
      </w:r>
      <w:r w:rsidRPr="005027D8">
        <w:tab/>
      </w:r>
      <w:r w:rsidRPr="005027D8">
        <w:tab/>
      </w:r>
      <w:r w:rsidRPr="005027D8">
        <w:tab/>
      </w:r>
      <w:r w:rsidRPr="005027D8">
        <w:tab/>
      </w:r>
      <w:r w:rsidRPr="005027D8">
        <w:tab/>
      </w:r>
      <w:r w:rsidRPr="005027D8">
        <w:tab/>
      </w:r>
      <w:r>
        <w:t xml:space="preserve">        Андрій </w:t>
      </w:r>
      <w:r w:rsidRPr="001233F0">
        <w:rPr>
          <w:b/>
        </w:rPr>
        <w:t>ЛИПОВЕЦЬКИЙ</w:t>
      </w:r>
    </w:p>
    <w:p w:rsidR="00965866" w:rsidRPr="005027D8" w:rsidRDefault="00965866" w:rsidP="00EE3069">
      <w:pPr>
        <w:tabs>
          <w:tab w:val="left" w:pos="1890"/>
        </w:tabs>
        <w:spacing w:line="360" w:lineRule="auto"/>
        <w:jc w:val="both"/>
      </w:pPr>
      <w:r>
        <w:tab/>
      </w:r>
      <w:r>
        <w:tab/>
      </w:r>
      <w:r>
        <w:tab/>
      </w:r>
      <w:r>
        <w:tab/>
      </w:r>
      <w:r>
        <w:tab/>
      </w:r>
      <w:r>
        <w:tab/>
      </w:r>
      <w:r>
        <w:tab/>
      </w:r>
      <w:r>
        <w:tab/>
      </w:r>
      <w:r>
        <w:tab/>
        <w:t xml:space="preserve">          Андрій </w:t>
      </w:r>
      <w:r w:rsidRPr="00C02E9F">
        <w:rPr>
          <w:b/>
        </w:rPr>
        <w:t>КУПРАШ</w:t>
      </w:r>
    </w:p>
    <w:p w:rsidR="00965866" w:rsidRPr="005027D8" w:rsidRDefault="00965866" w:rsidP="00EE3069">
      <w:pPr>
        <w:tabs>
          <w:tab w:val="left" w:pos="1890"/>
        </w:tabs>
        <w:spacing w:line="360" w:lineRule="auto"/>
        <w:jc w:val="both"/>
      </w:pPr>
      <w:r>
        <w:tab/>
      </w:r>
      <w:r>
        <w:tab/>
      </w:r>
      <w:r>
        <w:tab/>
      </w:r>
      <w:r>
        <w:tab/>
      </w:r>
      <w:r>
        <w:tab/>
      </w:r>
      <w:r>
        <w:tab/>
      </w:r>
      <w:r>
        <w:tab/>
      </w:r>
      <w:r>
        <w:tab/>
      </w:r>
      <w:r>
        <w:tab/>
        <w:t xml:space="preserve">                   Раїса </w:t>
      </w:r>
      <w:r w:rsidRPr="00C02E9F">
        <w:rPr>
          <w:b/>
        </w:rPr>
        <w:t>КОЗИР</w:t>
      </w:r>
    </w:p>
    <w:p w:rsidR="00965866" w:rsidRPr="005027D8" w:rsidRDefault="00965866" w:rsidP="00EE3069">
      <w:pPr>
        <w:tabs>
          <w:tab w:val="left" w:pos="1890"/>
        </w:tabs>
        <w:spacing w:line="360" w:lineRule="auto"/>
        <w:jc w:val="both"/>
      </w:pPr>
      <w:r>
        <w:t xml:space="preserve">                                                                                                                   Ірина </w:t>
      </w:r>
      <w:r w:rsidRPr="00C02E9F">
        <w:rPr>
          <w:b/>
        </w:rPr>
        <w:t>ПЕТРУШЕВСЬКА</w:t>
      </w:r>
    </w:p>
    <w:p w:rsidR="00965866" w:rsidRDefault="00965866" w:rsidP="00EE3069">
      <w:pPr>
        <w:tabs>
          <w:tab w:val="left" w:pos="1890"/>
          <w:tab w:val="left" w:pos="2124"/>
          <w:tab w:val="left" w:pos="2832"/>
          <w:tab w:val="left" w:pos="3540"/>
          <w:tab w:val="left" w:pos="4248"/>
          <w:tab w:val="left" w:pos="4956"/>
          <w:tab w:val="left" w:pos="5664"/>
          <w:tab w:val="left" w:pos="6372"/>
          <w:tab w:val="left" w:pos="7252"/>
        </w:tabs>
        <w:spacing w:line="360" w:lineRule="auto"/>
        <w:jc w:val="both"/>
      </w:pPr>
      <w:r w:rsidRPr="005027D8">
        <w:tab/>
      </w:r>
      <w:r w:rsidRPr="005027D8">
        <w:tab/>
      </w:r>
      <w:r w:rsidRPr="005027D8">
        <w:tab/>
      </w:r>
      <w:r w:rsidRPr="005027D8">
        <w:tab/>
      </w:r>
      <w:r w:rsidRPr="005027D8">
        <w:tab/>
      </w:r>
      <w:r w:rsidRPr="005027D8">
        <w:tab/>
      </w:r>
      <w:r w:rsidRPr="005027D8">
        <w:tab/>
      </w:r>
      <w:r w:rsidRPr="005027D8">
        <w:tab/>
      </w:r>
      <w:r>
        <w:t xml:space="preserve"> Олександр </w:t>
      </w:r>
      <w:r w:rsidRPr="00C02E9F">
        <w:rPr>
          <w:b/>
        </w:rPr>
        <w:t>ДЕРЕВИНСЬКИЙ</w:t>
      </w:r>
    </w:p>
    <w:p w:rsidR="00965866" w:rsidRDefault="00965866" w:rsidP="00EE3069">
      <w:pPr>
        <w:tabs>
          <w:tab w:val="left" w:pos="7719"/>
        </w:tabs>
        <w:spacing w:line="360" w:lineRule="auto"/>
        <w:jc w:val="both"/>
        <w:rPr>
          <w:b/>
          <w:shd w:val="clear" w:color="auto" w:fill="FFFFFF"/>
        </w:rPr>
      </w:pPr>
      <w:r>
        <w:t xml:space="preserve">                                                                                                                                       Павло </w:t>
      </w:r>
      <w:r w:rsidRPr="00C02E9F">
        <w:rPr>
          <w:b/>
        </w:rPr>
        <w:t>ЄРИГА</w:t>
      </w:r>
    </w:p>
    <w:p w:rsidR="00965866" w:rsidRDefault="00965866" w:rsidP="00EE3069">
      <w:pPr>
        <w:tabs>
          <w:tab w:val="left" w:pos="360"/>
          <w:tab w:val="left" w:pos="6379"/>
          <w:tab w:val="left" w:pos="7088"/>
          <w:tab w:val="left" w:pos="7371"/>
        </w:tabs>
        <w:rPr>
          <w:b/>
        </w:rPr>
      </w:pPr>
      <w:r>
        <w:t xml:space="preserve">                                                                                                                             Олег </w:t>
      </w:r>
      <w:r w:rsidRPr="00C02E9F">
        <w:rPr>
          <w:b/>
        </w:rPr>
        <w:t>ПОКРАСЬО</w:t>
      </w:r>
    </w:p>
    <w:p w:rsidR="00965866" w:rsidRDefault="00965866" w:rsidP="00EE3069">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Default="00965866" w:rsidP="00A848C5">
      <w:pPr>
        <w:tabs>
          <w:tab w:val="left" w:pos="360"/>
          <w:tab w:val="left" w:pos="6379"/>
          <w:tab w:val="left" w:pos="7088"/>
          <w:tab w:val="left" w:pos="7371"/>
        </w:tabs>
        <w:rPr>
          <w:b/>
        </w:rPr>
      </w:pPr>
    </w:p>
    <w:p w:rsidR="00965866" w:rsidRPr="00A5085E" w:rsidRDefault="00965866" w:rsidP="00A848C5">
      <w:pPr>
        <w:tabs>
          <w:tab w:val="left" w:pos="360"/>
          <w:tab w:val="left" w:pos="6379"/>
          <w:tab w:val="left" w:pos="7088"/>
          <w:tab w:val="left" w:pos="7371"/>
        </w:tabs>
        <w:rPr>
          <w:b/>
        </w:rPr>
      </w:pPr>
    </w:p>
    <w:sectPr w:rsidR="00965866" w:rsidRPr="00A5085E" w:rsidSect="00826999">
      <w:pgSz w:w="11906" w:h="16838"/>
      <w:pgMar w:top="426" w:right="567"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ntiqua">
    <w:altName w:val="Bahnschrift Light"/>
    <w:panose1 w:val="00000000000000000000"/>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33ACE"/>
    <w:multiLevelType w:val="hybridMultilevel"/>
    <w:tmpl w:val="6E8A1276"/>
    <w:lvl w:ilvl="0" w:tplc="478C306E">
      <w:start w:val="1"/>
      <w:numFmt w:val="decimal"/>
      <w:lvlText w:val="%1."/>
      <w:lvlJc w:val="left"/>
      <w:pPr>
        <w:ind w:left="644" w:hanging="360"/>
      </w:pPr>
      <w:rPr>
        <w:rFonts w:cs="Times New Roman" w:hint="default"/>
      </w:rPr>
    </w:lvl>
    <w:lvl w:ilvl="1" w:tplc="04220019" w:tentative="1">
      <w:start w:val="1"/>
      <w:numFmt w:val="lowerLetter"/>
      <w:lvlText w:val="%2."/>
      <w:lvlJc w:val="left"/>
      <w:pPr>
        <w:ind w:left="1364" w:hanging="360"/>
      </w:pPr>
      <w:rPr>
        <w:rFonts w:cs="Times New Roman"/>
      </w:rPr>
    </w:lvl>
    <w:lvl w:ilvl="2" w:tplc="0422001B" w:tentative="1">
      <w:start w:val="1"/>
      <w:numFmt w:val="lowerRoman"/>
      <w:lvlText w:val="%3."/>
      <w:lvlJc w:val="right"/>
      <w:pPr>
        <w:ind w:left="2084" w:hanging="180"/>
      </w:pPr>
      <w:rPr>
        <w:rFonts w:cs="Times New Roman"/>
      </w:rPr>
    </w:lvl>
    <w:lvl w:ilvl="3" w:tplc="0422000F" w:tentative="1">
      <w:start w:val="1"/>
      <w:numFmt w:val="decimal"/>
      <w:lvlText w:val="%4."/>
      <w:lvlJc w:val="left"/>
      <w:pPr>
        <w:ind w:left="2804" w:hanging="360"/>
      </w:pPr>
      <w:rPr>
        <w:rFonts w:cs="Times New Roman"/>
      </w:rPr>
    </w:lvl>
    <w:lvl w:ilvl="4" w:tplc="04220019" w:tentative="1">
      <w:start w:val="1"/>
      <w:numFmt w:val="lowerLetter"/>
      <w:lvlText w:val="%5."/>
      <w:lvlJc w:val="left"/>
      <w:pPr>
        <w:ind w:left="3524" w:hanging="360"/>
      </w:pPr>
      <w:rPr>
        <w:rFonts w:cs="Times New Roman"/>
      </w:rPr>
    </w:lvl>
    <w:lvl w:ilvl="5" w:tplc="0422001B" w:tentative="1">
      <w:start w:val="1"/>
      <w:numFmt w:val="lowerRoman"/>
      <w:lvlText w:val="%6."/>
      <w:lvlJc w:val="right"/>
      <w:pPr>
        <w:ind w:left="4244" w:hanging="180"/>
      </w:pPr>
      <w:rPr>
        <w:rFonts w:cs="Times New Roman"/>
      </w:rPr>
    </w:lvl>
    <w:lvl w:ilvl="6" w:tplc="0422000F" w:tentative="1">
      <w:start w:val="1"/>
      <w:numFmt w:val="decimal"/>
      <w:lvlText w:val="%7."/>
      <w:lvlJc w:val="left"/>
      <w:pPr>
        <w:ind w:left="4964" w:hanging="360"/>
      </w:pPr>
      <w:rPr>
        <w:rFonts w:cs="Times New Roman"/>
      </w:rPr>
    </w:lvl>
    <w:lvl w:ilvl="7" w:tplc="04220019" w:tentative="1">
      <w:start w:val="1"/>
      <w:numFmt w:val="lowerLetter"/>
      <w:lvlText w:val="%8."/>
      <w:lvlJc w:val="left"/>
      <w:pPr>
        <w:ind w:left="5684" w:hanging="360"/>
      </w:pPr>
      <w:rPr>
        <w:rFonts w:cs="Times New Roman"/>
      </w:rPr>
    </w:lvl>
    <w:lvl w:ilvl="8" w:tplc="0422001B" w:tentative="1">
      <w:start w:val="1"/>
      <w:numFmt w:val="lowerRoman"/>
      <w:lvlText w:val="%9."/>
      <w:lvlJc w:val="right"/>
      <w:pPr>
        <w:ind w:left="6404" w:hanging="180"/>
      </w:pPr>
      <w:rPr>
        <w:rFonts w:cs="Times New Roman"/>
      </w:rPr>
    </w:lvl>
  </w:abstractNum>
  <w:abstractNum w:abstractNumId="1">
    <w:nsid w:val="02FA62E0"/>
    <w:multiLevelType w:val="hybridMultilevel"/>
    <w:tmpl w:val="8336160E"/>
    <w:lvl w:ilvl="0" w:tplc="0419000F">
      <w:start w:val="1"/>
      <w:numFmt w:val="decimal"/>
      <w:lvlText w:val="%1."/>
      <w:lvlJc w:val="left"/>
      <w:pPr>
        <w:tabs>
          <w:tab w:val="num" w:pos="720"/>
        </w:tabs>
        <w:ind w:left="720" w:hanging="360"/>
      </w:pPr>
      <w:rPr>
        <w:rFonts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41D0445"/>
    <w:multiLevelType w:val="hybridMultilevel"/>
    <w:tmpl w:val="FBF23708"/>
    <w:lvl w:ilvl="0" w:tplc="5C78F200">
      <w:start w:val="1"/>
      <w:numFmt w:val="decimal"/>
      <w:lvlText w:val="%1."/>
      <w:lvlJc w:val="left"/>
      <w:pPr>
        <w:ind w:left="420" w:hanging="360"/>
      </w:pPr>
      <w:rPr>
        <w:rFonts w:cs="Times New Roman" w:hint="default"/>
      </w:rPr>
    </w:lvl>
    <w:lvl w:ilvl="1" w:tplc="04220019" w:tentative="1">
      <w:start w:val="1"/>
      <w:numFmt w:val="lowerLetter"/>
      <w:lvlText w:val="%2."/>
      <w:lvlJc w:val="left"/>
      <w:pPr>
        <w:ind w:left="1140" w:hanging="360"/>
      </w:pPr>
      <w:rPr>
        <w:rFonts w:cs="Times New Roman"/>
      </w:rPr>
    </w:lvl>
    <w:lvl w:ilvl="2" w:tplc="0422001B" w:tentative="1">
      <w:start w:val="1"/>
      <w:numFmt w:val="lowerRoman"/>
      <w:lvlText w:val="%3."/>
      <w:lvlJc w:val="right"/>
      <w:pPr>
        <w:ind w:left="1860" w:hanging="180"/>
      </w:pPr>
      <w:rPr>
        <w:rFonts w:cs="Times New Roman"/>
      </w:rPr>
    </w:lvl>
    <w:lvl w:ilvl="3" w:tplc="0422000F" w:tentative="1">
      <w:start w:val="1"/>
      <w:numFmt w:val="decimal"/>
      <w:lvlText w:val="%4."/>
      <w:lvlJc w:val="left"/>
      <w:pPr>
        <w:ind w:left="2580" w:hanging="360"/>
      </w:pPr>
      <w:rPr>
        <w:rFonts w:cs="Times New Roman"/>
      </w:rPr>
    </w:lvl>
    <w:lvl w:ilvl="4" w:tplc="04220019" w:tentative="1">
      <w:start w:val="1"/>
      <w:numFmt w:val="lowerLetter"/>
      <w:lvlText w:val="%5."/>
      <w:lvlJc w:val="left"/>
      <w:pPr>
        <w:ind w:left="3300" w:hanging="360"/>
      </w:pPr>
      <w:rPr>
        <w:rFonts w:cs="Times New Roman"/>
      </w:rPr>
    </w:lvl>
    <w:lvl w:ilvl="5" w:tplc="0422001B" w:tentative="1">
      <w:start w:val="1"/>
      <w:numFmt w:val="lowerRoman"/>
      <w:lvlText w:val="%6."/>
      <w:lvlJc w:val="right"/>
      <w:pPr>
        <w:ind w:left="4020" w:hanging="180"/>
      </w:pPr>
      <w:rPr>
        <w:rFonts w:cs="Times New Roman"/>
      </w:rPr>
    </w:lvl>
    <w:lvl w:ilvl="6" w:tplc="0422000F" w:tentative="1">
      <w:start w:val="1"/>
      <w:numFmt w:val="decimal"/>
      <w:lvlText w:val="%7."/>
      <w:lvlJc w:val="left"/>
      <w:pPr>
        <w:ind w:left="4740" w:hanging="360"/>
      </w:pPr>
      <w:rPr>
        <w:rFonts w:cs="Times New Roman"/>
      </w:rPr>
    </w:lvl>
    <w:lvl w:ilvl="7" w:tplc="04220019" w:tentative="1">
      <w:start w:val="1"/>
      <w:numFmt w:val="lowerLetter"/>
      <w:lvlText w:val="%8."/>
      <w:lvlJc w:val="left"/>
      <w:pPr>
        <w:ind w:left="5460" w:hanging="360"/>
      </w:pPr>
      <w:rPr>
        <w:rFonts w:cs="Times New Roman"/>
      </w:rPr>
    </w:lvl>
    <w:lvl w:ilvl="8" w:tplc="0422001B" w:tentative="1">
      <w:start w:val="1"/>
      <w:numFmt w:val="lowerRoman"/>
      <w:lvlText w:val="%9."/>
      <w:lvlJc w:val="right"/>
      <w:pPr>
        <w:ind w:left="6180" w:hanging="180"/>
      </w:pPr>
      <w:rPr>
        <w:rFonts w:cs="Times New Roman"/>
      </w:rPr>
    </w:lvl>
  </w:abstractNum>
  <w:abstractNum w:abstractNumId="3">
    <w:nsid w:val="0F9B6DCF"/>
    <w:multiLevelType w:val="hybridMultilevel"/>
    <w:tmpl w:val="FBE66DC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5B60AB2"/>
    <w:multiLevelType w:val="hybridMultilevel"/>
    <w:tmpl w:val="374A9746"/>
    <w:lvl w:ilvl="0" w:tplc="ADC6F6A8">
      <w:start w:val="1"/>
      <w:numFmt w:val="decimal"/>
      <w:lvlText w:val="%1."/>
      <w:lvlJc w:val="left"/>
      <w:pPr>
        <w:ind w:left="420" w:hanging="360"/>
      </w:pPr>
      <w:rPr>
        <w:rFonts w:cs="Times New Roman" w:hint="default"/>
      </w:rPr>
    </w:lvl>
    <w:lvl w:ilvl="1" w:tplc="04220019" w:tentative="1">
      <w:start w:val="1"/>
      <w:numFmt w:val="lowerLetter"/>
      <w:lvlText w:val="%2."/>
      <w:lvlJc w:val="left"/>
      <w:pPr>
        <w:ind w:left="1140" w:hanging="360"/>
      </w:pPr>
      <w:rPr>
        <w:rFonts w:cs="Times New Roman"/>
      </w:rPr>
    </w:lvl>
    <w:lvl w:ilvl="2" w:tplc="0422001B" w:tentative="1">
      <w:start w:val="1"/>
      <w:numFmt w:val="lowerRoman"/>
      <w:lvlText w:val="%3."/>
      <w:lvlJc w:val="right"/>
      <w:pPr>
        <w:ind w:left="1860" w:hanging="180"/>
      </w:pPr>
      <w:rPr>
        <w:rFonts w:cs="Times New Roman"/>
      </w:rPr>
    </w:lvl>
    <w:lvl w:ilvl="3" w:tplc="0422000F" w:tentative="1">
      <w:start w:val="1"/>
      <w:numFmt w:val="decimal"/>
      <w:lvlText w:val="%4."/>
      <w:lvlJc w:val="left"/>
      <w:pPr>
        <w:ind w:left="2580" w:hanging="360"/>
      </w:pPr>
      <w:rPr>
        <w:rFonts w:cs="Times New Roman"/>
      </w:rPr>
    </w:lvl>
    <w:lvl w:ilvl="4" w:tplc="04220019" w:tentative="1">
      <w:start w:val="1"/>
      <w:numFmt w:val="lowerLetter"/>
      <w:lvlText w:val="%5."/>
      <w:lvlJc w:val="left"/>
      <w:pPr>
        <w:ind w:left="3300" w:hanging="360"/>
      </w:pPr>
      <w:rPr>
        <w:rFonts w:cs="Times New Roman"/>
      </w:rPr>
    </w:lvl>
    <w:lvl w:ilvl="5" w:tplc="0422001B" w:tentative="1">
      <w:start w:val="1"/>
      <w:numFmt w:val="lowerRoman"/>
      <w:lvlText w:val="%6."/>
      <w:lvlJc w:val="right"/>
      <w:pPr>
        <w:ind w:left="4020" w:hanging="180"/>
      </w:pPr>
      <w:rPr>
        <w:rFonts w:cs="Times New Roman"/>
      </w:rPr>
    </w:lvl>
    <w:lvl w:ilvl="6" w:tplc="0422000F" w:tentative="1">
      <w:start w:val="1"/>
      <w:numFmt w:val="decimal"/>
      <w:lvlText w:val="%7."/>
      <w:lvlJc w:val="left"/>
      <w:pPr>
        <w:ind w:left="4740" w:hanging="360"/>
      </w:pPr>
      <w:rPr>
        <w:rFonts w:cs="Times New Roman"/>
      </w:rPr>
    </w:lvl>
    <w:lvl w:ilvl="7" w:tplc="04220019" w:tentative="1">
      <w:start w:val="1"/>
      <w:numFmt w:val="lowerLetter"/>
      <w:lvlText w:val="%8."/>
      <w:lvlJc w:val="left"/>
      <w:pPr>
        <w:ind w:left="5460" w:hanging="360"/>
      </w:pPr>
      <w:rPr>
        <w:rFonts w:cs="Times New Roman"/>
      </w:rPr>
    </w:lvl>
    <w:lvl w:ilvl="8" w:tplc="0422001B" w:tentative="1">
      <w:start w:val="1"/>
      <w:numFmt w:val="lowerRoman"/>
      <w:lvlText w:val="%9."/>
      <w:lvlJc w:val="right"/>
      <w:pPr>
        <w:ind w:left="6180" w:hanging="180"/>
      </w:pPr>
      <w:rPr>
        <w:rFonts w:cs="Times New Roman"/>
      </w:rPr>
    </w:lvl>
  </w:abstractNum>
  <w:abstractNum w:abstractNumId="5">
    <w:nsid w:val="16027565"/>
    <w:multiLevelType w:val="hybridMultilevel"/>
    <w:tmpl w:val="FBE66DC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8762F8A"/>
    <w:multiLevelType w:val="hybridMultilevel"/>
    <w:tmpl w:val="5994E5A0"/>
    <w:lvl w:ilvl="0" w:tplc="DEBC8E88">
      <w:start w:val="1"/>
      <w:numFmt w:val="decimal"/>
      <w:lvlText w:val="%1."/>
      <w:lvlJc w:val="left"/>
      <w:pPr>
        <w:ind w:left="420" w:hanging="360"/>
      </w:pPr>
      <w:rPr>
        <w:rFonts w:cs="Times New Roman" w:hint="default"/>
      </w:rPr>
    </w:lvl>
    <w:lvl w:ilvl="1" w:tplc="04220019" w:tentative="1">
      <w:start w:val="1"/>
      <w:numFmt w:val="lowerLetter"/>
      <w:lvlText w:val="%2."/>
      <w:lvlJc w:val="left"/>
      <w:pPr>
        <w:ind w:left="1140" w:hanging="360"/>
      </w:pPr>
      <w:rPr>
        <w:rFonts w:cs="Times New Roman"/>
      </w:rPr>
    </w:lvl>
    <w:lvl w:ilvl="2" w:tplc="0422001B" w:tentative="1">
      <w:start w:val="1"/>
      <w:numFmt w:val="lowerRoman"/>
      <w:lvlText w:val="%3."/>
      <w:lvlJc w:val="right"/>
      <w:pPr>
        <w:ind w:left="1860" w:hanging="180"/>
      </w:pPr>
      <w:rPr>
        <w:rFonts w:cs="Times New Roman"/>
      </w:rPr>
    </w:lvl>
    <w:lvl w:ilvl="3" w:tplc="0422000F" w:tentative="1">
      <w:start w:val="1"/>
      <w:numFmt w:val="decimal"/>
      <w:lvlText w:val="%4."/>
      <w:lvlJc w:val="left"/>
      <w:pPr>
        <w:ind w:left="2580" w:hanging="360"/>
      </w:pPr>
      <w:rPr>
        <w:rFonts w:cs="Times New Roman"/>
      </w:rPr>
    </w:lvl>
    <w:lvl w:ilvl="4" w:tplc="04220019" w:tentative="1">
      <w:start w:val="1"/>
      <w:numFmt w:val="lowerLetter"/>
      <w:lvlText w:val="%5."/>
      <w:lvlJc w:val="left"/>
      <w:pPr>
        <w:ind w:left="3300" w:hanging="360"/>
      </w:pPr>
      <w:rPr>
        <w:rFonts w:cs="Times New Roman"/>
      </w:rPr>
    </w:lvl>
    <w:lvl w:ilvl="5" w:tplc="0422001B" w:tentative="1">
      <w:start w:val="1"/>
      <w:numFmt w:val="lowerRoman"/>
      <w:lvlText w:val="%6."/>
      <w:lvlJc w:val="right"/>
      <w:pPr>
        <w:ind w:left="4020" w:hanging="180"/>
      </w:pPr>
      <w:rPr>
        <w:rFonts w:cs="Times New Roman"/>
      </w:rPr>
    </w:lvl>
    <w:lvl w:ilvl="6" w:tplc="0422000F" w:tentative="1">
      <w:start w:val="1"/>
      <w:numFmt w:val="decimal"/>
      <w:lvlText w:val="%7."/>
      <w:lvlJc w:val="left"/>
      <w:pPr>
        <w:ind w:left="4740" w:hanging="360"/>
      </w:pPr>
      <w:rPr>
        <w:rFonts w:cs="Times New Roman"/>
      </w:rPr>
    </w:lvl>
    <w:lvl w:ilvl="7" w:tplc="04220019" w:tentative="1">
      <w:start w:val="1"/>
      <w:numFmt w:val="lowerLetter"/>
      <w:lvlText w:val="%8."/>
      <w:lvlJc w:val="left"/>
      <w:pPr>
        <w:ind w:left="5460" w:hanging="360"/>
      </w:pPr>
      <w:rPr>
        <w:rFonts w:cs="Times New Roman"/>
      </w:rPr>
    </w:lvl>
    <w:lvl w:ilvl="8" w:tplc="0422001B" w:tentative="1">
      <w:start w:val="1"/>
      <w:numFmt w:val="lowerRoman"/>
      <w:lvlText w:val="%9."/>
      <w:lvlJc w:val="right"/>
      <w:pPr>
        <w:ind w:left="6180" w:hanging="180"/>
      </w:pPr>
      <w:rPr>
        <w:rFonts w:cs="Times New Roman"/>
      </w:rPr>
    </w:lvl>
  </w:abstractNum>
  <w:abstractNum w:abstractNumId="7">
    <w:nsid w:val="194816F0"/>
    <w:multiLevelType w:val="hybridMultilevel"/>
    <w:tmpl w:val="4846337A"/>
    <w:lvl w:ilvl="0" w:tplc="164CB0F0">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19881E1F"/>
    <w:multiLevelType w:val="hybridMultilevel"/>
    <w:tmpl w:val="FBE66D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B5F37E6"/>
    <w:multiLevelType w:val="hybridMultilevel"/>
    <w:tmpl w:val="CF6C177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209B0D71"/>
    <w:multiLevelType w:val="hybridMultilevel"/>
    <w:tmpl w:val="90CAFAB0"/>
    <w:lvl w:ilvl="0" w:tplc="0419000F">
      <w:start w:val="1"/>
      <w:numFmt w:val="decimal"/>
      <w:lvlText w:val="%1."/>
      <w:lvlJc w:val="left"/>
      <w:pPr>
        <w:ind w:left="1428" w:hanging="360"/>
      </w:pPr>
      <w:rPr>
        <w:rFonts w:cs="Times New Roman"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rPr>
        <w:rFonts w:cs="Times New Roman"/>
      </w:rPr>
    </w:lvl>
    <w:lvl w:ilvl="3" w:tplc="0422000F" w:tentative="1">
      <w:start w:val="1"/>
      <w:numFmt w:val="decimal"/>
      <w:lvlText w:val="%4."/>
      <w:lvlJc w:val="left"/>
      <w:pPr>
        <w:ind w:left="3588" w:hanging="360"/>
      </w:pPr>
      <w:rPr>
        <w:rFonts w:cs="Times New Roman"/>
      </w:rPr>
    </w:lvl>
    <w:lvl w:ilvl="4" w:tplc="04220019" w:tentative="1">
      <w:start w:val="1"/>
      <w:numFmt w:val="lowerLetter"/>
      <w:lvlText w:val="%5."/>
      <w:lvlJc w:val="left"/>
      <w:pPr>
        <w:ind w:left="4308" w:hanging="360"/>
      </w:pPr>
      <w:rPr>
        <w:rFonts w:cs="Times New Roman"/>
      </w:rPr>
    </w:lvl>
    <w:lvl w:ilvl="5" w:tplc="0422001B" w:tentative="1">
      <w:start w:val="1"/>
      <w:numFmt w:val="lowerRoman"/>
      <w:lvlText w:val="%6."/>
      <w:lvlJc w:val="right"/>
      <w:pPr>
        <w:ind w:left="5028" w:hanging="180"/>
      </w:pPr>
      <w:rPr>
        <w:rFonts w:cs="Times New Roman"/>
      </w:rPr>
    </w:lvl>
    <w:lvl w:ilvl="6" w:tplc="0422000F" w:tentative="1">
      <w:start w:val="1"/>
      <w:numFmt w:val="decimal"/>
      <w:lvlText w:val="%7."/>
      <w:lvlJc w:val="left"/>
      <w:pPr>
        <w:ind w:left="5748" w:hanging="360"/>
      </w:pPr>
      <w:rPr>
        <w:rFonts w:cs="Times New Roman"/>
      </w:rPr>
    </w:lvl>
    <w:lvl w:ilvl="7" w:tplc="04220019" w:tentative="1">
      <w:start w:val="1"/>
      <w:numFmt w:val="lowerLetter"/>
      <w:lvlText w:val="%8."/>
      <w:lvlJc w:val="left"/>
      <w:pPr>
        <w:ind w:left="6468" w:hanging="360"/>
      </w:pPr>
      <w:rPr>
        <w:rFonts w:cs="Times New Roman"/>
      </w:rPr>
    </w:lvl>
    <w:lvl w:ilvl="8" w:tplc="0422001B" w:tentative="1">
      <w:start w:val="1"/>
      <w:numFmt w:val="lowerRoman"/>
      <w:lvlText w:val="%9."/>
      <w:lvlJc w:val="right"/>
      <w:pPr>
        <w:ind w:left="7188" w:hanging="180"/>
      </w:pPr>
      <w:rPr>
        <w:rFonts w:cs="Times New Roman"/>
      </w:rPr>
    </w:lvl>
  </w:abstractNum>
  <w:abstractNum w:abstractNumId="11">
    <w:nsid w:val="218F2F65"/>
    <w:multiLevelType w:val="hybridMultilevel"/>
    <w:tmpl w:val="211A4CC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nsid w:val="28615EA5"/>
    <w:multiLevelType w:val="hybridMultilevel"/>
    <w:tmpl w:val="211A4CC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nsid w:val="2AC746FA"/>
    <w:multiLevelType w:val="hybridMultilevel"/>
    <w:tmpl w:val="BEB4AA44"/>
    <w:lvl w:ilvl="0" w:tplc="A0905AF0">
      <w:start w:val="1"/>
      <w:numFmt w:val="decimal"/>
      <w:lvlText w:val="%1."/>
      <w:lvlJc w:val="left"/>
      <w:pPr>
        <w:tabs>
          <w:tab w:val="num" w:pos="600"/>
        </w:tabs>
        <w:ind w:left="600" w:hanging="360"/>
      </w:pPr>
      <w:rPr>
        <w:rFonts w:ascii="Times New Roman" w:eastAsia="Times New Roman" w:hAnsi="Times New Roman" w:cs="Times New Roman"/>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14">
    <w:nsid w:val="2AD45534"/>
    <w:multiLevelType w:val="hybridMultilevel"/>
    <w:tmpl w:val="FBE66DC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ED90785"/>
    <w:multiLevelType w:val="hybridMultilevel"/>
    <w:tmpl w:val="6FB4BFF4"/>
    <w:lvl w:ilvl="0" w:tplc="92286D56">
      <w:start w:val="1"/>
      <w:numFmt w:val="decimal"/>
      <w:lvlText w:val="%1."/>
      <w:lvlJc w:val="left"/>
      <w:pPr>
        <w:tabs>
          <w:tab w:val="num" w:pos="720"/>
        </w:tabs>
        <w:ind w:left="72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306142A6"/>
    <w:multiLevelType w:val="hybridMultilevel"/>
    <w:tmpl w:val="4AEA86E2"/>
    <w:lvl w:ilvl="0" w:tplc="6792C418">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7">
    <w:nsid w:val="38FC5A84"/>
    <w:multiLevelType w:val="hybridMultilevel"/>
    <w:tmpl w:val="FBF23708"/>
    <w:lvl w:ilvl="0" w:tplc="5C78F200">
      <w:start w:val="1"/>
      <w:numFmt w:val="decimal"/>
      <w:lvlText w:val="%1."/>
      <w:lvlJc w:val="left"/>
      <w:pPr>
        <w:ind w:left="420" w:hanging="360"/>
      </w:pPr>
      <w:rPr>
        <w:rFonts w:cs="Times New Roman" w:hint="default"/>
      </w:rPr>
    </w:lvl>
    <w:lvl w:ilvl="1" w:tplc="04220019" w:tentative="1">
      <w:start w:val="1"/>
      <w:numFmt w:val="lowerLetter"/>
      <w:lvlText w:val="%2."/>
      <w:lvlJc w:val="left"/>
      <w:pPr>
        <w:ind w:left="1140" w:hanging="360"/>
      </w:pPr>
      <w:rPr>
        <w:rFonts w:cs="Times New Roman"/>
      </w:rPr>
    </w:lvl>
    <w:lvl w:ilvl="2" w:tplc="0422001B" w:tentative="1">
      <w:start w:val="1"/>
      <w:numFmt w:val="lowerRoman"/>
      <w:lvlText w:val="%3."/>
      <w:lvlJc w:val="right"/>
      <w:pPr>
        <w:ind w:left="1860" w:hanging="180"/>
      </w:pPr>
      <w:rPr>
        <w:rFonts w:cs="Times New Roman"/>
      </w:rPr>
    </w:lvl>
    <w:lvl w:ilvl="3" w:tplc="0422000F" w:tentative="1">
      <w:start w:val="1"/>
      <w:numFmt w:val="decimal"/>
      <w:lvlText w:val="%4."/>
      <w:lvlJc w:val="left"/>
      <w:pPr>
        <w:ind w:left="2580" w:hanging="360"/>
      </w:pPr>
      <w:rPr>
        <w:rFonts w:cs="Times New Roman"/>
      </w:rPr>
    </w:lvl>
    <w:lvl w:ilvl="4" w:tplc="04220019" w:tentative="1">
      <w:start w:val="1"/>
      <w:numFmt w:val="lowerLetter"/>
      <w:lvlText w:val="%5."/>
      <w:lvlJc w:val="left"/>
      <w:pPr>
        <w:ind w:left="3300" w:hanging="360"/>
      </w:pPr>
      <w:rPr>
        <w:rFonts w:cs="Times New Roman"/>
      </w:rPr>
    </w:lvl>
    <w:lvl w:ilvl="5" w:tplc="0422001B" w:tentative="1">
      <w:start w:val="1"/>
      <w:numFmt w:val="lowerRoman"/>
      <w:lvlText w:val="%6."/>
      <w:lvlJc w:val="right"/>
      <w:pPr>
        <w:ind w:left="4020" w:hanging="180"/>
      </w:pPr>
      <w:rPr>
        <w:rFonts w:cs="Times New Roman"/>
      </w:rPr>
    </w:lvl>
    <w:lvl w:ilvl="6" w:tplc="0422000F" w:tentative="1">
      <w:start w:val="1"/>
      <w:numFmt w:val="decimal"/>
      <w:lvlText w:val="%7."/>
      <w:lvlJc w:val="left"/>
      <w:pPr>
        <w:ind w:left="4740" w:hanging="360"/>
      </w:pPr>
      <w:rPr>
        <w:rFonts w:cs="Times New Roman"/>
      </w:rPr>
    </w:lvl>
    <w:lvl w:ilvl="7" w:tplc="04220019" w:tentative="1">
      <w:start w:val="1"/>
      <w:numFmt w:val="lowerLetter"/>
      <w:lvlText w:val="%8."/>
      <w:lvlJc w:val="left"/>
      <w:pPr>
        <w:ind w:left="5460" w:hanging="360"/>
      </w:pPr>
      <w:rPr>
        <w:rFonts w:cs="Times New Roman"/>
      </w:rPr>
    </w:lvl>
    <w:lvl w:ilvl="8" w:tplc="0422001B" w:tentative="1">
      <w:start w:val="1"/>
      <w:numFmt w:val="lowerRoman"/>
      <w:lvlText w:val="%9."/>
      <w:lvlJc w:val="right"/>
      <w:pPr>
        <w:ind w:left="6180" w:hanging="180"/>
      </w:pPr>
      <w:rPr>
        <w:rFonts w:cs="Times New Roman"/>
      </w:rPr>
    </w:lvl>
  </w:abstractNum>
  <w:abstractNum w:abstractNumId="18">
    <w:nsid w:val="3A017E5C"/>
    <w:multiLevelType w:val="hybridMultilevel"/>
    <w:tmpl w:val="4846337A"/>
    <w:lvl w:ilvl="0" w:tplc="164CB0F0">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3A24342E"/>
    <w:multiLevelType w:val="hybridMultilevel"/>
    <w:tmpl w:val="473C56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C9557B9"/>
    <w:multiLevelType w:val="hybridMultilevel"/>
    <w:tmpl w:val="8336160E"/>
    <w:lvl w:ilvl="0" w:tplc="0419000F">
      <w:start w:val="1"/>
      <w:numFmt w:val="decimal"/>
      <w:lvlText w:val="%1."/>
      <w:lvlJc w:val="left"/>
      <w:pPr>
        <w:tabs>
          <w:tab w:val="num" w:pos="720"/>
        </w:tabs>
        <w:ind w:left="720" w:hanging="360"/>
      </w:pPr>
      <w:rPr>
        <w:rFonts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3F9A2F76"/>
    <w:multiLevelType w:val="hybridMultilevel"/>
    <w:tmpl w:val="F44C9348"/>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2">
    <w:nsid w:val="422A7DC6"/>
    <w:multiLevelType w:val="hybridMultilevel"/>
    <w:tmpl w:val="E7EA86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22A7DF1"/>
    <w:multiLevelType w:val="hybridMultilevel"/>
    <w:tmpl w:val="B0CCF182"/>
    <w:lvl w:ilvl="0" w:tplc="0419000F">
      <w:start w:val="1"/>
      <w:numFmt w:val="decimal"/>
      <w:lvlText w:val="%1."/>
      <w:lvlJc w:val="left"/>
      <w:pPr>
        <w:ind w:left="142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42F31B24"/>
    <w:multiLevelType w:val="hybridMultilevel"/>
    <w:tmpl w:val="FBE66DC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3B94DA9"/>
    <w:multiLevelType w:val="hybridMultilevel"/>
    <w:tmpl w:val="B3F2B990"/>
    <w:lvl w:ilvl="0" w:tplc="0422000F">
      <w:start w:val="1"/>
      <w:numFmt w:val="decimal"/>
      <w:lvlText w:val="%1."/>
      <w:lvlJc w:val="left"/>
      <w:pPr>
        <w:ind w:left="720" w:hanging="360"/>
      </w:pPr>
      <w:rPr>
        <w:rFonts w:cs="Times New Roman" w:hint="default"/>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6">
    <w:nsid w:val="48885B95"/>
    <w:multiLevelType w:val="hybridMultilevel"/>
    <w:tmpl w:val="A7E0CAC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7">
    <w:nsid w:val="4A2A0041"/>
    <w:multiLevelType w:val="hybridMultilevel"/>
    <w:tmpl w:val="E7EA86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AED3243"/>
    <w:multiLevelType w:val="hybridMultilevel"/>
    <w:tmpl w:val="945C14E2"/>
    <w:lvl w:ilvl="0" w:tplc="DEBC8E88">
      <w:start w:val="1"/>
      <w:numFmt w:val="decimal"/>
      <w:lvlText w:val="%1."/>
      <w:lvlJc w:val="left"/>
      <w:pPr>
        <w:ind w:left="420" w:hanging="360"/>
      </w:pPr>
      <w:rPr>
        <w:rFonts w:cs="Times New Roman" w:hint="default"/>
      </w:rPr>
    </w:lvl>
    <w:lvl w:ilvl="1" w:tplc="04220019" w:tentative="1">
      <w:start w:val="1"/>
      <w:numFmt w:val="lowerLetter"/>
      <w:lvlText w:val="%2."/>
      <w:lvlJc w:val="left"/>
      <w:pPr>
        <w:ind w:left="1140" w:hanging="360"/>
      </w:pPr>
      <w:rPr>
        <w:rFonts w:cs="Times New Roman"/>
      </w:rPr>
    </w:lvl>
    <w:lvl w:ilvl="2" w:tplc="0422001B" w:tentative="1">
      <w:start w:val="1"/>
      <w:numFmt w:val="lowerRoman"/>
      <w:lvlText w:val="%3."/>
      <w:lvlJc w:val="right"/>
      <w:pPr>
        <w:ind w:left="1860" w:hanging="180"/>
      </w:pPr>
      <w:rPr>
        <w:rFonts w:cs="Times New Roman"/>
      </w:rPr>
    </w:lvl>
    <w:lvl w:ilvl="3" w:tplc="0422000F" w:tentative="1">
      <w:start w:val="1"/>
      <w:numFmt w:val="decimal"/>
      <w:lvlText w:val="%4."/>
      <w:lvlJc w:val="left"/>
      <w:pPr>
        <w:ind w:left="2580" w:hanging="360"/>
      </w:pPr>
      <w:rPr>
        <w:rFonts w:cs="Times New Roman"/>
      </w:rPr>
    </w:lvl>
    <w:lvl w:ilvl="4" w:tplc="04220019" w:tentative="1">
      <w:start w:val="1"/>
      <w:numFmt w:val="lowerLetter"/>
      <w:lvlText w:val="%5."/>
      <w:lvlJc w:val="left"/>
      <w:pPr>
        <w:ind w:left="3300" w:hanging="360"/>
      </w:pPr>
      <w:rPr>
        <w:rFonts w:cs="Times New Roman"/>
      </w:rPr>
    </w:lvl>
    <w:lvl w:ilvl="5" w:tplc="0422001B" w:tentative="1">
      <w:start w:val="1"/>
      <w:numFmt w:val="lowerRoman"/>
      <w:lvlText w:val="%6."/>
      <w:lvlJc w:val="right"/>
      <w:pPr>
        <w:ind w:left="4020" w:hanging="180"/>
      </w:pPr>
      <w:rPr>
        <w:rFonts w:cs="Times New Roman"/>
      </w:rPr>
    </w:lvl>
    <w:lvl w:ilvl="6" w:tplc="0422000F" w:tentative="1">
      <w:start w:val="1"/>
      <w:numFmt w:val="decimal"/>
      <w:lvlText w:val="%7."/>
      <w:lvlJc w:val="left"/>
      <w:pPr>
        <w:ind w:left="4740" w:hanging="360"/>
      </w:pPr>
      <w:rPr>
        <w:rFonts w:cs="Times New Roman"/>
      </w:rPr>
    </w:lvl>
    <w:lvl w:ilvl="7" w:tplc="04220019" w:tentative="1">
      <w:start w:val="1"/>
      <w:numFmt w:val="lowerLetter"/>
      <w:lvlText w:val="%8."/>
      <w:lvlJc w:val="left"/>
      <w:pPr>
        <w:ind w:left="5460" w:hanging="360"/>
      </w:pPr>
      <w:rPr>
        <w:rFonts w:cs="Times New Roman"/>
      </w:rPr>
    </w:lvl>
    <w:lvl w:ilvl="8" w:tplc="0422001B" w:tentative="1">
      <w:start w:val="1"/>
      <w:numFmt w:val="lowerRoman"/>
      <w:lvlText w:val="%9."/>
      <w:lvlJc w:val="right"/>
      <w:pPr>
        <w:ind w:left="6180" w:hanging="180"/>
      </w:pPr>
      <w:rPr>
        <w:rFonts w:cs="Times New Roman"/>
      </w:rPr>
    </w:lvl>
  </w:abstractNum>
  <w:abstractNum w:abstractNumId="29">
    <w:nsid w:val="4C06395A"/>
    <w:multiLevelType w:val="hybridMultilevel"/>
    <w:tmpl w:val="6FB4BFF4"/>
    <w:lvl w:ilvl="0" w:tplc="92286D56">
      <w:start w:val="1"/>
      <w:numFmt w:val="decimal"/>
      <w:lvlText w:val="%1."/>
      <w:lvlJc w:val="left"/>
      <w:pPr>
        <w:tabs>
          <w:tab w:val="num" w:pos="720"/>
        </w:tabs>
        <w:ind w:left="72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53813F90"/>
    <w:multiLevelType w:val="hybridMultilevel"/>
    <w:tmpl w:val="6FB4BFF4"/>
    <w:lvl w:ilvl="0" w:tplc="92286D56">
      <w:start w:val="1"/>
      <w:numFmt w:val="decimal"/>
      <w:lvlText w:val="%1."/>
      <w:lvlJc w:val="left"/>
      <w:pPr>
        <w:tabs>
          <w:tab w:val="num" w:pos="720"/>
        </w:tabs>
        <w:ind w:left="72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542D1106"/>
    <w:multiLevelType w:val="hybridMultilevel"/>
    <w:tmpl w:val="6FB4BFF4"/>
    <w:lvl w:ilvl="0" w:tplc="92286D56">
      <w:start w:val="1"/>
      <w:numFmt w:val="decimal"/>
      <w:lvlText w:val="%1."/>
      <w:lvlJc w:val="left"/>
      <w:pPr>
        <w:tabs>
          <w:tab w:val="num" w:pos="720"/>
        </w:tabs>
        <w:ind w:left="72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579F3DA4"/>
    <w:multiLevelType w:val="hybridMultilevel"/>
    <w:tmpl w:val="F44C934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3">
    <w:nsid w:val="5ADA205D"/>
    <w:multiLevelType w:val="hybridMultilevel"/>
    <w:tmpl w:val="E7EA86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1FA03BE"/>
    <w:multiLevelType w:val="hybridMultilevel"/>
    <w:tmpl w:val="211A4CC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5">
    <w:nsid w:val="644B63E4"/>
    <w:multiLevelType w:val="hybridMultilevel"/>
    <w:tmpl w:val="B62077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6">
    <w:nsid w:val="65970FB0"/>
    <w:multiLevelType w:val="hybridMultilevel"/>
    <w:tmpl w:val="A7E0CAC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7">
    <w:nsid w:val="67B83E1D"/>
    <w:multiLevelType w:val="hybridMultilevel"/>
    <w:tmpl w:val="6FB4BFF4"/>
    <w:lvl w:ilvl="0" w:tplc="92286D56">
      <w:start w:val="1"/>
      <w:numFmt w:val="decimal"/>
      <w:lvlText w:val="%1."/>
      <w:lvlJc w:val="left"/>
      <w:pPr>
        <w:tabs>
          <w:tab w:val="num" w:pos="720"/>
        </w:tabs>
        <w:ind w:left="72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nsid w:val="6975794D"/>
    <w:multiLevelType w:val="hybridMultilevel"/>
    <w:tmpl w:val="A920D2C6"/>
    <w:lvl w:ilvl="0" w:tplc="CFAEBB0A">
      <w:start w:val="1"/>
      <w:numFmt w:val="decimal"/>
      <w:lvlText w:val="%1."/>
      <w:lvlJc w:val="left"/>
      <w:pPr>
        <w:ind w:left="2716" w:hanging="360"/>
      </w:pPr>
      <w:rPr>
        <w:rFonts w:ascii="Times New Roman" w:eastAsia="Times New Roman" w:hAnsi="Times New Roman" w:cs="Times New Roman"/>
      </w:rPr>
    </w:lvl>
    <w:lvl w:ilvl="1" w:tplc="04190019" w:tentative="1">
      <w:start w:val="1"/>
      <w:numFmt w:val="lowerLetter"/>
      <w:lvlText w:val="%2."/>
      <w:lvlJc w:val="left"/>
      <w:pPr>
        <w:ind w:left="2008" w:hanging="360"/>
      </w:pPr>
      <w:rPr>
        <w:rFonts w:cs="Times New Roman"/>
      </w:rPr>
    </w:lvl>
    <w:lvl w:ilvl="2" w:tplc="0419001B" w:tentative="1">
      <w:start w:val="1"/>
      <w:numFmt w:val="lowerRoman"/>
      <w:lvlText w:val="%3."/>
      <w:lvlJc w:val="right"/>
      <w:pPr>
        <w:ind w:left="2728" w:hanging="180"/>
      </w:pPr>
      <w:rPr>
        <w:rFonts w:cs="Times New Roman"/>
      </w:rPr>
    </w:lvl>
    <w:lvl w:ilvl="3" w:tplc="0419000F" w:tentative="1">
      <w:start w:val="1"/>
      <w:numFmt w:val="decimal"/>
      <w:lvlText w:val="%4."/>
      <w:lvlJc w:val="left"/>
      <w:pPr>
        <w:ind w:left="3448" w:hanging="360"/>
      </w:pPr>
      <w:rPr>
        <w:rFonts w:cs="Times New Roman"/>
      </w:rPr>
    </w:lvl>
    <w:lvl w:ilvl="4" w:tplc="04190019" w:tentative="1">
      <w:start w:val="1"/>
      <w:numFmt w:val="lowerLetter"/>
      <w:lvlText w:val="%5."/>
      <w:lvlJc w:val="left"/>
      <w:pPr>
        <w:ind w:left="4168" w:hanging="360"/>
      </w:pPr>
      <w:rPr>
        <w:rFonts w:cs="Times New Roman"/>
      </w:rPr>
    </w:lvl>
    <w:lvl w:ilvl="5" w:tplc="0419001B" w:tentative="1">
      <w:start w:val="1"/>
      <w:numFmt w:val="lowerRoman"/>
      <w:lvlText w:val="%6."/>
      <w:lvlJc w:val="right"/>
      <w:pPr>
        <w:ind w:left="4888" w:hanging="180"/>
      </w:pPr>
      <w:rPr>
        <w:rFonts w:cs="Times New Roman"/>
      </w:rPr>
    </w:lvl>
    <w:lvl w:ilvl="6" w:tplc="0419000F" w:tentative="1">
      <w:start w:val="1"/>
      <w:numFmt w:val="decimal"/>
      <w:lvlText w:val="%7."/>
      <w:lvlJc w:val="left"/>
      <w:pPr>
        <w:ind w:left="5608" w:hanging="360"/>
      </w:pPr>
      <w:rPr>
        <w:rFonts w:cs="Times New Roman"/>
      </w:rPr>
    </w:lvl>
    <w:lvl w:ilvl="7" w:tplc="04190019" w:tentative="1">
      <w:start w:val="1"/>
      <w:numFmt w:val="lowerLetter"/>
      <w:lvlText w:val="%8."/>
      <w:lvlJc w:val="left"/>
      <w:pPr>
        <w:ind w:left="6328" w:hanging="360"/>
      </w:pPr>
      <w:rPr>
        <w:rFonts w:cs="Times New Roman"/>
      </w:rPr>
    </w:lvl>
    <w:lvl w:ilvl="8" w:tplc="0419001B" w:tentative="1">
      <w:start w:val="1"/>
      <w:numFmt w:val="lowerRoman"/>
      <w:lvlText w:val="%9."/>
      <w:lvlJc w:val="right"/>
      <w:pPr>
        <w:ind w:left="7048" w:hanging="180"/>
      </w:pPr>
      <w:rPr>
        <w:rFonts w:cs="Times New Roman"/>
      </w:rPr>
    </w:lvl>
  </w:abstractNum>
  <w:abstractNum w:abstractNumId="39">
    <w:nsid w:val="6C7C309C"/>
    <w:multiLevelType w:val="hybridMultilevel"/>
    <w:tmpl w:val="41B88A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6C9B4492"/>
    <w:multiLevelType w:val="hybridMultilevel"/>
    <w:tmpl w:val="211A4CC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1">
    <w:nsid w:val="6E404A3A"/>
    <w:multiLevelType w:val="hybridMultilevel"/>
    <w:tmpl w:val="A7E0CAC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2">
    <w:nsid w:val="762D6621"/>
    <w:multiLevelType w:val="hybridMultilevel"/>
    <w:tmpl w:val="D30ADE4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3">
    <w:nsid w:val="76BC4B01"/>
    <w:multiLevelType w:val="hybridMultilevel"/>
    <w:tmpl w:val="FC7CD0B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4">
    <w:nsid w:val="7776316E"/>
    <w:multiLevelType w:val="hybridMultilevel"/>
    <w:tmpl w:val="211A4CC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5">
    <w:nsid w:val="7E1653A6"/>
    <w:multiLevelType w:val="hybridMultilevel"/>
    <w:tmpl w:val="A64E9C9E"/>
    <w:lvl w:ilvl="0" w:tplc="86F015E0">
      <w:start w:val="1"/>
      <w:numFmt w:val="decimal"/>
      <w:lvlText w:val="%1."/>
      <w:lvlJc w:val="left"/>
      <w:pPr>
        <w:ind w:left="420" w:hanging="360"/>
      </w:pPr>
      <w:rPr>
        <w:rFonts w:cs="Times New Roman" w:hint="default"/>
      </w:rPr>
    </w:lvl>
    <w:lvl w:ilvl="1" w:tplc="04220019" w:tentative="1">
      <w:start w:val="1"/>
      <w:numFmt w:val="lowerLetter"/>
      <w:lvlText w:val="%2."/>
      <w:lvlJc w:val="left"/>
      <w:pPr>
        <w:ind w:left="1140" w:hanging="360"/>
      </w:pPr>
      <w:rPr>
        <w:rFonts w:cs="Times New Roman"/>
      </w:rPr>
    </w:lvl>
    <w:lvl w:ilvl="2" w:tplc="0422001B" w:tentative="1">
      <w:start w:val="1"/>
      <w:numFmt w:val="lowerRoman"/>
      <w:lvlText w:val="%3."/>
      <w:lvlJc w:val="right"/>
      <w:pPr>
        <w:ind w:left="1860" w:hanging="180"/>
      </w:pPr>
      <w:rPr>
        <w:rFonts w:cs="Times New Roman"/>
      </w:rPr>
    </w:lvl>
    <w:lvl w:ilvl="3" w:tplc="0422000F" w:tentative="1">
      <w:start w:val="1"/>
      <w:numFmt w:val="decimal"/>
      <w:lvlText w:val="%4."/>
      <w:lvlJc w:val="left"/>
      <w:pPr>
        <w:ind w:left="2580" w:hanging="360"/>
      </w:pPr>
      <w:rPr>
        <w:rFonts w:cs="Times New Roman"/>
      </w:rPr>
    </w:lvl>
    <w:lvl w:ilvl="4" w:tplc="04220019" w:tentative="1">
      <w:start w:val="1"/>
      <w:numFmt w:val="lowerLetter"/>
      <w:lvlText w:val="%5."/>
      <w:lvlJc w:val="left"/>
      <w:pPr>
        <w:ind w:left="3300" w:hanging="360"/>
      </w:pPr>
      <w:rPr>
        <w:rFonts w:cs="Times New Roman"/>
      </w:rPr>
    </w:lvl>
    <w:lvl w:ilvl="5" w:tplc="0422001B" w:tentative="1">
      <w:start w:val="1"/>
      <w:numFmt w:val="lowerRoman"/>
      <w:lvlText w:val="%6."/>
      <w:lvlJc w:val="right"/>
      <w:pPr>
        <w:ind w:left="4020" w:hanging="180"/>
      </w:pPr>
      <w:rPr>
        <w:rFonts w:cs="Times New Roman"/>
      </w:rPr>
    </w:lvl>
    <w:lvl w:ilvl="6" w:tplc="0422000F" w:tentative="1">
      <w:start w:val="1"/>
      <w:numFmt w:val="decimal"/>
      <w:lvlText w:val="%7."/>
      <w:lvlJc w:val="left"/>
      <w:pPr>
        <w:ind w:left="4740" w:hanging="360"/>
      </w:pPr>
      <w:rPr>
        <w:rFonts w:cs="Times New Roman"/>
      </w:rPr>
    </w:lvl>
    <w:lvl w:ilvl="7" w:tplc="04220019" w:tentative="1">
      <w:start w:val="1"/>
      <w:numFmt w:val="lowerLetter"/>
      <w:lvlText w:val="%8."/>
      <w:lvlJc w:val="left"/>
      <w:pPr>
        <w:ind w:left="5460" w:hanging="360"/>
      </w:pPr>
      <w:rPr>
        <w:rFonts w:cs="Times New Roman"/>
      </w:rPr>
    </w:lvl>
    <w:lvl w:ilvl="8" w:tplc="0422001B" w:tentative="1">
      <w:start w:val="1"/>
      <w:numFmt w:val="lowerRoman"/>
      <w:lvlText w:val="%9."/>
      <w:lvlJc w:val="right"/>
      <w:pPr>
        <w:ind w:left="6180" w:hanging="180"/>
      </w:pPr>
      <w:rPr>
        <w:rFonts w:cs="Times New Roman"/>
      </w:rPr>
    </w:lvl>
  </w:abstractNum>
  <w:abstractNum w:abstractNumId="46">
    <w:nsid w:val="7FF24555"/>
    <w:multiLevelType w:val="hybridMultilevel"/>
    <w:tmpl w:val="E7EA86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6"/>
  </w:num>
  <w:num w:numId="2">
    <w:abstractNumId w:val="32"/>
  </w:num>
  <w:num w:numId="3">
    <w:abstractNumId w:val="43"/>
  </w:num>
  <w:num w:numId="4">
    <w:abstractNumId w:val="6"/>
  </w:num>
  <w:num w:numId="5">
    <w:abstractNumId w:val="29"/>
  </w:num>
  <w:num w:numId="6">
    <w:abstractNumId w:val="30"/>
  </w:num>
  <w:num w:numId="7">
    <w:abstractNumId w:val="37"/>
  </w:num>
  <w:num w:numId="8">
    <w:abstractNumId w:val="31"/>
  </w:num>
  <w:num w:numId="9">
    <w:abstractNumId w:val="15"/>
  </w:num>
  <w:num w:numId="10">
    <w:abstractNumId w:val="28"/>
  </w:num>
  <w:num w:numId="11">
    <w:abstractNumId w:val="17"/>
  </w:num>
  <w:num w:numId="12">
    <w:abstractNumId w:val="19"/>
  </w:num>
  <w:num w:numId="13">
    <w:abstractNumId w:val="13"/>
  </w:num>
  <w:num w:numId="14">
    <w:abstractNumId w:val="3"/>
  </w:num>
  <w:num w:numId="15">
    <w:abstractNumId w:val="8"/>
  </w:num>
  <w:num w:numId="16">
    <w:abstractNumId w:val="36"/>
  </w:num>
  <w:num w:numId="17">
    <w:abstractNumId w:val="41"/>
  </w:num>
  <w:num w:numId="18">
    <w:abstractNumId w:val="21"/>
  </w:num>
  <w:num w:numId="19">
    <w:abstractNumId w:val="39"/>
  </w:num>
  <w:num w:numId="20">
    <w:abstractNumId w:val="34"/>
  </w:num>
  <w:num w:numId="21">
    <w:abstractNumId w:val="2"/>
  </w:num>
  <w:num w:numId="22">
    <w:abstractNumId w:val="44"/>
  </w:num>
  <w:num w:numId="23">
    <w:abstractNumId w:val="11"/>
  </w:num>
  <w:num w:numId="24">
    <w:abstractNumId w:val="10"/>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4"/>
  </w:num>
  <w:num w:numId="28">
    <w:abstractNumId w:val="40"/>
  </w:num>
  <w:num w:numId="29">
    <w:abstractNumId w:val="12"/>
  </w:num>
  <w:num w:numId="30">
    <w:abstractNumId w:val="14"/>
  </w:num>
  <w:num w:numId="31">
    <w:abstractNumId w:val="16"/>
  </w:num>
  <w:num w:numId="32">
    <w:abstractNumId w:val="9"/>
  </w:num>
  <w:num w:numId="33">
    <w:abstractNumId w:val="7"/>
  </w:num>
  <w:num w:numId="34">
    <w:abstractNumId w:val="22"/>
  </w:num>
  <w:num w:numId="35">
    <w:abstractNumId w:val="33"/>
  </w:num>
  <w:num w:numId="36">
    <w:abstractNumId w:val="45"/>
  </w:num>
  <w:num w:numId="37">
    <w:abstractNumId w:val="25"/>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8"/>
  </w:num>
  <w:num w:numId="41">
    <w:abstractNumId w:val="46"/>
  </w:num>
  <w:num w:numId="42">
    <w:abstractNumId w:val="27"/>
  </w:num>
  <w:num w:numId="43">
    <w:abstractNumId w:val="24"/>
  </w:num>
  <w:num w:numId="44">
    <w:abstractNumId w:val="20"/>
  </w:num>
  <w:num w:numId="45">
    <w:abstractNumId w:val="1"/>
  </w:num>
  <w:num w:numId="46">
    <w:abstractNumId w:val="42"/>
  </w:num>
  <w:num w:numId="47">
    <w:abstractNumId w:val="5"/>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0AF6"/>
    <w:rsid w:val="000008CA"/>
    <w:rsid w:val="00001585"/>
    <w:rsid w:val="000016AB"/>
    <w:rsid w:val="00010B23"/>
    <w:rsid w:val="0001126A"/>
    <w:rsid w:val="000136A4"/>
    <w:rsid w:val="00016B8B"/>
    <w:rsid w:val="000173E3"/>
    <w:rsid w:val="0002189E"/>
    <w:rsid w:val="00025658"/>
    <w:rsid w:val="0003116E"/>
    <w:rsid w:val="00031E11"/>
    <w:rsid w:val="00035504"/>
    <w:rsid w:val="00035E94"/>
    <w:rsid w:val="00036ED1"/>
    <w:rsid w:val="00045F8C"/>
    <w:rsid w:val="000501FE"/>
    <w:rsid w:val="00050E82"/>
    <w:rsid w:val="00054022"/>
    <w:rsid w:val="00060E53"/>
    <w:rsid w:val="000611C7"/>
    <w:rsid w:val="000650F4"/>
    <w:rsid w:val="000656D9"/>
    <w:rsid w:val="0006633D"/>
    <w:rsid w:val="00072B1B"/>
    <w:rsid w:val="00072E3C"/>
    <w:rsid w:val="0007305C"/>
    <w:rsid w:val="000741F2"/>
    <w:rsid w:val="0007447B"/>
    <w:rsid w:val="00074A91"/>
    <w:rsid w:val="000767D6"/>
    <w:rsid w:val="00080FA9"/>
    <w:rsid w:val="00081627"/>
    <w:rsid w:val="0008306D"/>
    <w:rsid w:val="0008372F"/>
    <w:rsid w:val="00085D0B"/>
    <w:rsid w:val="00086EC7"/>
    <w:rsid w:val="000873BB"/>
    <w:rsid w:val="00090E84"/>
    <w:rsid w:val="00091FC2"/>
    <w:rsid w:val="00091FE8"/>
    <w:rsid w:val="000934A1"/>
    <w:rsid w:val="00093FD9"/>
    <w:rsid w:val="00094657"/>
    <w:rsid w:val="000950AA"/>
    <w:rsid w:val="00096142"/>
    <w:rsid w:val="0009711E"/>
    <w:rsid w:val="000A027C"/>
    <w:rsid w:val="000A21C6"/>
    <w:rsid w:val="000A73FE"/>
    <w:rsid w:val="000B5988"/>
    <w:rsid w:val="000B6D25"/>
    <w:rsid w:val="000C18FC"/>
    <w:rsid w:val="000C1C3B"/>
    <w:rsid w:val="000C1C8C"/>
    <w:rsid w:val="000C4089"/>
    <w:rsid w:val="000C69C3"/>
    <w:rsid w:val="000C72DC"/>
    <w:rsid w:val="000D09EA"/>
    <w:rsid w:val="000D3161"/>
    <w:rsid w:val="000D3783"/>
    <w:rsid w:val="000D7870"/>
    <w:rsid w:val="000E1DCB"/>
    <w:rsid w:val="000E2EB7"/>
    <w:rsid w:val="000E3736"/>
    <w:rsid w:val="000F1A03"/>
    <w:rsid w:val="000F3B94"/>
    <w:rsid w:val="000F5C43"/>
    <w:rsid w:val="000F6939"/>
    <w:rsid w:val="000F6E13"/>
    <w:rsid w:val="0010051F"/>
    <w:rsid w:val="00100922"/>
    <w:rsid w:val="001031FA"/>
    <w:rsid w:val="00103C22"/>
    <w:rsid w:val="00104385"/>
    <w:rsid w:val="00104B17"/>
    <w:rsid w:val="001109EA"/>
    <w:rsid w:val="00110CD1"/>
    <w:rsid w:val="001113E1"/>
    <w:rsid w:val="00113EBB"/>
    <w:rsid w:val="00114A12"/>
    <w:rsid w:val="00115824"/>
    <w:rsid w:val="00115CF6"/>
    <w:rsid w:val="00117902"/>
    <w:rsid w:val="00121065"/>
    <w:rsid w:val="00122618"/>
    <w:rsid w:val="001233F0"/>
    <w:rsid w:val="00124DE4"/>
    <w:rsid w:val="00124E5B"/>
    <w:rsid w:val="00126226"/>
    <w:rsid w:val="00130FF2"/>
    <w:rsid w:val="00134645"/>
    <w:rsid w:val="001349E8"/>
    <w:rsid w:val="00134B27"/>
    <w:rsid w:val="00140931"/>
    <w:rsid w:val="001420CF"/>
    <w:rsid w:val="001451DD"/>
    <w:rsid w:val="0014568B"/>
    <w:rsid w:val="001463B3"/>
    <w:rsid w:val="00146CEF"/>
    <w:rsid w:val="0015117E"/>
    <w:rsid w:val="00151FC1"/>
    <w:rsid w:val="00154FFF"/>
    <w:rsid w:val="00157695"/>
    <w:rsid w:val="001630E6"/>
    <w:rsid w:val="001722B3"/>
    <w:rsid w:val="00174B50"/>
    <w:rsid w:val="00177492"/>
    <w:rsid w:val="00180576"/>
    <w:rsid w:val="00182834"/>
    <w:rsid w:val="00186B93"/>
    <w:rsid w:val="00186C0B"/>
    <w:rsid w:val="00190687"/>
    <w:rsid w:val="00190960"/>
    <w:rsid w:val="00191F85"/>
    <w:rsid w:val="00194030"/>
    <w:rsid w:val="00195C9A"/>
    <w:rsid w:val="00196D1C"/>
    <w:rsid w:val="0019700D"/>
    <w:rsid w:val="001975D1"/>
    <w:rsid w:val="001A1E1C"/>
    <w:rsid w:val="001A1FEE"/>
    <w:rsid w:val="001A2963"/>
    <w:rsid w:val="001A2B34"/>
    <w:rsid w:val="001A2C22"/>
    <w:rsid w:val="001A30BF"/>
    <w:rsid w:val="001A4EE3"/>
    <w:rsid w:val="001A543A"/>
    <w:rsid w:val="001A7388"/>
    <w:rsid w:val="001B2ACE"/>
    <w:rsid w:val="001B6EE9"/>
    <w:rsid w:val="001B6F97"/>
    <w:rsid w:val="001C094C"/>
    <w:rsid w:val="001C24BC"/>
    <w:rsid w:val="001C275D"/>
    <w:rsid w:val="001C5039"/>
    <w:rsid w:val="001C5C6F"/>
    <w:rsid w:val="001C6E78"/>
    <w:rsid w:val="001C6E8A"/>
    <w:rsid w:val="001C778A"/>
    <w:rsid w:val="001C7B19"/>
    <w:rsid w:val="001D1CD9"/>
    <w:rsid w:val="001D30E4"/>
    <w:rsid w:val="001D4329"/>
    <w:rsid w:val="001D5AAF"/>
    <w:rsid w:val="001D68EC"/>
    <w:rsid w:val="001E03BE"/>
    <w:rsid w:val="001E4CBA"/>
    <w:rsid w:val="001E7199"/>
    <w:rsid w:val="001F0911"/>
    <w:rsid w:val="001F5863"/>
    <w:rsid w:val="001F6943"/>
    <w:rsid w:val="00201F1F"/>
    <w:rsid w:val="002036B2"/>
    <w:rsid w:val="00205D7F"/>
    <w:rsid w:val="00210F4C"/>
    <w:rsid w:val="00222468"/>
    <w:rsid w:val="0022388A"/>
    <w:rsid w:val="0022614A"/>
    <w:rsid w:val="00226B6E"/>
    <w:rsid w:val="00231F27"/>
    <w:rsid w:val="002331AB"/>
    <w:rsid w:val="00233EE4"/>
    <w:rsid w:val="0023777F"/>
    <w:rsid w:val="00242027"/>
    <w:rsid w:val="00245DC9"/>
    <w:rsid w:val="00247E9D"/>
    <w:rsid w:val="00250CE6"/>
    <w:rsid w:val="00252554"/>
    <w:rsid w:val="00253104"/>
    <w:rsid w:val="002548B3"/>
    <w:rsid w:val="00255B89"/>
    <w:rsid w:val="00257057"/>
    <w:rsid w:val="0026012E"/>
    <w:rsid w:val="0026108A"/>
    <w:rsid w:val="00262978"/>
    <w:rsid w:val="0026392A"/>
    <w:rsid w:val="00271868"/>
    <w:rsid w:val="002734E1"/>
    <w:rsid w:val="00274BBB"/>
    <w:rsid w:val="00275BCB"/>
    <w:rsid w:val="0027626A"/>
    <w:rsid w:val="002768E9"/>
    <w:rsid w:val="00277468"/>
    <w:rsid w:val="00277DA6"/>
    <w:rsid w:val="00282D45"/>
    <w:rsid w:val="00285382"/>
    <w:rsid w:val="002859F1"/>
    <w:rsid w:val="00285B2B"/>
    <w:rsid w:val="00285E90"/>
    <w:rsid w:val="00287500"/>
    <w:rsid w:val="00290591"/>
    <w:rsid w:val="002920A6"/>
    <w:rsid w:val="00293DC7"/>
    <w:rsid w:val="00296C0F"/>
    <w:rsid w:val="00297062"/>
    <w:rsid w:val="002977B3"/>
    <w:rsid w:val="002A02D5"/>
    <w:rsid w:val="002A03DA"/>
    <w:rsid w:val="002A0930"/>
    <w:rsid w:val="002A1291"/>
    <w:rsid w:val="002A2B3B"/>
    <w:rsid w:val="002A6371"/>
    <w:rsid w:val="002B2422"/>
    <w:rsid w:val="002B2F84"/>
    <w:rsid w:val="002B4854"/>
    <w:rsid w:val="002B5C3D"/>
    <w:rsid w:val="002B606A"/>
    <w:rsid w:val="002B6080"/>
    <w:rsid w:val="002C0A19"/>
    <w:rsid w:val="002C1174"/>
    <w:rsid w:val="002C2EBF"/>
    <w:rsid w:val="002C4CB2"/>
    <w:rsid w:val="002C53C1"/>
    <w:rsid w:val="002C5AFE"/>
    <w:rsid w:val="002C75A0"/>
    <w:rsid w:val="002D5072"/>
    <w:rsid w:val="002E0C75"/>
    <w:rsid w:val="002E3C8A"/>
    <w:rsid w:val="002E58EE"/>
    <w:rsid w:val="002E7542"/>
    <w:rsid w:val="002F02DF"/>
    <w:rsid w:val="002F0571"/>
    <w:rsid w:val="002F238D"/>
    <w:rsid w:val="002F2D25"/>
    <w:rsid w:val="002F4ACD"/>
    <w:rsid w:val="002F5F2D"/>
    <w:rsid w:val="002F65E9"/>
    <w:rsid w:val="002F7367"/>
    <w:rsid w:val="00300368"/>
    <w:rsid w:val="00300959"/>
    <w:rsid w:val="0030115C"/>
    <w:rsid w:val="003037EB"/>
    <w:rsid w:val="00305320"/>
    <w:rsid w:val="003072B3"/>
    <w:rsid w:val="00310707"/>
    <w:rsid w:val="00314644"/>
    <w:rsid w:val="00314977"/>
    <w:rsid w:val="00316026"/>
    <w:rsid w:val="00316B86"/>
    <w:rsid w:val="00316FAA"/>
    <w:rsid w:val="00317C94"/>
    <w:rsid w:val="003202DD"/>
    <w:rsid w:val="00322296"/>
    <w:rsid w:val="00324B5A"/>
    <w:rsid w:val="003262ED"/>
    <w:rsid w:val="003268E2"/>
    <w:rsid w:val="00334E73"/>
    <w:rsid w:val="0033527B"/>
    <w:rsid w:val="00335360"/>
    <w:rsid w:val="003357D5"/>
    <w:rsid w:val="00335CCE"/>
    <w:rsid w:val="00335DBC"/>
    <w:rsid w:val="00340C36"/>
    <w:rsid w:val="003417D0"/>
    <w:rsid w:val="00347B67"/>
    <w:rsid w:val="0035040A"/>
    <w:rsid w:val="00352BF3"/>
    <w:rsid w:val="00352EC5"/>
    <w:rsid w:val="0035587D"/>
    <w:rsid w:val="00356310"/>
    <w:rsid w:val="003568E9"/>
    <w:rsid w:val="00357A31"/>
    <w:rsid w:val="0036095F"/>
    <w:rsid w:val="00360FBB"/>
    <w:rsid w:val="00362578"/>
    <w:rsid w:val="003677A1"/>
    <w:rsid w:val="003679FD"/>
    <w:rsid w:val="003726E2"/>
    <w:rsid w:val="00373B76"/>
    <w:rsid w:val="00377BE5"/>
    <w:rsid w:val="00377D22"/>
    <w:rsid w:val="00380867"/>
    <w:rsid w:val="00382274"/>
    <w:rsid w:val="003835AD"/>
    <w:rsid w:val="0038386B"/>
    <w:rsid w:val="003838D1"/>
    <w:rsid w:val="003857A9"/>
    <w:rsid w:val="00385A75"/>
    <w:rsid w:val="003922B7"/>
    <w:rsid w:val="0039294D"/>
    <w:rsid w:val="003968F4"/>
    <w:rsid w:val="003A0719"/>
    <w:rsid w:val="003A1962"/>
    <w:rsid w:val="003A1C45"/>
    <w:rsid w:val="003A303F"/>
    <w:rsid w:val="003A3911"/>
    <w:rsid w:val="003A3EFF"/>
    <w:rsid w:val="003A59BA"/>
    <w:rsid w:val="003A5EEB"/>
    <w:rsid w:val="003A78B2"/>
    <w:rsid w:val="003A78DC"/>
    <w:rsid w:val="003B0746"/>
    <w:rsid w:val="003B3E93"/>
    <w:rsid w:val="003B4468"/>
    <w:rsid w:val="003B4521"/>
    <w:rsid w:val="003B495F"/>
    <w:rsid w:val="003B4CF5"/>
    <w:rsid w:val="003B5F15"/>
    <w:rsid w:val="003B6A0C"/>
    <w:rsid w:val="003B7889"/>
    <w:rsid w:val="003C5C1E"/>
    <w:rsid w:val="003C6411"/>
    <w:rsid w:val="003D2108"/>
    <w:rsid w:val="003D7C8A"/>
    <w:rsid w:val="003E01E1"/>
    <w:rsid w:val="003E2590"/>
    <w:rsid w:val="003E3848"/>
    <w:rsid w:val="003E38F5"/>
    <w:rsid w:val="003E4B49"/>
    <w:rsid w:val="003E66B1"/>
    <w:rsid w:val="003E7D89"/>
    <w:rsid w:val="003F175A"/>
    <w:rsid w:val="003F5A3F"/>
    <w:rsid w:val="003F7E07"/>
    <w:rsid w:val="00402A45"/>
    <w:rsid w:val="0040351A"/>
    <w:rsid w:val="00403539"/>
    <w:rsid w:val="00411A56"/>
    <w:rsid w:val="00411DEC"/>
    <w:rsid w:val="00413F46"/>
    <w:rsid w:val="0041529C"/>
    <w:rsid w:val="00415958"/>
    <w:rsid w:val="0041783C"/>
    <w:rsid w:val="004201AA"/>
    <w:rsid w:val="004210ED"/>
    <w:rsid w:val="00422DDC"/>
    <w:rsid w:val="0042489E"/>
    <w:rsid w:val="004256B5"/>
    <w:rsid w:val="004258D3"/>
    <w:rsid w:val="00427622"/>
    <w:rsid w:val="00427C2F"/>
    <w:rsid w:val="004303DD"/>
    <w:rsid w:val="00431095"/>
    <w:rsid w:val="00431D3C"/>
    <w:rsid w:val="00432015"/>
    <w:rsid w:val="00433330"/>
    <w:rsid w:val="004371F7"/>
    <w:rsid w:val="004376E1"/>
    <w:rsid w:val="00437883"/>
    <w:rsid w:val="004406BE"/>
    <w:rsid w:val="004453D5"/>
    <w:rsid w:val="004509B8"/>
    <w:rsid w:val="00452293"/>
    <w:rsid w:val="004538CC"/>
    <w:rsid w:val="004666DD"/>
    <w:rsid w:val="00466E58"/>
    <w:rsid w:val="00467B77"/>
    <w:rsid w:val="00470D0A"/>
    <w:rsid w:val="004728F3"/>
    <w:rsid w:val="004730EE"/>
    <w:rsid w:val="004746C5"/>
    <w:rsid w:val="004765D9"/>
    <w:rsid w:val="00480AB9"/>
    <w:rsid w:val="004819F9"/>
    <w:rsid w:val="0048437A"/>
    <w:rsid w:val="00486F9E"/>
    <w:rsid w:val="004873DF"/>
    <w:rsid w:val="00490146"/>
    <w:rsid w:val="004919EC"/>
    <w:rsid w:val="00492351"/>
    <w:rsid w:val="00492724"/>
    <w:rsid w:val="00496EC5"/>
    <w:rsid w:val="004A206E"/>
    <w:rsid w:val="004A3E66"/>
    <w:rsid w:val="004A41A5"/>
    <w:rsid w:val="004A523F"/>
    <w:rsid w:val="004B08E8"/>
    <w:rsid w:val="004B4496"/>
    <w:rsid w:val="004B78E0"/>
    <w:rsid w:val="004C24B2"/>
    <w:rsid w:val="004C2E8D"/>
    <w:rsid w:val="004C3373"/>
    <w:rsid w:val="004C5CAD"/>
    <w:rsid w:val="004C64B2"/>
    <w:rsid w:val="004D124F"/>
    <w:rsid w:val="004D2E38"/>
    <w:rsid w:val="004D4033"/>
    <w:rsid w:val="004D6FEE"/>
    <w:rsid w:val="004E2058"/>
    <w:rsid w:val="004E23BD"/>
    <w:rsid w:val="004E5758"/>
    <w:rsid w:val="004F2BF3"/>
    <w:rsid w:val="004F447E"/>
    <w:rsid w:val="005027D8"/>
    <w:rsid w:val="00502E58"/>
    <w:rsid w:val="00503753"/>
    <w:rsid w:val="00503F75"/>
    <w:rsid w:val="00504DD0"/>
    <w:rsid w:val="00504E3D"/>
    <w:rsid w:val="0050555E"/>
    <w:rsid w:val="00505F2A"/>
    <w:rsid w:val="00507F0E"/>
    <w:rsid w:val="005167B1"/>
    <w:rsid w:val="00517C25"/>
    <w:rsid w:val="00523D9A"/>
    <w:rsid w:val="005251C2"/>
    <w:rsid w:val="00525524"/>
    <w:rsid w:val="0052645F"/>
    <w:rsid w:val="00526EA8"/>
    <w:rsid w:val="005270E4"/>
    <w:rsid w:val="005311D6"/>
    <w:rsid w:val="00534CF0"/>
    <w:rsid w:val="00535818"/>
    <w:rsid w:val="005358A8"/>
    <w:rsid w:val="00545A1A"/>
    <w:rsid w:val="005460D5"/>
    <w:rsid w:val="00550583"/>
    <w:rsid w:val="00560952"/>
    <w:rsid w:val="00562FD9"/>
    <w:rsid w:val="00563151"/>
    <w:rsid w:val="0056481E"/>
    <w:rsid w:val="00565535"/>
    <w:rsid w:val="0057239E"/>
    <w:rsid w:val="00572FAD"/>
    <w:rsid w:val="00573AAE"/>
    <w:rsid w:val="0057402D"/>
    <w:rsid w:val="005751D8"/>
    <w:rsid w:val="005756AC"/>
    <w:rsid w:val="00577C6B"/>
    <w:rsid w:val="005820E2"/>
    <w:rsid w:val="00582417"/>
    <w:rsid w:val="005840F2"/>
    <w:rsid w:val="00584350"/>
    <w:rsid w:val="00584483"/>
    <w:rsid w:val="005853F7"/>
    <w:rsid w:val="00585B3E"/>
    <w:rsid w:val="00586C5C"/>
    <w:rsid w:val="00587BE6"/>
    <w:rsid w:val="00587DAF"/>
    <w:rsid w:val="00587E1D"/>
    <w:rsid w:val="00590DF9"/>
    <w:rsid w:val="005925B2"/>
    <w:rsid w:val="00592DC1"/>
    <w:rsid w:val="00595C5B"/>
    <w:rsid w:val="005969F0"/>
    <w:rsid w:val="00596E72"/>
    <w:rsid w:val="005A18C3"/>
    <w:rsid w:val="005A2CCE"/>
    <w:rsid w:val="005A3C79"/>
    <w:rsid w:val="005A46D5"/>
    <w:rsid w:val="005A4A6D"/>
    <w:rsid w:val="005A5C69"/>
    <w:rsid w:val="005A7A8A"/>
    <w:rsid w:val="005B009C"/>
    <w:rsid w:val="005B0C47"/>
    <w:rsid w:val="005B3B8F"/>
    <w:rsid w:val="005B7344"/>
    <w:rsid w:val="005B7D38"/>
    <w:rsid w:val="005C281D"/>
    <w:rsid w:val="005C4ADF"/>
    <w:rsid w:val="005C5821"/>
    <w:rsid w:val="005C78AB"/>
    <w:rsid w:val="005C7D3B"/>
    <w:rsid w:val="005D0848"/>
    <w:rsid w:val="005D0CF5"/>
    <w:rsid w:val="005D2B25"/>
    <w:rsid w:val="005D3C61"/>
    <w:rsid w:val="005E056F"/>
    <w:rsid w:val="005E3B00"/>
    <w:rsid w:val="005E4C2A"/>
    <w:rsid w:val="005F042C"/>
    <w:rsid w:val="005F163B"/>
    <w:rsid w:val="005F1A7D"/>
    <w:rsid w:val="005F1C49"/>
    <w:rsid w:val="005F4222"/>
    <w:rsid w:val="005F48FB"/>
    <w:rsid w:val="005F77A5"/>
    <w:rsid w:val="006002A9"/>
    <w:rsid w:val="00600AFF"/>
    <w:rsid w:val="00601F08"/>
    <w:rsid w:val="0060545D"/>
    <w:rsid w:val="00606BE3"/>
    <w:rsid w:val="00610B5C"/>
    <w:rsid w:val="0061536C"/>
    <w:rsid w:val="00622C03"/>
    <w:rsid w:val="0062350D"/>
    <w:rsid w:val="006247FB"/>
    <w:rsid w:val="00625D52"/>
    <w:rsid w:val="0062756E"/>
    <w:rsid w:val="006303BC"/>
    <w:rsid w:val="006306F2"/>
    <w:rsid w:val="006330D6"/>
    <w:rsid w:val="006341FD"/>
    <w:rsid w:val="00634543"/>
    <w:rsid w:val="006375B6"/>
    <w:rsid w:val="006443F4"/>
    <w:rsid w:val="00644D8E"/>
    <w:rsid w:val="00645443"/>
    <w:rsid w:val="00647288"/>
    <w:rsid w:val="00650FB1"/>
    <w:rsid w:val="006515E4"/>
    <w:rsid w:val="00651EEE"/>
    <w:rsid w:val="00652250"/>
    <w:rsid w:val="006562C1"/>
    <w:rsid w:val="00656EEA"/>
    <w:rsid w:val="00660B39"/>
    <w:rsid w:val="00661A62"/>
    <w:rsid w:val="00663AA2"/>
    <w:rsid w:val="00663BAE"/>
    <w:rsid w:val="00664499"/>
    <w:rsid w:val="006662AD"/>
    <w:rsid w:val="00670283"/>
    <w:rsid w:val="00670D66"/>
    <w:rsid w:val="00671B1A"/>
    <w:rsid w:val="00671EB2"/>
    <w:rsid w:val="0067292A"/>
    <w:rsid w:val="006749C4"/>
    <w:rsid w:val="00676565"/>
    <w:rsid w:val="006773A3"/>
    <w:rsid w:val="00677964"/>
    <w:rsid w:val="00677B76"/>
    <w:rsid w:val="00682CF6"/>
    <w:rsid w:val="00684184"/>
    <w:rsid w:val="0069342C"/>
    <w:rsid w:val="0069375A"/>
    <w:rsid w:val="006947E2"/>
    <w:rsid w:val="00696430"/>
    <w:rsid w:val="006A037B"/>
    <w:rsid w:val="006A1D86"/>
    <w:rsid w:val="006A3439"/>
    <w:rsid w:val="006A3570"/>
    <w:rsid w:val="006A3DCC"/>
    <w:rsid w:val="006A3ED9"/>
    <w:rsid w:val="006A604C"/>
    <w:rsid w:val="006A6433"/>
    <w:rsid w:val="006A7372"/>
    <w:rsid w:val="006A7C1A"/>
    <w:rsid w:val="006B100A"/>
    <w:rsid w:val="006B1C95"/>
    <w:rsid w:val="006B3664"/>
    <w:rsid w:val="006B4BD9"/>
    <w:rsid w:val="006B7B0E"/>
    <w:rsid w:val="006C1956"/>
    <w:rsid w:val="006C1CDF"/>
    <w:rsid w:val="006C38CA"/>
    <w:rsid w:val="006C4AAF"/>
    <w:rsid w:val="006C5B99"/>
    <w:rsid w:val="006C641F"/>
    <w:rsid w:val="006D08B3"/>
    <w:rsid w:val="006D27AF"/>
    <w:rsid w:val="006D5D20"/>
    <w:rsid w:val="006E07F0"/>
    <w:rsid w:val="006E0FCF"/>
    <w:rsid w:val="006E10E4"/>
    <w:rsid w:val="006E491D"/>
    <w:rsid w:val="006E5BF0"/>
    <w:rsid w:val="006E6C4F"/>
    <w:rsid w:val="006E7082"/>
    <w:rsid w:val="006F018F"/>
    <w:rsid w:val="006F2582"/>
    <w:rsid w:val="006F6514"/>
    <w:rsid w:val="006F655C"/>
    <w:rsid w:val="006F6A57"/>
    <w:rsid w:val="006F6FF2"/>
    <w:rsid w:val="00702577"/>
    <w:rsid w:val="00706673"/>
    <w:rsid w:val="0070700C"/>
    <w:rsid w:val="00707A0D"/>
    <w:rsid w:val="00710DC1"/>
    <w:rsid w:val="00710FA7"/>
    <w:rsid w:val="007115C7"/>
    <w:rsid w:val="00711A36"/>
    <w:rsid w:val="00712FA4"/>
    <w:rsid w:val="0071460B"/>
    <w:rsid w:val="0071479C"/>
    <w:rsid w:val="00715628"/>
    <w:rsid w:val="00715941"/>
    <w:rsid w:val="00717D77"/>
    <w:rsid w:val="007206CD"/>
    <w:rsid w:val="0072503D"/>
    <w:rsid w:val="00727112"/>
    <w:rsid w:val="00727493"/>
    <w:rsid w:val="00730C34"/>
    <w:rsid w:val="007323F8"/>
    <w:rsid w:val="007361F7"/>
    <w:rsid w:val="00737234"/>
    <w:rsid w:val="00740635"/>
    <w:rsid w:val="00741146"/>
    <w:rsid w:val="00741B07"/>
    <w:rsid w:val="007476E4"/>
    <w:rsid w:val="00750C56"/>
    <w:rsid w:val="00751486"/>
    <w:rsid w:val="00754656"/>
    <w:rsid w:val="00762DC7"/>
    <w:rsid w:val="00763355"/>
    <w:rsid w:val="00766988"/>
    <w:rsid w:val="007679D7"/>
    <w:rsid w:val="00771083"/>
    <w:rsid w:val="0077188F"/>
    <w:rsid w:val="00772181"/>
    <w:rsid w:val="00772B27"/>
    <w:rsid w:val="00776483"/>
    <w:rsid w:val="00777926"/>
    <w:rsid w:val="0078023D"/>
    <w:rsid w:val="0078129F"/>
    <w:rsid w:val="00781A23"/>
    <w:rsid w:val="00783C87"/>
    <w:rsid w:val="00785234"/>
    <w:rsid w:val="007854BD"/>
    <w:rsid w:val="00785B3A"/>
    <w:rsid w:val="00786A75"/>
    <w:rsid w:val="007902FF"/>
    <w:rsid w:val="00791ED3"/>
    <w:rsid w:val="00792467"/>
    <w:rsid w:val="007964CF"/>
    <w:rsid w:val="007973F6"/>
    <w:rsid w:val="007A1630"/>
    <w:rsid w:val="007A2B82"/>
    <w:rsid w:val="007B472F"/>
    <w:rsid w:val="007B4DCB"/>
    <w:rsid w:val="007B6BFE"/>
    <w:rsid w:val="007C0AF6"/>
    <w:rsid w:val="007C41BF"/>
    <w:rsid w:val="007C6157"/>
    <w:rsid w:val="007C6517"/>
    <w:rsid w:val="007D34AE"/>
    <w:rsid w:val="007D3A93"/>
    <w:rsid w:val="007D3F12"/>
    <w:rsid w:val="007D40DF"/>
    <w:rsid w:val="007D666F"/>
    <w:rsid w:val="007D6A37"/>
    <w:rsid w:val="007D719B"/>
    <w:rsid w:val="007D7ED5"/>
    <w:rsid w:val="007E5B2F"/>
    <w:rsid w:val="007E61A8"/>
    <w:rsid w:val="007E703B"/>
    <w:rsid w:val="007E7C75"/>
    <w:rsid w:val="007F0593"/>
    <w:rsid w:val="007F376B"/>
    <w:rsid w:val="007F4655"/>
    <w:rsid w:val="007F5DBD"/>
    <w:rsid w:val="00800082"/>
    <w:rsid w:val="00800C4A"/>
    <w:rsid w:val="008012FC"/>
    <w:rsid w:val="00802571"/>
    <w:rsid w:val="008027AA"/>
    <w:rsid w:val="00802A50"/>
    <w:rsid w:val="008037CD"/>
    <w:rsid w:val="008046AA"/>
    <w:rsid w:val="008046E3"/>
    <w:rsid w:val="008052DD"/>
    <w:rsid w:val="0081053E"/>
    <w:rsid w:val="00811BC4"/>
    <w:rsid w:val="00814E2E"/>
    <w:rsid w:val="00815051"/>
    <w:rsid w:val="008165CF"/>
    <w:rsid w:val="00820006"/>
    <w:rsid w:val="00820622"/>
    <w:rsid w:val="00821D19"/>
    <w:rsid w:val="00823757"/>
    <w:rsid w:val="0082411A"/>
    <w:rsid w:val="00825C6E"/>
    <w:rsid w:val="00826269"/>
    <w:rsid w:val="0082653A"/>
    <w:rsid w:val="00826999"/>
    <w:rsid w:val="00827DAC"/>
    <w:rsid w:val="008305D8"/>
    <w:rsid w:val="0083246E"/>
    <w:rsid w:val="008339CB"/>
    <w:rsid w:val="008340F0"/>
    <w:rsid w:val="0083496B"/>
    <w:rsid w:val="00834A72"/>
    <w:rsid w:val="00834CD9"/>
    <w:rsid w:val="00834F22"/>
    <w:rsid w:val="008416F6"/>
    <w:rsid w:val="00842805"/>
    <w:rsid w:val="00842ED5"/>
    <w:rsid w:val="00842F4C"/>
    <w:rsid w:val="00843031"/>
    <w:rsid w:val="00844C9B"/>
    <w:rsid w:val="00845B14"/>
    <w:rsid w:val="00845EBB"/>
    <w:rsid w:val="00846A65"/>
    <w:rsid w:val="00847566"/>
    <w:rsid w:val="00851C1E"/>
    <w:rsid w:val="008524AC"/>
    <w:rsid w:val="0085637B"/>
    <w:rsid w:val="0085697F"/>
    <w:rsid w:val="00856FAF"/>
    <w:rsid w:val="00862339"/>
    <w:rsid w:val="00862684"/>
    <w:rsid w:val="008642EA"/>
    <w:rsid w:val="008643BD"/>
    <w:rsid w:val="00864517"/>
    <w:rsid w:val="008663E1"/>
    <w:rsid w:val="00866D7E"/>
    <w:rsid w:val="00867DB7"/>
    <w:rsid w:val="008700C0"/>
    <w:rsid w:val="00871348"/>
    <w:rsid w:val="00873470"/>
    <w:rsid w:val="0087409A"/>
    <w:rsid w:val="00874158"/>
    <w:rsid w:val="00876A82"/>
    <w:rsid w:val="00877E7D"/>
    <w:rsid w:val="00880AEE"/>
    <w:rsid w:val="00881A92"/>
    <w:rsid w:val="00881B28"/>
    <w:rsid w:val="0088564E"/>
    <w:rsid w:val="00885BD0"/>
    <w:rsid w:val="00891865"/>
    <w:rsid w:val="00894AAB"/>
    <w:rsid w:val="00894AD0"/>
    <w:rsid w:val="008956AD"/>
    <w:rsid w:val="0089660A"/>
    <w:rsid w:val="00897AA7"/>
    <w:rsid w:val="008A05B5"/>
    <w:rsid w:val="008A1456"/>
    <w:rsid w:val="008A237E"/>
    <w:rsid w:val="008A3CAA"/>
    <w:rsid w:val="008A548A"/>
    <w:rsid w:val="008A5AA7"/>
    <w:rsid w:val="008A5D50"/>
    <w:rsid w:val="008A6E7A"/>
    <w:rsid w:val="008B042E"/>
    <w:rsid w:val="008B1F53"/>
    <w:rsid w:val="008B6D45"/>
    <w:rsid w:val="008C0B8A"/>
    <w:rsid w:val="008C5B68"/>
    <w:rsid w:val="008D13B4"/>
    <w:rsid w:val="008D1B48"/>
    <w:rsid w:val="008D6904"/>
    <w:rsid w:val="008E0C7E"/>
    <w:rsid w:val="008E137C"/>
    <w:rsid w:val="008E15CD"/>
    <w:rsid w:val="008E4B35"/>
    <w:rsid w:val="008E4C61"/>
    <w:rsid w:val="008E57B4"/>
    <w:rsid w:val="008E6568"/>
    <w:rsid w:val="008F479E"/>
    <w:rsid w:val="008F4CBB"/>
    <w:rsid w:val="008F6046"/>
    <w:rsid w:val="00900C2E"/>
    <w:rsid w:val="009010EA"/>
    <w:rsid w:val="00902FD9"/>
    <w:rsid w:val="0090644C"/>
    <w:rsid w:val="00906603"/>
    <w:rsid w:val="009113B9"/>
    <w:rsid w:val="00912483"/>
    <w:rsid w:val="00913996"/>
    <w:rsid w:val="009148B2"/>
    <w:rsid w:val="00920486"/>
    <w:rsid w:val="00920AED"/>
    <w:rsid w:val="00922E8C"/>
    <w:rsid w:val="009254F5"/>
    <w:rsid w:val="009258BE"/>
    <w:rsid w:val="00927074"/>
    <w:rsid w:val="009270A4"/>
    <w:rsid w:val="00931A8F"/>
    <w:rsid w:val="009332CB"/>
    <w:rsid w:val="009402EC"/>
    <w:rsid w:val="00941F9E"/>
    <w:rsid w:val="00941FFA"/>
    <w:rsid w:val="00943A2A"/>
    <w:rsid w:val="00944BAF"/>
    <w:rsid w:val="00945181"/>
    <w:rsid w:val="00945F14"/>
    <w:rsid w:val="00946BAD"/>
    <w:rsid w:val="00947D4C"/>
    <w:rsid w:val="00947FDE"/>
    <w:rsid w:val="009504E0"/>
    <w:rsid w:val="00950B1E"/>
    <w:rsid w:val="00950DEB"/>
    <w:rsid w:val="009513BF"/>
    <w:rsid w:val="0095362E"/>
    <w:rsid w:val="00953F3B"/>
    <w:rsid w:val="009541F2"/>
    <w:rsid w:val="00954478"/>
    <w:rsid w:val="00954950"/>
    <w:rsid w:val="00956401"/>
    <w:rsid w:val="00960F36"/>
    <w:rsid w:val="00962428"/>
    <w:rsid w:val="00965866"/>
    <w:rsid w:val="0096644D"/>
    <w:rsid w:val="00966595"/>
    <w:rsid w:val="00972A57"/>
    <w:rsid w:val="00974982"/>
    <w:rsid w:val="00974C7A"/>
    <w:rsid w:val="00984438"/>
    <w:rsid w:val="00986101"/>
    <w:rsid w:val="00986890"/>
    <w:rsid w:val="00991F28"/>
    <w:rsid w:val="00993251"/>
    <w:rsid w:val="00993945"/>
    <w:rsid w:val="00994CDC"/>
    <w:rsid w:val="00996912"/>
    <w:rsid w:val="009A18C9"/>
    <w:rsid w:val="009A245F"/>
    <w:rsid w:val="009A38E6"/>
    <w:rsid w:val="009A47CB"/>
    <w:rsid w:val="009A7AB1"/>
    <w:rsid w:val="009A7E94"/>
    <w:rsid w:val="009B09C3"/>
    <w:rsid w:val="009B147D"/>
    <w:rsid w:val="009B27BA"/>
    <w:rsid w:val="009B4A7F"/>
    <w:rsid w:val="009B593B"/>
    <w:rsid w:val="009C00EA"/>
    <w:rsid w:val="009C1CD4"/>
    <w:rsid w:val="009C1FD1"/>
    <w:rsid w:val="009C2BEF"/>
    <w:rsid w:val="009C2DC8"/>
    <w:rsid w:val="009C3C0F"/>
    <w:rsid w:val="009D1833"/>
    <w:rsid w:val="009D1F12"/>
    <w:rsid w:val="009D4F27"/>
    <w:rsid w:val="009D63CC"/>
    <w:rsid w:val="009D6EAE"/>
    <w:rsid w:val="009E263C"/>
    <w:rsid w:val="009E653D"/>
    <w:rsid w:val="009E70F3"/>
    <w:rsid w:val="009F0001"/>
    <w:rsid w:val="009F05D1"/>
    <w:rsid w:val="009F1876"/>
    <w:rsid w:val="009F3CAB"/>
    <w:rsid w:val="009F7311"/>
    <w:rsid w:val="009F79DF"/>
    <w:rsid w:val="00A0277F"/>
    <w:rsid w:val="00A0342C"/>
    <w:rsid w:val="00A03CFC"/>
    <w:rsid w:val="00A0597A"/>
    <w:rsid w:val="00A076AD"/>
    <w:rsid w:val="00A128EA"/>
    <w:rsid w:val="00A15B31"/>
    <w:rsid w:val="00A1748A"/>
    <w:rsid w:val="00A24405"/>
    <w:rsid w:val="00A24E07"/>
    <w:rsid w:val="00A25106"/>
    <w:rsid w:val="00A265CB"/>
    <w:rsid w:val="00A26BC4"/>
    <w:rsid w:val="00A319AB"/>
    <w:rsid w:val="00A31EBD"/>
    <w:rsid w:val="00A33F6A"/>
    <w:rsid w:val="00A3517B"/>
    <w:rsid w:val="00A356C1"/>
    <w:rsid w:val="00A4121A"/>
    <w:rsid w:val="00A43473"/>
    <w:rsid w:val="00A44756"/>
    <w:rsid w:val="00A4699D"/>
    <w:rsid w:val="00A5085E"/>
    <w:rsid w:val="00A52165"/>
    <w:rsid w:val="00A52D56"/>
    <w:rsid w:val="00A53AE3"/>
    <w:rsid w:val="00A6156B"/>
    <w:rsid w:val="00A61D65"/>
    <w:rsid w:val="00A61EC0"/>
    <w:rsid w:val="00A626A4"/>
    <w:rsid w:val="00A63E25"/>
    <w:rsid w:val="00A64D9C"/>
    <w:rsid w:val="00A66F45"/>
    <w:rsid w:val="00A70EAF"/>
    <w:rsid w:val="00A714DD"/>
    <w:rsid w:val="00A718AB"/>
    <w:rsid w:val="00A71B6C"/>
    <w:rsid w:val="00A769F1"/>
    <w:rsid w:val="00A77077"/>
    <w:rsid w:val="00A83915"/>
    <w:rsid w:val="00A84422"/>
    <w:rsid w:val="00A84511"/>
    <w:rsid w:val="00A848C5"/>
    <w:rsid w:val="00A86E2E"/>
    <w:rsid w:val="00A90511"/>
    <w:rsid w:val="00A914C5"/>
    <w:rsid w:val="00A91A0C"/>
    <w:rsid w:val="00A93085"/>
    <w:rsid w:val="00A96F3D"/>
    <w:rsid w:val="00A97C0C"/>
    <w:rsid w:val="00AA0093"/>
    <w:rsid w:val="00AA1740"/>
    <w:rsid w:val="00AA39C5"/>
    <w:rsid w:val="00AB0BA7"/>
    <w:rsid w:val="00AB1658"/>
    <w:rsid w:val="00AB1CD6"/>
    <w:rsid w:val="00AB2024"/>
    <w:rsid w:val="00AB271B"/>
    <w:rsid w:val="00AB554B"/>
    <w:rsid w:val="00AC037A"/>
    <w:rsid w:val="00AC391F"/>
    <w:rsid w:val="00AD1FFA"/>
    <w:rsid w:val="00AD22B9"/>
    <w:rsid w:val="00AD5DA9"/>
    <w:rsid w:val="00AE0953"/>
    <w:rsid w:val="00AE2FFA"/>
    <w:rsid w:val="00AE4F5A"/>
    <w:rsid w:val="00AE5F70"/>
    <w:rsid w:val="00AF21BA"/>
    <w:rsid w:val="00AF319D"/>
    <w:rsid w:val="00AF3E68"/>
    <w:rsid w:val="00AF7782"/>
    <w:rsid w:val="00AF7790"/>
    <w:rsid w:val="00B02026"/>
    <w:rsid w:val="00B023FB"/>
    <w:rsid w:val="00B038AF"/>
    <w:rsid w:val="00B03B4F"/>
    <w:rsid w:val="00B05E4F"/>
    <w:rsid w:val="00B06AA5"/>
    <w:rsid w:val="00B07799"/>
    <w:rsid w:val="00B1156A"/>
    <w:rsid w:val="00B137C5"/>
    <w:rsid w:val="00B172ED"/>
    <w:rsid w:val="00B201E6"/>
    <w:rsid w:val="00B2057D"/>
    <w:rsid w:val="00B206EF"/>
    <w:rsid w:val="00B24BBA"/>
    <w:rsid w:val="00B25E8F"/>
    <w:rsid w:val="00B31354"/>
    <w:rsid w:val="00B31AB0"/>
    <w:rsid w:val="00B32214"/>
    <w:rsid w:val="00B32650"/>
    <w:rsid w:val="00B32ED6"/>
    <w:rsid w:val="00B331F5"/>
    <w:rsid w:val="00B349DA"/>
    <w:rsid w:val="00B34E3C"/>
    <w:rsid w:val="00B3744A"/>
    <w:rsid w:val="00B413E9"/>
    <w:rsid w:val="00B419DD"/>
    <w:rsid w:val="00B42748"/>
    <w:rsid w:val="00B4641C"/>
    <w:rsid w:val="00B46505"/>
    <w:rsid w:val="00B4779A"/>
    <w:rsid w:val="00B47A19"/>
    <w:rsid w:val="00B50F37"/>
    <w:rsid w:val="00B51A46"/>
    <w:rsid w:val="00B522AE"/>
    <w:rsid w:val="00B53A44"/>
    <w:rsid w:val="00B5468A"/>
    <w:rsid w:val="00B54B13"/>
    <w:rsid w:val="00B56B9A"/>
    <w:rsid w:val="00B6058B"/>
    <w:rsid w:val="00B63AA0"/>
    <w:rsid w:val="00B65A8C"/>
    <w:rsid w:val="00B66BA5"/>
    <w:rsid w:val="00B66D95"/>
    <w:rsid w:val="00B671D0"/>
    <w:rsid w:val="00B706BD"/>
    <w:rsid w:val="00B725DF"/>
    <w:rsid w:val="00B75C24"/>
    <w:rsid w:val="00B76EAE"/>
    <w:rsid w:val="00B8042C"/>
    <w:rsid w:val="00B81337"/>
    <w:rsid w:val="00B82D7F"/>
    <w:rsid w:val="00B830B7"/>
    <w:rsid w:val="00B87C48"/>
    <w:rsid w:val="00B87DC5"/>
    <w:rsid w:val="00B93D04"/>
    <w:rsid w:val="00B96A15"/>
    <w:rsid w:val="00B96B70"/>
    <w:rsid w:val="00B97170"/>
    <w:rsid w:val="00B97397"/>
    <w:rsid w:val="00BA06E7"/>
    <w:rsid w:val="00BA3001"/>
    <w:rsid w:val="00BA36C2"/>
    <w:rsid w:val="00BA3FC8"/>
    <w:rsid w:val="00BA527D"/>
    <w:rsid w:val="00BA628F"/>
    <w:rsid w:val="00BA721D"/>
    <w:rsid w:val="00BA77B1"/>
    <w:rsid w:val="00BB0724"/>
    <w:rsid w:val="00BB187A"/>
    <w:rsid w:val="00BB1BF7"/>
    <w:rsid w:val="00BB311A"/>
    <w:rsid w:val="00BB4C37"/>
    <w:rsid w:val="00BB6557"/>
    <w:rsid w:val="00BB6E2C"/>
    <w:rsid w:val="00BB7AD1"/>
    <w:rsid w:val="00BB7C22"/>
    <w:rsid w:val="00BB7D38"/>
    <w:rsid w:val="00BB7EEE"/>
    <w:rsid w:val="00BC6EA4"/>
    <w:rsid w:val="00BC7FC2"/>
    <w:rsid w:val="00BD2964"/>
    <w:rsid w:val="00BD4325"/>
    <w:rsid w:val="00BD634B"/>
    <w:rsid w:val="00BD724A"/>
    <w:rsid w:val="00BE1B06"/>
    <w:rsid w:val="00BE2F9F"/>
    <w:rsid w:val="00BF0ED7"/>
    <w:rsid w:val="00BF437B"/>
    <w:rsid w:val="00BF4957"/>
    <w:rsid w:val="00C00220"/>
    <w:rsid w:val="00C02E9F"/>
    <w:rsid w:val="00C0775D"/>
    <w:rsid w:val="00C163BC"/>
    <w:rsid w:val="00C1725F"/>
    <w:rsid w:val="00C17972"/>
    <w:rsid w:val="00C2082C"/>
    <w:rsid w:val="00C21A7C"/>
    <w:rsid w:val="00C22E6D"/>
    <w:rsid w:val="00C23753"/>
    <w:rsid w:val="00C23B95"/>
    <w:rsid w:val="00C23D2D"/>
    <w:rsid w:val="00C24A05"/>
    <w:rsid w:val="00C2567D"/>
    <w:rsid w:val="00C257E9"/>
    <w:rsid w:val="00C2592C"/>
    <w:rsid w:val="00C33358"/>
    <w:rsid w:val="00C37D5B"/>
    <w:rsid w:val="00C4176D"/>
    <w:rsid w:val="00C430CB"/>
    <w:rsid w:val="00C45A24"/>
    <w:rsid w:val="00C46E38"/>
    <w:rsid w:val="00C50BC7"/>
    <w:rsid w:val="00C515EC"/>
    <w:rsid w:val="00C535AD"/>
    <w:rsid w:val="00C53C07"/>
    <w:rsid w:val="00C55725"/>
    <w:rsid w:val="00C5675F"/>
    <w:rsid w:val="00C60A3C"/>
    <w:rsid w:val="00C60B12"/>
    <w:rsid w:val="00C6157E"/>
    <w:rsid w:val="00C66437"/>
    <w:rsid w:val="00C66612"/>
    <w:rsid w:val="00C75DEA"/>
    <w:rsid w:val="00C77DF0"/>
    <w:rsid w:val="00C812D6"/>
    <w:rsid w:val="00C84293"/>
    <w:rsid w:val="00C85CD3"/>
    <w:rsid w:val="00C9172D"/>
    <w:rsid w:val="00C94694"/>
    <w:rsid w:val="00C956E8"/>
    <w:rsid w:val="00CA05FA"/>
    <w:rsid w:val="00CA1022"/>
    <w:rsid w:val="00CA1B8E"/>
    <w:rsid w:val="00CA4701"/>
    <w:rsid w:val="00CA690A"/>
    <w:rsid w:val="00CB2482"/>
    <w:rsid w:val="00CB255F"/>
    <w:rsid w:val="00CB5AC6"/>
    <w:rsid w:val="00CB7BE5"/>
    <w:rsid w:val="00CC07BC"/>
    <w:rsid w:val="00CC07C0"/>
    <w:rsid w:val="00CC2B7B"/>
    <w:rsid w:val="00CC2B97"/>
    <w:rsid w:val="00CC2C35"/>
    <w:rsid w:val="00CC7BCD"/>
    <w:rsid w:val="00CD1FB6"/>
    <w:rsid w:val="00CD4524"/>
    <w:rsid w:val="00CD7770"/>
    <w:rsid w:val="00CE5092"/>
    <w:rsid w:val="00CF0F42"/>
    <w:rsid w:val="00CF1DB6"/>
    <w:rsid w:val="00CF267C"/>
    <w:rsid w:val="00CF56CE"/>
    <w:rsid w:val="00CF7C8D"/>
    <w:rsid w:val="00D0049E"/>
    <w:rsid w:val="00D02ABC"/>
    <w:rsid w:val="00D039B9"/>
    <w:rsid w:val="00D040D8"/>
    <w:rsid w:val="00D078E7"/>
    <w:rsid w:val="00D10C3D"/>
    <w:rsid w:val="00D12E70"/>
    <w:rsid w:val="00D13054"/>
    <w:rsid w:val="00D14B36"/>
    <w:rsid w:val="00D2124A"/>
    <w:rsid w:val="00D243A5"/>
    <w:rsid w:val="00D25521"/>
    <w:rsid w:val="00D25F53"/>
    <w:rsid w:val="00D26C5D"/>
    <w:rsid w:val="00D27A53"/>
    <w:rsid w:val="00D31A8F"/>
    <w:rsid w:val="00D32952"/>
    <w:rsid w:val="00D338FF"/>
    <w:rsid w:val="00D33AE1"/>
    <w:rsid w:val="00D34ADE"/>
    <w:rsid w:val="00D422A6"/>
    <w:rsid w:val="00D428C7"/>
    <w:rsid w:val="00D4342A"/>
    <w:rsid w:val="00D451E2"/>
    <w:rsid w:val="00D46AEC"/>
    <w:rsid w:val="00D47500"/>
    <w:rsid w:val="00D53557"/>
    <w:rsid w:val="00D53959"/>
    <w:rsid w:val="00D55232"/>
    <w:rsid w:val="00D6037B"/>
    <w:rsid w:val="00D62ACE"/>
    <w:rsid w:val="00D652F0"/>
    <w:rsid w:val="00D66147"/>
    <w:rsid w:val="00D721D5"/>
    <w:rsid w:val="00D73050"/>
    <w:rsid w:val="00D737D8"/>
    <w:rsid w:val="00D73841"/>
    <w:rsid w:val="00D7526F"/>
    <w:rsid w:val="00D7719B"/>
    <w:rsid w:val="00D77B70"/>
    <w:rsid w:val="00D84121"/>
    <w:rsid w:val="00D93C7B"/>
    <w:rsid w:val="00D95187"/>
    <w:rsid w:val="00D96205"/>
    <w:rsid w:val="00D97A42"/>
    <w:rsid w:val="00DA0B37"/>
    <w:rsid w:val="00DA1B70"/>
    <w:rsid w:val="00DA3563"/>
    <w:rsid w:val="00DA4D98"/>
    <w:rsid w:val="00DA56A0"/>
    <w:rsid w:val="00DA5B30"/>
    <w:rsid w:val="00DA6CBD"/>
    <w:rsid w:val="00DB01DC"/>
    <w:rsid w:val="00DB0699"/>
    <w:rsid w:val="00DB4C4D"/>
    <w:rsid w:val="00DB5973"/>
    <w:rsid w:val="00DC331E"/>
    <w:rsid w:val="00DC4160"/>
    <w:rsid w:val="00DC6ADB"/>
    <w:rsid w:val="00DD075D"/>
    <w:rsid w:val="00DD24FD"/>
    <w:rsid w:val="00DD40F9"/>
    <w:rsid w:val="00DD6C96"/>
    <w:rsid w:val="00DD6FAF"/>
    <w:rsid w:val="00DE162F"/>
    <w:rsid w:val="00DE1F54"/>
    <w:rsid w:val="00DE329B"/>
    <w:rsid w:val="00DE4AC0"/>
    <w:rsid w:val="00DE7F82"/>
    <w:rsid w:val="00DF18A0"/>
    <w:rsid w:val="00DF35BE"/>
    <w:rsid w:val="00DF456C"/>
    <w:rsid w:val="00DF525C"/>
    <w:rsid w:val="00DF5884"/>
    <w:rsid w:val="00DF6E50"/>
    <w:rsid w:val="00E00DC4"/>
    <w:rsid w:val="00E01C76"/>
    <w:rsid w:val="00E02CFD"/>
    <w:rsid w:val="00E05D56"/>
    <w:rsid w:val="00E06CA2"/>
    <w:rsid w:val="00E07693"/>
    <w:rsid w:val="00E10EAF"/>
    <w:rsid w:val="00E111D4"/>
    <w:rsid w:val="00E11B73"/>
    <w:rsid w:val="00E11C4A"/>
    <w:rsid w:val="00E1271B"/>
    <w:rsid w:val="00E127B6"/>
    <w:rsid w:val="00E12A19"/>
    <w:rsid w:val="00E14259"/>
    <w:rsid w:val="00E1482D"/>
    <w:rsid w:val="00E14AE6"/>
    <w:rsid w:val="00E15268"/>
    <w:rsid w:val="00E1550D"/>
    <w:rsid w:val="00E157A3"/>
    <w:rsid w:val="00E15B8C"/>
    <w:rsid w:val="00E21863"/>
    <w:rsid w:val="00E24EA9"/>
    <w:rsid w:val="00E25E47"/>
    <w:rsid w:val="00E31C01"/>
    <w:rsid w:val="00E33CC0"/>
    <w:rsid w:val="00E36DC4"/>
    <w:rsid w:val="00E3743D"/>
    <w:rsid w:val="00E413E5"/>
    <w:rsid w:val="00E42350"/>
    <w:rsid w:val="00E431E1"/>
    <w:rsid w:val="00E443FE"/>
    <w:rsid w:val="00E45422"/>
    <w:rsid w:val="00E45DAF"/>
    <w:rsid w:val="00E46154"/>
    <w:rsid w:val="00E461F6"/>
    <w:rsid w:val="00E46A15"/>
    <w:rsid w:val="00E46D76"/>
    <w:rsid w:val="00E47349"/>
    <w:rsid w:val="00E6072E"/>
    <w:rsid w:val="00E6263D"/>
    <w:rsid w:val="00E6356C"/>
    <w:rsid w:val="00E64978"/>
    <w:rsid w:val="00E64B5C"/>
    <w:rsid w:val="00E64EC2"/>
    <w:rsid w:val="00E65DA9"/>
    <w:rsid w:val="00E67FE1"/>
    <w:rsid w:val="00E70451"/>
    <w:rsid w:val="00E72CF7"/>
    <w:rsid w:val="00E74265"/>
    <w:rsid w:val="00E75F93"/>
    <w:rsid w:val="00E769C6"/>
    <w:rsid w:val="00E773C1"/>
    <w:rsid w:val="00E77E7D"/>
    <w:rsid w:val="00E80CFA"/>
    <w:rsid w:val="00E8288C"/>
    <w:rsid w:val="00E8414C"/>
    <w:rsid w:val="00E906BC"/>
    <w:rsid w:val="00E90793"/>
    <w:rsid w:val="00E93F5A"/>
    <w:rsid w:val="00E96B34"/>
    <w:rsid w:val="00EA0217"/>
    <w:rsid w:val="00EA5A1E"/>
    <w:rsid w:val="00EB28B3"/>
    <w:rsid w:val="00EB49BF"/>
    <w:rsid w:val="00EB609E"/>
    <w:rsid w:val="00EC1263"/>
    <w:rsid w:val="00EC12C4"/>
    <w:rsid w:val="00EC1EC0"/>
    <w:rsid w:val="00EC1EDD"/>
    <w:rsid w:val="00EC389B"/>
    <w:rsid w:val="00EC6E78"/>
    <w:rsid w:val="00ED0123"/>
    <w:rsid w:val="00ED31CF"/>
    <w:rsid w:val="00ED34D5"/>
    <w:rsid w:val="00ED3902"/>
    <w:rsid w:val="00ED3F8E"/>
    <w:rsid w:val="00ED4591"/>
    <w:rsid w:val="00ED56F5"/>
    <w:rsid w:val="00ED6DE8"/>
    <w:rsid w:val="00ED76BD"/>
    <w:rsid w:val="00EE0A59"/>
    <w:rsid w:val="00EE1577"/>
    <w:rsid w:val="00EE16E4"/>
    <w:rsid w:val="00EE26CC"/>
    <w:rsid w:val="00EE2D0B"/>
    <w:rsid w:val="00EE3069"/>
    <w:rsid w:val="00EF0871"/>
    <w:rsid w:val="00EF0DBE"/>
    <w:rsid w:val="00EF0E4C"/>
    <w:rsid w:val="00EF1F9B"/>
    <w:rsid w:val="00EF20EB"/>
    <w:rsid w:val="00EF3665"/>
    <w:rsid w:val="00EF3846"/>
    <w:rsid w:val="00EF5A97"/>
    <w:rsid w:val="00F003F1"/>
    <w:rsid w:val="00F0064B"/>
    <w:rsid w:val="00F013DC"/>
    <w:rsid w:val="00F05362"/>
    <w:rsid w:val="00F07F7E"/>
    <w:rsid w:val="00F11103"/>
    <w:rsid w:val="00F11F4B"/>
    <w:rsid w:val="00F13954"/>
    <w:rsid w:val="00F16513"/>
    <w:rsid w:val="00F21AC5"/>
    <w:rsid w:val="00F21CB4"/>
    <w:rsid w:val="00F2245A"/>
    <w:rsid w:val="00F22993"/>
    <w:rsid w:val="00F2390F"/>
    <w:rsid w:val="00F2673B"/>
    <w:rsid w:val="00F267AA"/>
    <w:rsid w:val="00F327E2"/>
    <w:rsid w:val="00F37D90"/>
    <w:rsid w:val="00F407E0"/>
    <w:rsid w:val="00F4092B"/>
    <w:rsid w:val="00F414DC"/>
    <w:rsid w:val="00F427ED"/>
    <w:rsid w:val="00F46FC7"/>
    <w:rsid w:val="00F52090"/>
    <w:rsid w:val="00F52E62"/>
    <w:rsid w:val="00F54070"/>
    <w:rsid w:val="00F54895"/>
    <w:rsid w:val="00F5507A"/>
    <w:rsid w:val="00F5641A"/>
    <w:rsid w:val="00F62020"/>
    <w:rsid w:val="00F6291A"/>
    <w:rsid w:val="00F62EBA"/>
    <w:rsid w:val="00F640B4"/>
    <w:rsid w:val="00F65968"/>
    <w:rsid w:val="00F65B93"/>
    <w:rsid w:val="00F66674"/>
    <w:rsid w:val="00F703D5"/>
    <w:rsid w:val="00F73AC6"/>
    <w:rsid w:val="00F744A4"/>
    <w:rsid w:val="00F7501E"/>
    <w:rsid w:val="00F75BB7"/>
    <w:rsid w:val="00F7655F"/>
    <w:rsid w:val="00F774C2"/>
    <w:rsid w:val="00F809E8"/>
    <w:rsid w:val="00F82143"/>
    <w:rsid w:val="00F84E12"/>
    <w:rsid w:val="00F84EA2"/>
    <w:rsid w:val="00F852F5"/>
    <w:rsid w:val="00F863BE"/>
    <w:rsid w:val="00F879A0"/>
    <w:rsid w:val="00F924AD"/>
    <w:rsid w:val="00F92F19"/>
    <w:rsid w:val="00F96607"/>
    <w:rsid w:val="00F96B8E"/>
    <w:rsid w:val="00FA01AB"/>
    <w:rsid w:val="00FA04B3"/>
    <w:rsid w:val="00FA5207"/>
    <w:rsid w:val="00FB0376"/>
    <w:rsid w:val="00FB0EAE"/>
    <w:rsid w:val="00FB13FE"/>
    <w:rsid w:val="00FB2CA2"/>
    <w:rsid w:val="00FB3950"/>
    <w:rsid w:val="00FB6528"/>
    <w:rsid w:val="00FB7F44"/>
    <w:rsid w:val="00FC1EE4"/>
    <w:rsid w:val="00FC2812"/>
    <w:rsid w:val="00FC2F6A"/>
    <w:rsid w:val="00FC5953"/>
    <w:rsid w:val="00FC5A66"/>
    <w:rsid w:val="00FD69F5"/>
    <w:rsid w:val="00FD6BB6"/>
    <w:rsid w:val="00FE1134"/>
    <w:rsid w:val="00FE2070"/>
    <w:rsid w:val="00FE5EB8"/>
    <w:rsid w:val="00FE664A"/>
    <w:rsid w:val="00FE676F"/>
    <w:rsid w:val="00FF1526"/>
    <w:rsid w:val="00FF2450"/>
    <w:rsid w:val="00FF6BE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022"/>
    <w:rPr>
      <w:rFonts w:ascii="Times New Roman" w:eastAsia="Times New Roman" w:hAnsi="Times New Roman"/>
      <w:sz w:val="24"/>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05D56"/>
    <w:pPr>
      <w:ind w:left="720"/>
      <w:contextualSpacing/>
    </w:pPr>
  </w:style>
  <w:style w:type="paragraph" w:styleId="BalloonText">
    <w:name w:val="Balloon Text"/>
    <w:basedOn w:val="Normal"/>
    <w:link w:val="BalloonTextChar"/>
    <w:uiPriority w:val="99"/>
    <w:semiHidden/>
    <w:rsid w:val="00E05D5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5D56"/>
    <w:rPr>
      <w:rFonts w:ascii="Tahoma" w:hAnsi="Tahoma" w:cs="Tahoma"/>
      <w:sz w:val="16"/>
      <w:szCs w:val="16"/>
      <w:lang w:eastAsia="ru-RU"/>
    </w:rPr>
  </w:style>
  <w:style w:type="paragraph" w:styleId="NormalWeb">
    <w:name w:val="Normal (Web)"/>
    <w:basedOn w:val="Normal"/>
    <w:uiPriority w:val="99"/>
    <w:rsid w:val="00783C87"/>
    <w:pPr>
      <w:spacing w:before="100" w:beforeAutospacing="1" w:after="100" w:afterAutospacing="1"/>
    </w:pPr>
    <w:rPr>
      <w:lang w:val="ru-RU"/>
    </w:rPr>
  </w:style>
  <w:style w:type="paragraph" w:customStyle="1" w:styleId="1">
    <w:name w:val="Без інтервалів1"/>
    <w:uiPriority w:val="99"/>
    <w:rsid w:val="003E2590"/>
    <w:rPr>
      <w:rFonts w:eastAsia="Times New Roman"/>
      <w:lang w:val="uk-UA" w:eastAsia="uk-UA"/>
    </w:rPr>
  </w:style>
  <w:style w:type="paragraph" w:styleId="NoSpacing">
    <w:name w:val="No Spacing"/>
    <w:uiPriority w:val="99"/>
    <w:qFormat/>
    <w:rsid w:val="00945F14"/>
    <w:rPr>
      <w:lang w:eastAsia="en-US"/>
    </w:rPr>
  </w:style>
  <w:style w:type="paragraph" w:customStyle="1" w:styleId="rvps2">
    <w:name w:val="rvps2"/>
    <w:basedOn w:val="Normal"/>
    <w:uiPriority w:val="99"/>
    <w:rsid w:val="00EE3069"/>
    <w:pPr>
      <w:spacing w:before="100" w:beforeAutospacing="1" w:after="100" w:afterAutospacing="1"/>
    </w:pPr>
    <w:rPr>
      <w:lang w:eastAsia="uk-UA"/>
    </w:rPr>
  </w:style>
  <w:style w:type="paragraph" w:customStyle="1" w:styleId="a">
    <w:name w:val="Нормальний текст"/>
    <w:basedOn w:val="Normal"/>
    <w:uiPriority w:val="99"/>
    <w:rsid w:val="00EE3069"/>
    <w:pPr>
      <w:spacing w:before="120"/>
      <w:ind w:firstLine="567"/>
    </w:pPr>
    <w:rPr>
      <w:rFonts w:ascii="Antiqua" w:hAnsi="Antiqua"/>
      <w:sz w:val="26"/>
      <w:szCs w:val="20"/>
    </w:rPr>
  </w:style>
</w:styles>
</file>

<file path=word/webSettings.xml><?xml version="1.0" encoding="utf-8"?>
<w:webSettings xmlns:r="http://schemas.openxmlformats.org/officeDocument/2006/relationships" xmlns:w="http://schemas.openxmlformats.org/wordprocessingml/2006/main">
  <w:divs>
    <w:div w:id="606542572">
      <w:marLeft w:val="0"/>
      <w:marRight w:val="0"/>
      <w:marTop w:val="0"/>
      <w:marBottom w:val="0"/>
      <w:divBdr>
        <w:top w:val="none" w:sz="0" w:space="0" w:color="auto"/>
        <w:left w:val="none" w:sz="0" w:space="0" w:color="auto"/>
        <w:bottom w:val="none" w:sz="0" w:space="0" w:color="auto"/>
        <w:right w:val="none" w:sz="0" w:space="0" w:color="auto"/>
      </w:divBdr>
    </w:div>
    <w:div w:id="606542573">
      <w:marLeft w:val="0"/>
      <w:marRight w:val="0"/>
      <w:marTop w:val="0"/>
      <w:marBottom w:val="0"/>
      <w:divBdr>
        <w:top w:val="none" w:sz="0" w:space="0" w:color="auto"/>
        <w:left w:val="none" w:sz="0" w:space="0" w:color="auto"/>
        <w:bottom w:val="none" w:sz="0" w:space="0" w:color="auto"/>
        <w:right w:val="none" w:sz="0" w:space="0" w:color="auto"/>
      </w:divBdr>
    </w:div>
    <w:div w:id="6065425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TotalTime>
  <Pages>5</Pages>
  <Words>1525</Words>
  <Characters>8695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user;Піддубна Ірина Вікторівна</dc:creator>
  <cp:keywords/>
  <dc:description/>
  <cp:lastModifiedBy>www.PHILka.RU</cp:lastModifiedBy>
  <cp:revision>5</cp:revision>
  <cp:lastPrinted>2021-11-02T07:45:00Z</cp:lastPrinted>
  <dcterms:created xsi:type="dcterms:W3CDTF">2021-09-23T04:59:00Z</dcterms:created>
  <dcterms:modified xsi:type="dcterms:W3CDTF">2021-11-15T07:57:00Z</dcterms:modified>
</cp:coreProperties>
</file>