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BD3" w:rsidRDefault="00012BD3" w:rsidP="00347B99"/>
    <w:p w:rsidR="00012BD3" w:rsidRPr="00097F21" w:rsidRDefault="00012BD3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0;width:40.5pt;height:51pt;z-index:251658240;visibility:visible">
            <v:imagedata r:id="rId4" o:title="" grayscale="t" bilevel="t"/>
            <w10:wrap type="square" side="right"/>
          </v:shape>
        </w:pict>
      </w:r>
      <w:r>
        <w:tab/>
      </w:r>
      <w:r>
        <w:tab/>
      </w:r>
      <w:r>
        <w:tab/>
      </w:r>
    </w:p>
    <w:p w:rsidR="00012BD3" w:rsidRDefault="00012BD3" w:rsidP="00347B99">
      <w:pPr>
        <w:jc w:val="center"/>
      </w:pPr>
    </w:p>
    <w:p w:rsidR="00012BD3" w:rsidRDefault="00012BD3" w:rsidP="00347B99">
      <w:pPr>
        <w:jc w:val="center"/>
      </w:pPr>
    </w:p>
    <w:p w:rsidR="00012BD3" w:rsidRDefault="00012BD3" w:rsidP="00347B99">
      <w:pPr>
        <w:jc w:val="center"/>
      </w:pPr>
    </w:p>
    <w:p w:rsidR="00012BD3" w:rsidRDefault="00012BD3" w:rsidP="00347B99">
      <w:pPr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012BD3" w:rsidRDefault="00012BD3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012BD3" w:rsidRDefault="00012BD3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012BD3" w:rsidRDefault="00012BD3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012BD3" w:rsidRDefault="00012BD3" w:rsidP="00347B99">
      <w:pPr>
        <w:rPr>
          <w:b/>
          <w:bCs/>
          <w:lang w:val="ru-RU"/>
        </w:rPr>
      </w:pPr>
      <w:r>
        <w:rPr>
          <w:b/>
          <w:bCs/>
        </w:rPr>
        <w:t>16.11.2021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№ </w:t>
      </w:r>
      <w:r>
        <w:rPr>
          <w:b/>
          <w:bCs/>
          <w:lang w:val="ru-RU"/>
        </w:rPr>
        <w:t>908/2</w:t>
      </w:r>
    </w:p>
    <w:p w:rsidR="00012BD3" w:rsidRDefault="00012BD3" w:rsidP="00347B99">
      <w:pPr>
        <w:rPr>
          <w:sz w:val="22"/>
          <w:szCs w:val="22"/>
        </w:rPr>
      </w:pPr>
    </w:p>
    <w:p w:rsidR="00012BD3" w:rsidRPr="008658A4" w:rsidRDefault="00012BD3" w:rsidP="00F278AF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 затвердження кошторисної частини</w:t>
      </w:r>
    </w:p>
    <w:p w:rsidR="00012BD3" w:rsidRDefault="00012BD3" w:rsidP="00F278AF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зведеного кошторисного розрахунку вартості</w:t>
      </w:r>
    </w:p>
    <w:p w:rsidR="00012BD3" w:rsidRDefault="00012BD3" w:rsidP="00AB055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будівництва </w:t>
      </w:r>
      <w:r w:rsidRPr="008658A4">
        <w:rPr>
          <w:b/>
        </w:rPr>
        <w:t>«</w:t>
      </w:r>
      <w:r>
        <w:rPr>
          <w:b/>
        </w:rPr>
        <w:t xml:space="preserve">Капітальний ремонттротуару </w:t>
      </w:r>
    </w:p>
    <w:p w:rsidR="00012BD3" w:rsidRPr="003B590D" w:rsidRDefault="00012BD3" w:rsidP="00AB0555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>
        <w:rPr>
          <w:b/>
        </w:rPr>
        <w:t>комунальноївласності між вул. Л. Качинського</w:t>
      </w:r>
    </w:p>
    <w:p w:rsidR="00012BD3" w:rsidRPr="008658A4" w:rsidRDefault="00012BD3" w:rsidP="00AB055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та вул. Пушкінська в м. Буча Київської області»</w:t>
      </w:r>
    </w:p>
    <w:p w:rsidR="00012BD3" w:rsidRDefault="00012BD3" w:rsidP="00347B99">
      <w:pPr>
        <w:ind w:right="2835"/>
        <w:rPr>
          <w:b/>
        </w:rPr>
      </w:pPr>
    </w:p>
    <w:p w:rsidR="00012BD3" w:rsidRPr="00384F4E" w:rsidRDefault="00012BD3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>
        <w:t xml:space="preserve">будівництва </w:t>
      </w:r>
      <w:r w:rsidRPr="00384F4E">
        <w:rPr>
          <w:b/>
        </w:rPr>
        <w:t>«</w:t>
      </w:r>
      <w:r>
        <w:t>Капітальний ремонт тротуару комунальної власності між вул. Л. Качинського та вул. Пушкінськав м. Буча 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012BD3" w:rsidRPr="00384F4E" w:rsidRDefault="00012BD3" w:rsidP="00347B99">
      <w:pPr>
        <w:ind w:firstLine="709"/>
        <w:jc w:val="both"/>
      </w:pPr>
    </w:p>
    <w:p w:rsidR="00012BD3" w:rsidRDefault="00012BD3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12BD3" w:rsidRDefault="00012BD3" w:rsidP="00347B99">
      <w:pPr>
        <w:jc w:val="both"/>
        <w:rPr>
          <w:b/>
          <w:sz w:val="22"/>
          <w:szCs w:val="22"/>
        </w:rPr>
      </w:pPr>
    </w:p>
    <w:p w:rsidR="00012BD3" w:rsidRDefault="00012BD3" w:rsidP="00D91D2F">
      <w:pPr>
        <w:tabs>
          <w:tab w:val="left" w:pos="360"/>
        </w:tabs>
        <w:suppressAutoHyphens/>
        <w:ind w:firstLine="357"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тротуару комунальної власності між вул. Л. Качинського та вул. Пушкінська в м. Буча Київської області» з наступними показниками:</w:t>
      </w:r>
    </w:p>
    <w:p w:rsidR="00012BD3" w:rsidRDefault="00012BD3" w:rsidP="00D91D2F">
      <w:pPr>
        <w:tabs>
          <w:tab w:val="left" w:pos="360"/>
        </w:tabs>
        <w:suppressAutoHyphens/>
        <w:ind w:left="360" w:firstLine="357"/>
        <w:jc w:val="both"/>
        <w:rPr>
          <w:sz w:val="22"/>
          <w:szCs w:val="22"/>
        </w:rPr>
      </w:pPr>
    </w:p>
    <w:tbl>
      <w:tblPr>
        <w:tblW w:w="8966" w:type="dxa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012BD3" w:rsidTr="00AB055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012BD3" w:rsidTr="00AB055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1818,919</w:t>
            </w:r>
          </w:p>
        </w:tc>
      </w:tr>
      <w:tr w:rsidR="00012BD3" w:rsidTr="00AB055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1374,715</w:t>
            </w:r>
          </w:p>
        </w:tc>
      </w:tr>
      <w:tr w:rsidR="00012BD3" w:rsidTr="00AB055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BD3" w:rsidRPr="00EE133D" w:rsidRDefault="00012BD3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398,701</w:t>
            </w:r>
          </w:p>
        </w:tc>
      </w:tr>
    </w:tbl>
    <w:p w:rsidR="00012BD3" w:rsidRDefault="00012BD3" w:rsidP="00AB0555">
      <w:pPr>
        <w:ind w:firstLine="426"/>
        <w:jc w:val="both"/>
      </w:pPr>
    </w:p>
    <w:p w:rsidR="00012BD3" w:rsidRDefault="00012BD3" w:rsidP="00AB0555">
      <w:pPr>
        <w:ind w:firstLine="426"/>
        <w:jc w:val="both"/>
      </w:pPr>
      <w:r>
        <w:t>2. Виконання робіт: «Капітальний ремонт тротуару комунальної власності між вул. Л. Качинського та вул. Пушкінська в м. Буча Київської області» доручити ліцензованій організації.</w:t>
      </w:r>
    </w:p>
    <w:p w:rsidR="00012BD3" w:rsidRDefault="00012BD3" w:rsidP="00AB0555">
      <w:pPr>
        <w:tabs>
          <w:tab w:val="left" w:pos="180"/>
          <w:tab w:val="left" w:pos="360"/>
        </w:tabs>
        <w:ind w:firstLine="426"/>
        <w:jc w:val="both"/>
      </w:pPr>
    </w:p>
    <w:p w:rsidR="00012BD3" w:rsidRDefault="00012BD3" w:rsidP="00AB0555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«Бучасервіс»        С.В. Мостіпаку.</w:t>
      </w:r>
    </w:p>
    <w:p w:rsidR="00012BD3" w:rsidRDefault="00012BD3" w:rsidP="00347B99">
      <w:pPr>
        <w:jc w:val="both"/>
      </w:pPr>
    </w:p>
    <w:p w:rsidR="00012BD3" w:rsidRDefault="00012BD3" w:rsidP="00FA4EBD">
      <w:pPr>
        <w:spacing w:line="480" w:lineRule="auto"/>
        <w:rPr>
          <w:b/>
          <w:sz w:val="22"/>
          <w:szCs w:val="22"/>
        </w:rPr>
      </w:pPr>
    </w:p>
    <w:p w:rsidR="00012BD3" w:rsidRDefault="00012BD3" w:rsidP="00FA4EBD">
      <w:pPr>
        <w:spacing w:line="480" w:lineRule="auto"/>
        <w:rPr>
          <w:b/>
          <w:sz w:val="22"/>
          <w:szCs w:val="22"/>
        </w:rPr>
      </w:pPr>
    </w:p>
    <w:p w:rsidR="00012BD3" w:rsidRDefault="00012BD3" w:rsidP="00FA4EBD">
      <w:pPr>
        <w:spacing w:line="480" w:lineRule="auto"/>
        <w:rPr>
          <w:b/>
          <w:sz w:val="22"/>
          <w:szCs w:val="22"/>
        </w:rPr>
      </w:pPr>
    </w:p>
    <w:p w:rsidR="00012BD3" w:rsidRDefault="00012BD3" w:rsidP="00FA4EBD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012BD3" w:rsidRDefault="00012BD3" w:rsidP="00EC6D20">
      <w:pPr>
        <w:spacing w:line="360" w:lineRule="auto"/>
        <w:rPr>
          <w:b/>
          <w:sz w:val="22"/>
          <w:szCs w:val="22"/>
        </w:rPr>
      </w:pPr>
    </w:p>
    <w:p w:rsidR="00012BD3" w:rsidRDefault="00012BD3" w:rsidP="00EC6D20">
      <w:pPr>
        <w:spacing w:line="360" w:lineRule="auto"/>
        <w:rPr>
          <w:b/>
          <w:sz w:val="22"/>
          <w:szCs w:val="22"/>
        </w:rPr>
      </w:pPr>
    </w:p>
    <w:p w:rsidR="00012BD3" w:rsidRDefault="00012BD3" w:rsidP="00D91D2F">
      <w:pPr>
        <w:tabs>
          <w:tab w:val="left" w:pos="6270"/>
        </w:tabs>
        <w:spacing w:before="240" w:after="240"/>
        <w:rPr>
          <w:b/>
        </w:rPr>
      </w:pPr>
      <w:bookmarkStart w:id="0" w:name="_GoBack"/>
    </w:p>
    <w:tbl>
      <w:tblPr>
        <w:tblW w:w="0" w:type="auto"/>
        <w:tblLayout w:type="fixed"/>
        <w:tblLook w:val="00A0"/>
      </w:tblPr>
      <w:tblGrid>
        <w:gridCol w:w="4608"/>
        <w:gridCol w:w="3615"/>
      </w:tblGrid>
      <w:tr w:rsidR="00012BD3" w:rsidTr="00D91D2F">
        <w:trPr>
          <w:trHeight w:val="932"/>
        </w:trPr>
        <w:tc>
          <w:tcPr>
            <w:tcW w:w="4608" w:type="dxa"/>
          </w:tcPr>
          <w:p w:rsidR="00012BD3" w:rsidRDefault="00012BD3">
            <w:pPr>
              <w:pStyle w:val="Default"/>
              <w:spacing w:line="254" w:lineRule="auto"/>
            </w:pPr>
            <w:r>
              <w:rPr>
                <w:b/>
                <w:bCs/>
              </w:rPr>
              <w:t>Заступник міського голови</w:t>
            </w:r>
          </w:p>
          <w:p w:rsidR="00012BD3" w:rsidRDefault="00012BD3">
            <w:pPr>
              <w:pStyle w:val="Default"/>
              <w:spacing w:line="254" w:lineRule="auto"/>
            </w:pPr>
          </w:p>
          <w:p w:rsidR="00012BD3" w:rsidRDefault="00012BD3">
            <w:pPr>
              <w:pStyle w:val="Default"/>
              <w:spacing w:line="254" w:lineRule="auto"/>
            </w:pPr>
            <w:r>
              <w:t xml:space="preserve">________________ </w:t>
            </w:r>
          </w:p>
          <w:p w:rsidR="00012BD3" w:rsidRDefault="00012BD3">
            <w:pPr>
              <w:pStyle w:val="Default"/>
              <w:spacing w:line="254" w:lineRule="auto"/>
            </w:pPr>
            <w:r>
              <w:t xml:space="preserve">___________2021 </w:t>
            </w:r>
          </w:p>
          <w:p w:rsidR="00012BD3" w:rsidRDefault="00012BD3">
            <w:pPr>
              <w:pStyle w:val="Default"/>
              <w:spacing w:line="254" w:lineRule="auto"/>
            </w:pPr>
          </w:p>
        </w:tc>
        <w:tc>
          <w:tcPr>
            <w:tcW w:w="3615" w:type="dxa"/>
          </w:tcPr>
          <w:p w:rsidR="00012BD3" w:rsidRDefault="00012BD3">
            <w:pPr>
              <w:pStyle w:val="Default"/>
              <w:spacing w:line="254" w:lineRule="auto"/>
            </w:pPr>
          </w:p>
          <w:p w:rsidR="00012BD3" w:rsidRDefault="00012BD3">
            <w:pPr>
              <w:pStyle w:val="Default"/>
              <w:spacing w:line="254" w:lineRule="auto"/>
            </w:pPr>
          </w:p>
          <w:p w:rsidR="00012BD3" w:rsidRDefault="00012BD3">
            <w:pPr>
              <w:pStyle w:val="Default"/>
              <w:spacing w:line="254" w:lineRule="auto"/>
            </w:pPr>
            <w:r>
              <w:t>Сергій ШЕПЕТЬКО</w:t>
            </w:r>
          </w:p>
        </w:tc>
      </w:tr>
      <w:tr w:rsidR="00012BD3" w:rsidTr="00D91D2F">
        <w:trPr>
          <w:trHeight w:val="932"/>
        </w:trPr>
        <w:tc>
          <w:tcPr>
            <w:tcW w:w="4608" w:type="dxa"/>
          </w:tcPr>
          <w:p w:rsidR="00012BD3" w:rsidRDefault="00012BD3">
            <w:pPr>
              <w:pStyle w:val="Default"/>
              <w:spacing w:line="254" w:lineRule="auto"/>
            </w:pPr>
            <w:r>
              <w:rPr>
                <w:b/>
                <w:sz w:val="22"/>
                <w:szCs w:val="22"/>
              </w:rPr>
              <w:t>Керуючий справами</w:t>
            </w:r>
          </w:p>
          <w:p w:rsidR="00012BD3" w:rsidRDefault="00012BD3">
            <w:pPr>
              <w:pStyle w:val="Default"/>
              <w:spacing w:line="254" w:lineRule="auto"/>
            </w:pPr>
          </w:p>
          <w:p w:rsidR="00012BD3" w:rsidRDefault="00012BD3">
            <w:pPr>
              <w:pStyle w:val="Default"/>
              <w:spacing w:line="254" w:lineRule="auto"/>
            </w:pPr>
            <w:r>
              <w:t xml:space="preserve">________________  </w:t>
            </w:r>
          </w:p>
          <w:p w:rsidR="00012BD3" w:rsidRDefault="00012BD3">
            <w:pPr>
              <w:pStyle w:val="Default"/>
              <w:spacing w:line="254" w:lineRule="auto"/>
            </w:pPr>
            <w:r>
              <w:t xml:space="preserve">___________2021 </w:t>
            </w:r>
          </w:p>
          <w:p w:rsidR="00012BD3" w:rsidRDefault="00012BD3">
            <w:pPr>
              <w:pStyle w:val="Default"/>
              <w:spacing w:line="254" w:lineRule="auto"/>
            </w:pPr>
          </w:p>
        </w:tc>
        <w:tc>
          <w:tcPr>
            <w:tcW w:w="3615" w:type="dxa"/>
          </w:tcPr>
          <w:p w:rsidR="00012BD3" w:rsidRDefault="00012BD3">
            <w:pPr>
              <w:pStyle w:val="Default"/>
              <w:spacing w:line="254" w:lineRule="auto"/>
            </w:pPr>
          </w:p>
          <w:p w:rsidR="00012BD3" w:rsidRDefault="00012BD3">
            <w:pPr>
              <w:pStyle w:val="Default"/>
              <w:spacing w:line="254" w:lineRule="auto"/>
            </w:pPr>
          </w:p>
          <w:p w:rsidR="00012BD3" w:rsidRPr="00EE133D" w:rsidRDefault="00012BD3">
            <w:pPr>
              <w:tabs>
                <w:tab w:val="left" w:pos="3119"/>
                <w:tab w:val="left" w:pos="3402"/>
              </w:tabs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Дмитро ГАПЧЕНКО</w:t>
            </w:r>
          </w:p>
          <w:p w:rsidR="00012BD3" w:rsidRDefault="00012BD3">
            <w:pPr>
              <w:pStyle w:val="Default"/>
              <w:spacing w:line="254" w:lineRule="auto"/>
            </w:pPr>
          </w:p>
        </w:tc>
      </w:tr>
      <w:tr w:rsidR="00012BD3" w:rsidTr="00D91D2F">
        <w:trPr>
          <w:trHeight w:val="932"/>
        </w:trPr>
        <w:tc>
          <w:tcPr>
            <w:tcW w:w="4608" w:type="dxa"/>
          </w:tcPr>
          <w:p w:rsidR="00012BD3" w:rsidRDefault="00012BD3">
            <w:pPr>
              <w:pStyle w:val="Default"/>
              <w:spacing w:line="252" w:lineRule="auto"/>
            </w:pPr>
            <w:r>
              <w:rPr>
                <w:b/>
                <w:bCs/>
              </w:rPr>
              <w:t>Начальник управління юридично-кадрової роботи</w:t>
            </w:r>
          </w:p>
          <w:p w:rsidR="00012BD3" w:rsidRDefault="00012BD3">
            <w:pPr>
              <w:pStyle w:val="Default"/>
              <w:spacing w:line="252" w:lineRule="auto"/>
            </w:pPr>
          </w:p>
          <w:p w:rsidR="00012BD3" w:rsidRDefault="00012BD3">
            <w:pPr>
              <w:pStyle w:val="Default"/>
              <w:spacing w:line="252" w:lineRule="auto"/>
            </w:pPr>
            <w:r>
              <w:t xml:space="preserve">________________  </w:t>
            </w:r>
          </w:p>
          <w:p w:rsidR="00012BD3" w:rsidRDefault="00012BD3">
            <w:pPr>
              <w:pStyle w:val="Default"/>
              <w:spacing w:line="252" w:lineRule="auto"/>
            </w:pPr>
            <w:r>
              <w:t xml:space="preserve">___________2021 </w:t>
            </w:r>
          </w:p>
          <w:p w:rsidR="00012BD3" w:rsidRDefault="00012BD3">
            <w:pPr>
              <w:pStyle w:val="Default"/>
              <w:spacing w:line="252" w:lineRule="auto"/>
            </w:pPr>
          </w:p>
        </w:tc>
        <w:tc>
          <w:tcPr>
            <w:tcW w:w="3615" w:type="dxa"/>
          </w:tcPr>
          <w:p w:rsidR="00012BD3" w:rsidRDefault="00012BD3">
            <w:pPr>
              <w:pStyle w:val="Default"/>
              <w:spacing w:line="252" w:lineRule="auto"/>
            </w:pPr>
          </w:p>
          <w:p w:rsidR="00012BD3" w:rsidRDefault="00012BD3">
            <w:pPr>
              <w:pStyle w:val="Default"/>
              <w:spacing w:line="252" w:lineRule="auto"/>
            </w:pPr>
          </w:p>
          <w:p w:rsidR="00012BD3" w:rsidRDefault="00012BD3">
            <w:pPr>
              <w:pStyle w:val="Default"/>
              <w:spacing w:line="252" w:lineRule="auto"/>
            </w:pPr>
          </w:p>
          <w:p w:rsidR="00012BD3" w:rsidRDefault="00012BD3">
            <w:pPr>
              <w:pStyle w:val="Default"/>
              <w:spacing w:line="252" w:lineRule="auto"/>
            </w:pPr>
            <w:r>
              <w:t xml:space="preserve">Людмила РИЖЕНКО </w:t>
            </w:r>
          </w:p>
        </w:tc>
      </w:tr>
      <w:tr w:rsidR="00012BD3" w:rsidTr="00D91D2F">
        <w:trPr>
          <w:trHeight w:val="932"/>
        </w:trPr>
        <w:tc>
          <w:tcPr>
            <w:tcW w:w="4608" w:type="dxa"/>
          </w:tcPr>
          <w:p w:rsidR="00012BD3" w:rsidRDefault="00012BD3">
            <w:pPr>
              <w:pStyle w:val="Default"/>
              <w:spacing w:line="254" w:lineRule="auto"/>
              <w:rPr>
                <w:b/>
              </w:rPr>
            </w:pPr>
            <w:r>
              <w:rPr>
                <w:b/>
              </w:rPr>
              <w:t xml:space="preserve">Начальник КП «Бучасервіс»   </w:t>
            </w:r>
          </w:p>
          <w:p w:rsidR="00012BD3" w:rsidRDefault="00012BD3">
            <w:pPr>
              <w:pStyle w:val="Default"/>
              <w:spacing w:line="254" w:lineRule="auto"/>
            </w:pPr>
          </w:p>
          <w:p w:rsidR="00012BD3" w:rsidRDefault="00012BD3">
            <w:pPr>
              <w:pStyle w:val="Default"/>
              <w:spacing w:line="254" w:lineRule="auto"/>
            </w:pPr>
            <w:r>
              <w:t xml:space="preserve">________________ </w:t>
            </w:r>
          </w:p>
          <w:p w:rsidR="00012BD3" w:rsidRDefault="00012BD3">
            <w:pPr>
              <w:pStyle w:val="Default"/>
              <w:spacing w:line="254" w:lineRule="auto"/>
            </w:pPr>
            <w:r>
              <w:t xml:space="preserve">___________2021 </w:t>
            </w:r>
          </w:p>
          <w:p w:rsidR="00012BD3" w:rsidRDefault="00012BD3">
            <w:pPr>
              <w:pStyle w:val="Default"/>
              <w:spacing w:line="254" w:lineRule="auto"/>
            </w:pPr>
          </w:p>
        </w:tc>
        <w:tc>
          <w:tcPr>
            <w:tcW w:w="3615" w:type="dxa"/>
          </w:tcPr>
          <w:p w:rsidR="00012BD3" w:rsidRDefault="00012BD3">
            <w:pPr>
              <w:pStyle w:val="Default"/>
              <w:spacing w:line="254" w:lineRule="auto"/>
            </w:pPr>
          </w:p>
          <w:p w:rsidR="00012BD3" w:rsidRDefault="00012BD3">
            <w:pPr>
              <w:pStyle w:val="Default"/>
              <w:spacing w:line="254" w:lineRule="auto"/>
            </w:pPr>
          </w:p>
          <w:p w:rsidR="00012BD3" w:rsidRDefault="00012BD3">
            <w:pPr>
              <w:pStyle w:val="Default"/>
              <w:spacing w:line="254" w:lineRule="auto"/>
            </w:pPr>
            <w:r>
              <w:t>Сергій МОСТІПАКА</w:t>
            </w:r>
          </w:p>
        </w:tc>
      </w:tr>
    </w:tbl>
    <w:p w:rsidR="00012BD3" w:rsidRDefault="00012BD3" w:rsidP="00D91D2F">
      <w:pPr>
        <w:tabs>
          <w:tab w:val="left" w:pos="2610"/>
        </w:tabs>
        <w:rPr>
          <w:sz w:val="28"/>
          <w:szCs w:val="28"/>
        </w:rPr>
      </w:pPr>
    </w:p>
    <w:p w:rsidR="00012BD3" w:rsidRDefault="00012BD3" w:rsidP="00D91D2F">
      <w:pPr>
        <w:tabs>
          <w:tab w:val="left" w:pos="2610"/>
        </w:tabs>
        <w:rPr>
          <w:sz w:val="28"/>
          <w:szCs w:val="28"/>
        </w:rPr>
      </w:pPr>
    </w:p>
    <w:bookmarkEnd w:id="0"/>
    <w:p w:rsidR="00012BD3" w:rsidRDefault="00012BD3" w:rsidP="00D91D2F">
      <w:pPr>
        <w:tabs>
          <w:tab w:val="left" w:pos="2610"/>
        </w:tabs>
        <w:rPr>
          <w:sz w:val="28"/>
          <w:szCs w:val="28"/>
        </w:rPr>
      </w:pPr>
    </w:p>
    <w:p w:rsidR="00012BD3" w:rsidRDefault="00012BD3" w:rsidP="00D91D2F">
      <w:pPr>
        <w:tabs>
          <w:tab w:val="left" w:pos="2610"/>
        </w:tabs>
        <w:rPr>
          <w:sz w:val="28"/>
          <w:szCs w:val="28"/>
        </w:rPr>
      </w:pPr>
    </w:p>
    <w:p w:rsidR="00012BD3" w:rsidRDefault="00012BD3" w:rsidP="00D91D2F">
      <w:pPr>
        <w:tabs>
          <w:tab w:val="left" w:pos="2610"/>
        </w:tabs>
        <w:rPr>
          <w:sz w:val="28"/>
          <w:szCs w:val="28"/>
        </w:rPr>
      </w:pPr>
    </w:p>
    <w:p w:rsidR="00012BD3" w:rsidRDefault="00012BD3" w:rsidP="00EC6D20">
      <w:pPr>
        <w:spacing w:line="360" w:lineRule="auto"/>
        <w:rPr>
          <w:b/>
          <w:sz w:val="22"/>
          <w:szCs w:val="22"/>
          <w:lang w:val="ru-RU"/>
        </w:rPr>
      </w:pPr>
    </w:p>
    <w:sectPr w:rsidR="00012BD3" w:rsidSect="007633F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12BD3"/>
    <w:rsid w:val="00026F30"/>
    <w:rsid w:val="00097F21"/>
    <w:rsid w:val="0010487C"/>
    <w:rsid w:val="00107581"/>
    <w:rsid w:val="001554BF"/>
    <w:rsid w:val="001C4C78"/>
    <w:rsid w:val="00230DB9"/>
    <w:rsid w:val="0026674E"/>
    <w:rsid w:val="002700C2"/>
    <w:rsid w:val="002C216E"/>
    <w:rsid w:val="002D76BE"/>
    <w:rsid w:val="002F45F9"/>
    <w:rsid w:val="00334B6B"/>
    <w:rsid w:val="00347B99"/>
    <w:rsid w:val="00384F4E"/>
    <w:rsid w:val="00395AC8"/>
    <w:rsid w:val="00395BE7"/>
    <w:rsid w:val="003B590D"/>
    <w:rsid w:val="003C0DD3"/>
    <w:rsid w:val="00414DEE"/>
    <w:rsid w:val="00422AB4"/>
    <w:rsid w:val="00450B5D"/>
    <w:rsid w:val="00465B1C"/>
    <w:rsid w:val="00531D57"/>
    <w:rsid w:val="005D4778"/>
    <w:rsid w:val="006259F9"/>
    <w:rsid w:val="006C3302"/>
    <w:rsid w:val="006D66B0"/>
    <w:rsid w:val="006E42AD"/>
    <w:rsid w:val="007633F5"/>
    <w:rsid w:val="00773458"/>
    <w:rsid w:val="00810539"/>
    <w:rsid w:val="008658A4"/>
    <w:rsid w:val="008779C7"/>
    <w:rsid w:val="008B4A86"/>
    <w:rsid w:val="008C42FA"/>
    <w:rsid w:val="008E4F9C"/>
    <w:rsid w:val="008F173F"/>
    <w:rsid w:val="00900EB2"/>
    <w:rsid w:val="00911B6D"/>
    <w:rsid w:val="0091434B"/>
    <w:rsid w:val="00A326EE"/>
    <w:rsid w:val="00A428A7"/>
    <w:rsid w:val="00A92219"/>
    <w:rsid w:val="00AB0555"/>
    <w:rsid w:val="00B45372"/>
    <w:rsid w:val="00B51EE9"/>
    <w:rsid w:val="00B8057D"/>
    <w:rsid w:val="00B86D5E"/>
    <w:rsid w:val="00BF1EC8"/>
    <w:rsid w:val="00C5024B"/>
    <w:rsid w:val="00C54D31"/>
    <w:rsid w:val="00C94435"/>
    <w:rsid w:val="00D246EE"/>
    <w:rsid w:val="00D318F5"/>
    <w:rsid w:val="00D91D2F"/>
    <w:rsid w:val="00DA1DE2"/>
    <w:rsid w:val="00EB112E"/>
    <w:rsid w:val="00EB5E4E"/>
    <w:rsid w:val="00EC6D20"/>
    <w:rsid w:val="00EC7E87"/>
    <w:rsid w:val="00EE0119"/>
    <w:rsid w:val="00EE133D"/>
    <w:rsid w:val="00F07F47"/>
    <w:rsid w:val="00F278AF"/>
    <w:rsid w:val="00F41CBF"/>
    <w:rsid w:val="00F63A7D"/>
    <w:rsid w:val="00FA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customStyle="1" w:styleId="Default">
    <w:name w:val="Default"/>
    <w:uiPriority w:val="99"/>
    <w:rsid w:val="00D91D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uk-UA" w:eastAsia="uk-UA"/>
    </w:rPr>
  </w:style>
  <w:style w:type="paragraph" w:styleId="DocumentMap">
    <w:name w:val="Document Map"/>
    <w:basedOn w:val="Normal"/>
    <w:link w:val="DocumentMapChar"/>
    <w:uiPriority w:val="99"/>
    <w:semiHidden/>
    <w:rsid w:val="00EC7E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A3BE5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306</TotalTime>
  <Pages>2</Pages>
  <Words>304</Words>
  <Characters>1734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55</cp:revision>
  <cp:lastPrinted>2021-11-23T06:34:00Z</cp:lastPrinted>
  <dcterms:created xsi:type="dcterms:W3CDTF">2021-06-15T10:40:00Z</dcterms:created>
  <dcterms:modified xsi:type="dcterms:W3CDTF">2021-11-29T08:23:00Z</dcterms:modified>
</cp:coreProperties>
</file>