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C2" w:rsidRPr="00097F21" w:rsidRDefault="000C21C2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251658240;visibility:visible">
            <v:imagedata r:id="rId6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0C21C2" w:rsidRDefault="000C21C2" w:rsidP="00D44B3E">
      <w:pPr>
        <w:ind w:left="2832"/>
      </w:pPr>
    </w:p>
    <w:p w:rsidR="000C21C2" w:rsidRDefault="000C21C2" w:rsidP="00D44B3E">
      <w:pPr>
        <w:ind w:left="2832"/>
      </w:pPr>
    </w:p>
    <w:p w:rsidR="000C21C2" w:rsidRDefault="000C21C2" w:rsidP="00414451">
      <w:pPr>
        <w:jc w:val="center"/>
      </w:pPr>
    </w:p>
    <w:p w:rsidR="000C21C2" w:rsidRPr="00D44B3E" w:rsidRDefault="000C21C2" w:rsidP="00414451">
      <w:pPr>
        <w:jc w:val="center"/>
      </w:pPr>
      <w:r>
        <w:rPr>
          <w:sz w:val="28"/>
          <w:szCs w:val="28"/>
        </w:rPr>
        <w:t>БУЧАНСЬКА     МІСЬКА      РАДА</w:t>
      </w:r>
    </w:p>
    <w:p w:rsidR="000C21C2" w:rsidRDefault="000C21C2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0C21C2" w:rsidRDefault="000C21C2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0C21C2" w:rsidRDefault="000C21C2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0C21C2" w:rsidRDefault="000C21C2" w:rsidP="00347B99">
      <w:pPr>
        <w:rPr>
          <w:b/>
          <w:bCs/>
          <w:lang w:val="ru-RU"/>
        </w:rPr>
      </w:pPr>
      <w:r>
        <w:rPr>
          <w:b/>
          <w:bCs/>
        </w:rPr>
        <w:t>16.11.2021р.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</w:rPr>
        <w:tab/>
      </w:r>
      <w:r>
        <w:rPr>
          <w:b/>
          <w:bCs/>
          <w:lang w:val="ru-RU"/>
        </w:rPr>
        <w:t>908/1</w:t>
      </w:r>
    </w:p>
    <w:p w:rsidR="000C21C2" w:rsidRDefault="000C21C2" w:rsidP="00347B99">
      <w:pPr>
        <w:rPr>
          <w:sz w:val="22"/>
          <w:szCs w:val="22"/>
        </w:rPr>
      </w:pPr>
    </w:p>
    <w:p w:rsidR="000C21C2" w:rsidRPr="008658A4" w:rsidRDefault="000C21C2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0C21C2" w:rsidRPr="008658A4" w:rsidRDefault="000C21C2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0C21C2" w:rsidRDefault="000C21C2" w:rsidP="008A1D6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>Капітальний</w:t>
      </w:r>
      <w:r w:rsidRPr="008A1D6A">
        <w:rPr>
          <w:b/>
        </w:rPr>
        <w:t xml:space="preserve"> ремонт дороги комунальної власності </w:t>
      </w:r>
    </w:p>
    <w:p w:rsidR="000C21C2" w:rsidRDefault="000C21C2" w:rsidP="008A1D6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A1D6A">
        <w:rPr>
          <w:b/>
        </w:rPr>
        <w:t>по вул. Вокзальна (від в</w:t>
      </w:r>
      <w:r>
        <w:rPr>
          <w:b/>
        </w:rPr>
        <w:t>ул. Нове Шосе до вул. Яблунська)</w:t>
      </w:r>
    </w:p>
    <w:p w:rsidR="000C21C2" w:rsidRDefault="000C21C2" w:rsidP="008A1D6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A1D6A">
        <w:rPr>
          <w:b/>
        </w:rPr>
        <w:t xml:space="preserve"> із влаштуванням кільцевої розв’язки на вул. Жовтнева </w:t>
      </w:r>
    </w:p>
    <w:p w:rsidR="000C21C2" w:rsidRPr="008658A4" w:rsidRDefault="000C21C2" w:rsidP="008A1D6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A1D6A">
        <w:rPr>
          <w:b/>
        </w:rPr>
        <w:t>в м. Буча Київської області</w:t>
      </w:r>
      <w:r>
        <w:rPr>
          <w:b/>
        </w:rPr>
        <w:t>»</w:t>
      </w:r>
    </w:p>
    <w:p w:rsidR="000C21C2" w:rsidRDefault="000C21C2" w:rsidP="00347B99">
      <w:pPr>
        <w:ind w:right="2835"/>
        <w:rPr>
          <w:b/>
        </w:rPr>
      </w:pPr>
    </w:p>
    <w:p w:rsidR="000C21C2" w:rsidRPr="00384F4E" w:rsidRDefault="000C21C2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</w:t>
      </w:r>
      <w:r w:rsidRPr="008A1D6A">
        <w:t xml:space="preserve"> ремонт дороги комунальної власності по вул. Вокзальна (від в</w:t>
      </w:r>
      <w:r>
        <w:t>ул. Нове Шосе до вул. Яблунська)</w:t>
      </w:r>
      <w:r w:rsidRPr="008A1D6A">
        <w:t xml:space="preserve"> із влаштуванням кільцевої розв’язки на вул. Жовтнева в м. Буча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0C21C2" w:rsidRPr="00384F4E" w:rsidRDefault="000C21C2" w:rsidP="00347B99">
      <w:pPr>
        <w:ind w:firstLine="709"/>
        <w:jc w:val="both"/>
      </w:pPr>
    </w:p>
    <w:p w:rsidR="000C21C2" w:rsidRDefault="000C21C2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C21C2" w:rsidRDefault="000C21C2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</w:t>
      </w:r>
      <w:r w:rsidRPr="008A1D6A">
        <w:t xml:space="preserve"> ремонт дороги комунальної власності по вул. Вокзальна (від в</w:t>
      </w:r>
      <w:r>
        <w:t>ул. Нове Шосе до вул. Яблунська)</w:t>
      </w:r>
      <w:r w:rsidRPr="008A1D6A">
        <w:t xml:space="preserve"> із влаш</w:t>
      </w:r>
      <w:r>
        <w:t xml:space="preserve">туванням кільцевої розв’язки на вул. Жовтнева в </w:t>
      </w:r>
      <w:r w:rsidRPr="008A1D6A">
        <w:t>м. Буча Київської області</w:t>
      </w:r>
      <w:r>
        <w:t>» з наступними показниками:</w:t>
      </w:r>
    </w:p>
    <w:p w:rsidR="000C21C2" w:rsidRDefault="000C21C2" w:rsidP="00347B99">
      <w:pPr>
        <w:tabs>
          <w:tab w:val="left" w:pos="360"/>
        </w:tabs>
        <w:suppressAutoHyphens/>
        <w:jc w:val="both"/>
      </w:pP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0C21C2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0C21C2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13697,107</w:t>
            </w:r>
          </w:p>
        </w:tc>
      </w:tr>
      <w:tr w:rsidR="000C21C2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11009,875</w:t>
            </w:r>
          </w:p>
        </w:tc>
      </w:tr>
      <w:tr w:rsidR="000C21C2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C2" w:rsidRPr="00746218" w:rsidRDefault="000C21C2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2687,232</w:t>
            </w:r>
          </w:p>
        </w:tc>
      </w:tr>
    </w:tbl>
    <w:p w:rsidR="000C21C2" w:rsidRDefault="000C21C2" w:rsidP="004453E5">
      <w:pPr>
        <w:ind w:firstLine="284"/>
        <w:jc w:val="both"/>
      </w:pPr>
    </w:p>
    <w:p w:rsidR="000C21C2" w:rsidRDefault="000C21C2" w:rsidP="004453E5">
      <w:pPr>
        <w:ind w:firstLine="284"/>
        <w:jc w:val="both"/>
      </w:pPr>
      <w:r>
        <w:t xml:space="preserve">2. Виконання робіт: «Капітальний </w:t>
      </w:r>
      <w:r w:rsidRPr="008A1D6A">
        <w:t xml:space="preserve"> ремонт </w:t>
      </w:r>
      <w:r>
        <w:t xml:space="preserve">дороги комунальної власності по                           </w:t>
      </w:r>
      <w:r w:rsidRPr="008A1D6A">
        <w:t>вул. Вокзальна (від в</w:t>
      </w:r>
      <w:r>
        <w:t>ул. Нове Шосе до вул. Яблунська)</w:t>
      </w:r>
      <w:r w:rsidRPr="008A1D6A">
        <w:t xml:space="preserve"> із влаштуванням кільцевої розв’язки на вул. Жовтнева в м. Буча Київської області</w:t>
      </w:r>
      <w:r>
        <w:t>» доручити ліцензованій організації.</w:t>
      </w:r>
    </w:p>
    <w:p w:rsidR="000C21C2" w:rsidRDefault="000C21C2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0C21C2" w:rsidRDefault="000C21C2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0C21C2" w:rsidRDefault="000C21C2" w:rsidP="00EC6D20">
      <w:pPr>
        <w:spacing w:line="360" w:lineRule="auto"/>
      </w:pPr>
    </w:p>
    <w:p w:rsidR="000C21C2" w:rsidRDefault="000C21C2" w:rsidP="00EC6D20">
      <w:pPr>
        <w:spacing w:line="360" w:lineRule="auto"/>
      </w:pPr>
      <w:bookmarkStart w:id="0" w:name="_GoBack"/>
      <w:bookmarkEnd w:id="0"/>
    </w:p>
    <w:p w:rsidR="000C21C2" w:rsidRDefault="000C21C2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0C21C2" w:rsidRDefault="000C21C2" w:rsidP="00231D92">
      <w:pPr>
        <w:tabs>
          <w:tab w:val="left" w:pos="6270"/>
        </w:tabs>
        <w:spacing w:before="240" w:after="240"/>
        <w:rPr>
          <w:b/>
        </w:rPr>
      </w:pPr>
    </w:p>
    <w:p w:rsidR="000C21C2" w:rsidRDefault="000C21C2" w:rsidP="00231D92">
      <w:pPr>
        <w:tabs>
          <w:tab w:val="left" w:pos="6270"/>
        </w:tabs>
        <w:spacing w:before="240" w:after="240"/>
        <w:rPr>
          <w:b/>
        </w:rPr>
      </w:pPr>
    </w:p>
    <w:p w:rsidR="000C21C2" w:rsidRDefault="000C21C2" w:rsidP="00231D92">
      <w:pPr>
        <w:tabs>
          <w:tab w:val="left" w:pos="6270"/>
        </w:tabs>
        <w:spacing w:before="240" w:after="240"/>
        <w:rPr>
          <w:b/>
        </w:rPr>
      </w:pPr>
    </w:p>
    <w:p w:rsidR="000C21C2" w:rsidRDefault="000C21C2" w:rsidP="00231D92">
      <w:pPr>
        <w:tabs>
          <w:tab w:val="left" w:pos="6270"/>
        </w:tabs>
        <w:spacing w:before="240" w:after="240"/>
        <w:rPr>
          <w:b/>
        </w:rPr>
      </w:pPr>
    </w:p>
    <w:p w:rsidR="000C21C2" w:rsidRDefault="000C21C2" w:rsidP="00231D92">
      <w:pPr>
        <w:tabs>
          <w:tab w:val="left" w:pos="6270"/>
        </w:tabs>
        <w:spacing w:before="240" w:after="240"/>
        <w:rPr>
          <w:b/>
        </w:rPr>
      </w:pPr>
    </w:p>
    <w:p w:rsidR="000C21C2" w:rsidRDefault="000C21C2" w:rsidP="00231D92">
      <w:pPr>
        <w:tabs>
          <w:tab w:val="left" w:pos="6270"/>
        </w:tabs>
        <w:spacing w:before="240" w:after="240"/>
        <w:rPr>
          <w:b/>
        </w:rPr>
      </w:pPr>
    </w:p>
    <w:p w:rsidR="000C21C2" w:rsidRDefault="000C21C2" w:rsidP="00231D92">
      <w:pPr>
        <w:tabs>
          <w:tab w:val="left" w:pos="6270"/>
        </w:tabs>
        <w:spacing w:before="240" w:after="240"/>
        <w:rPr>
          <w:b/>
        </w:rPr>
      </w:pPr>
    </w:p>
    <w:tbl>
      <w:tblPr>
        <w:tblW w:w="0" w:type="auto"/>
        <w:tblLayout w:type="fixed"/>
        <w:tblLook w:val="00A0"/>
      </w:tblPr>
      <w:tblGrid>
        <w:gridCol w:w="4608"/>
        <w:gridCol w:w="3615"/>
      </w:tblGrid>
      <w:tr w:rsidR="000C21C2" w:rsidTr="00231D92">
        <w:trPr>
          <w:trHeight w:val="932"/>
        </w:trPr>
        <w:tc>
          <w:tcPr>
            <w:tcW w:w="4608" w:type="dxa"/>
          </w:tcPr>
          <w:p w:rsidR="000C21C2" w:rsidRDefault="000C21C2">
            <w:pPr>
              <w:pStyle w:val="Default"/>
              <w:spacing w:line="252" w:lineRule="auto"/>
            </w:pPr>
            <w:r>
              <w:rPr>
                <w:b/>
                <w:bCs/>
              </w:rPr>
              <w:t>Заступник міського голови</w:t>
            </w: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________________ </w:t>
            </w: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___________2021 </w:t>
            </w:r>
          </w:p>
          <w:p w:rsidR="000C21C2" w:rsidRDefault="000C21C2">
            <w:pPr>
              <w:pStyle w:val="Default"/>
              <w:spacing w:line="252" w:lineRule="auto"/>
            </w:pPr>
          </w:p>
        </w:tc>
        <w:tc>
          <w:tcPr>
            <w:tcW w:w="3615" w:type="dxa"/>
          </w:tcPr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  <w:r>
              <w:t>Сергій ШЕПЕТЬКО</w:t>
            </w:r>
          </w:p>
        </w:tc>
      </w:tr>
      <w:tr w:rsidR="000C21C2" w:rsidTr="00231D92">
        <w:trPr>
          <w:trHeight w:val="932"/>
        </w:trPr>
        <w:tc>
          <w:tcPr>
            <w:tcW w:w="4608" w:type="dxa"/>
          </w:tcPr>
          <w:p w:rsidR="000C21C2" w:rsidRDefault="000C21C2">
            <w:pPr>
              <w:pStyle w:val="Default"/>
              <w:spacing w:line="252" w:lineRule="auto"/>
            </w:pPr>
            <w:r>
              <w:rPr>
                <w:b/>
                <w:sz w:val="22"/>
                <w:szCs w:val="22"/>
              </w:rPr>
              <w:t>Керуючий справами</w:t>
            </w: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________________  </w:t>
            </w: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___________2021 </w:t>
            </w:r>
          </w:p>
          <w:p w:rsidR="000C21C2" w:rsidRDefault="000C21C2">
            <w:pPr>
              <w:pStyle w:val="Default"/>
              <w:spacing w:line="252" w:lineRule="auto"/>
            </w:pPr>
          </w:p>
        </w:tc>
        <w:tc>
          <w:tcPr>
            <w:tcW w:w="3615" w:type="dxa"/>
          </w:tcPr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Pr="00746218" w:rsidRDefault="000C21C2">
            <w:pPr>
              <w:tabs>
                <w:tab w:val="left" w:pos="3119"/>
                <w:tab w:val="left" w:pos="3402"/>
              </w:tabs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Дмитро ГАПЧЕНКО</w:t>
            </w:r>
          </w:p>
          <w:p w:rsidR="000C21C2" w:rsidRDefault="000C21C2">
            <w:pPr>
              <w:pStyle w:val="Default"/>
              <w:spacing w:line="252" w:lineRule="auto"/>
            </w:pPr>
          </w:p>
        </w:tc>
      </w:tr>
      <w:tr w:rsidR="000C21C2" w:rsidTr="00231D92">
        <w:trPr>
          <w:trHeight w:val="932"/>
        </w:trPr>
        <w:tc>
          <w:tcPr>
            <w:tcW w:w="4608" w:type="dxa"/>
          </w:tcPr>
          <w:p w:rsidR="000C21C2" w:rsidRDefault="000C21C2">
            <w:pPr>
              <w:pStyle w:val="Default"/>
              <w:spacing w:line="252" w:lineRule="auto"/>
            </w:pPr>
            <w:r>
              <w:rPr>
                <w:b/>
                <w:bCs/>
              </w:rPr>
              <w:t>Начальник управління юридично-кадрової роботи</w:t>
            </w: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________________  </w:t>
            </w: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___________2021 </w:t>
            </w:r>
          </w:p>
          <w:p w:rsidR="000C21C2" w:rsidRDefault="000C21C2">
            <w:pPr>
              <w:pStyle w:val="Default"/>
              <w:spacing w:line="252" w:lineRule="auto"/>
            </w:pPr>
          </w:p>
        </w:tc>
        <w:tc>
          <w:tcPr>
            <w:tcW w:w="3615" w:type="dxa"/>
          </w:tcPr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Людмила РИЖЕНКО </w:t>
            </w:r>
          </w:p>
        </w:tc>
      </w:tr>
      <w:tr w:rsidR="000C21C2" w:rsidTr="00231D92">
        <w:trPr>
          <w:trHeight w:val="932"/>
        </w:trPr>
        <w:tc>
          <w:tcPr>
            <w:tcW w:w="4608" w:type="dxa"/>
          </w:tcPr>
          <w:p w:rsidR="000C21C2" w:rsidRDefault="000C21C2">
            <w:pPr>
              <w:pStyle w:val="Default"/>
              <w:spacing w:line="252" w:lineRule="auto"/>
              <w:rPr>
                <w:b/>
              </w:rPr>
            </w:pPr>
            <w:r>
              <w:rPr>
                <w:b/>
              </w:rPr>
              <w:t xml:space="preserve">Начальник КП «Бучасервіс»   </w:t>
            </w: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________________ </w:t>
            </w:r>
          </w:p>
          <w:p w:rsidR="000C21C2" w:rsidRDefault="000C21C2">
            <w:pPr>
              <w:pStyle w:val="Default"/>
              <w:spacing w:line="252" w:lineRule="auto"/>
            </w:pPr>
            <w:r>
              <w:t xml:space="preserve">___________2021 </w:t>
            </w:r>
          </w:p>
          <w:p w:rsidR="000C21C2" w:rsidRDefault="000C21C2">
            <w:pPr>
              <w:pStyle w:val="Default"/>
              <w:spacing w:line="252" w:lineRule="auto"/>
            </w:pPr>
          </w:p>
        </w:tc>
        <w:tc>
          <w:tcPr>
            <w:tcW w:w="3615" w:type="dxa"/>
          </w:tcPr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</w:p>
          <w:p w:rsidR="000C21C2" w:rsidRDefault="000C21C2">
            <w:pPr>
              <w:pStyle w:val="Default"/>
              <w:spacing w:line="252" w:lineRule="auto"/>
            </w:pPr>
            <w:r>
              <w:t>Сергій МОСТІПАКА</w:t>
            </w:r>
          </w:p>
        </w:tc>
      </w:tr>
    </w:tbl>
    <w:p w:rsidR="000C21C2" w:rsidRDefault="000C21C2" w:rsidP="00231D92">
      <w:pPr>
        <w:tabs>
          <w:tab w:val="left" w:pos="2610"/>
        </w:tabs>
        <w:rPr>
          <w:sz w:val="28"/>
          <w:szCs w:val="28"/>
        </w:rPr>
      </w:pPr>
    </w:p>
    <w:p w:rsidR="000C21C2" w:rsidRDefault="000C21C2" w:rsidP="00231D92">
      <w:pPr>
        <w:tabs>
          <w:tab w:val="left" w:pos="2610"/>
        </w:tabs>
        <w:rPr>
          <w:sz w:val="28"/>
          <w:szCs w:val="28"/>
        </w:rPr>
      </w:pPr>
    </w:p>
    <w:p w:rsidR="000C21C2" w:rsidRDefault="000C21C2" w:rsidP="00231D92">
      <w:pPr>
        <w:spacing w:line="360" w:lineRule="auto"/>
        <w:rPr>
          <w:sz w:val="28"/>
          <w:szCs w:val="28"/>
        </w:rPr>
      </w:pPr>
    </w:p>
    <w:sectPr w:rsidR="000C21C2" w:rsidSect="00ED1AD5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1C2" w:rsidRDefault="000C21C2" w:rsidP="00ED1AD5">
      <w:r>
        <w:separator/>
      </w:r>
    </w:p>
  </w:endnote>
  <w:endnote w:type="continuationSeparator" w:id="1">
    <w:p w:rsidR="000C21C2" w:rsidRDefault="000C21C2" w:rsidP="00ED1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1C2" w:rsidRDefault="000C21C2" w:rsidP="00ED1AD5">
      <w:r>
        <w:separator/>
      </w:r>
    </w:p>
  </w:footnote>
  <w:footnote w:type="continuationSeparator" w:id="1">
    <w:p w:rsidR="000C21C2" w:rsidRDefault="000C21C2" w:rsidP="00ED1A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62239"/>
    <w:rsid w:val="00097F21"/>
    <w:rsid w:val="000C21C2"/>
    <w:rsid w:val="0010487C"/>
    <w:rsid w:val="00107581"/>
    <w:rsid w:val="00125442"/>
    <w:rsid w:val="00125913"/>
    <w:rsid w:val="00130167"/>
    <w:rsid w:val="001554BF"/>
    <w:rsid w:val="001C4C78"/>
    <w:rsid w:val="00230DB9"/>
    <w:rsid w:val="00231D92"/>
    <w:rsid w:val="00244682"/>
    <w:rsid w:val="002700C2"/>
    <w:rsid w:val="002C216E"/>
    <w:rsid w:val="002F45F9"/>
    <w:rsid w:val="00304BAC"/>
    <w:rsid w:val="00334B6B"/>
    <w:rsid w:val="00347B99"/>
    <w:rsid w:val="00384F4E"/>
    <w:rsid w:val="00395BE7"/>
    <w:rsid w:val="003B18BD"/>
    <w:rsid w:val="003D4B85"/>
    <w:rsid w:val="0040103C"/>
    <w:rsid w:val="00414451"/>
    <w:rsid w:val="004453E5"/>
    <w:rsid w:val="00465B1C"/>
    <w:rsid w:val="004B78AF"/>
    <w:rsid w:val="00531D57"/>
    <w:rsid w:val="00585D34"/>
    <w:rsid w:val="005D1B35"/>
    <w:rsid w:val="006259F9"/>
    <w:rsid w:val="006B6CD2"/>
    <w:rsid w:val="006C3302"/>
    <w:rsid w:val="006E42AD"/>
    <w:rsid w:val="007214A3"/>
    <w:rsid w:val="00746218"/>
    <w:rsid w:val="00747DFC"/>
    <w:rsid w:val="007633F5"/>
    <w:rsid w:val="007B55DB"/>
    <w:rsid w:val="007D206E"/>
    <w:rsid w:val="00810539"/>
    <w:rsid w:val="008658A4"/>
    <w:rsid w:val="008779C7"/>
    <w:rsid w:val="00895ADF"/>
    <w:rsid w:val="008A1D6A"/>
    <w:rsid w:val="008B4A86"/>
    <w:rsid w:val="008C42FA"/>
    <w:rsid w:val="008F3A4B"/>
    <w:rsid w:val="009109D6"/>
    <w:rsid w:val="00911B6D"/>
    <w:rsid w:val="0091434B"/>
    <w:rsid w:val="009212CA"/>
    <w:rsid w:val="00952341"/>
    <w:rsid w:val="00A326EE"/>
    <w:rsid w:val="00A428A7"/>
    <w:rsid w:val="00A60F2D"/>
    <w:rsid w:val="00B45372"/>
    <w:rsid w:val="00B76ECD"/>
    <w:rsid w:val="00B8057D"/>
    <w:rsid w:val="00B86D5E"/>
    <w:rsid w:val="00C5024B"/>
    <w:rsid w:val="00C85E2C"/>
    <w:rsid w:val="00C94435"/>
    <w:rsid w:val="00D246EE"/>
    <w:rsid w:val="00D44B3E"/>
    <w:rsid w:val="00D55542"/>
    <w:rsid w:val="00DA1DE2"/>
    <w:rsid w:val="00EB5E4E"/>
    <w:rsid w:val="00EC6D20"/>
    <w:rsid w:val="00ED1AD5"/>
    <w:rsid w:val="00EE0119"/>
    <w:rsid w:val="00F07F47"/>
    <w:rsid w:val="00F6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B76E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uiPriority w:val="99"/>
    <w:rsid w:val="00231D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  <w:style w:type="paragraph" w:styleId="DocumentMap">
    <w:name w:val="Document Map"/>
    <w:basedOn w:val="Normal"/>
    <w:link w:val="DocumentMapChar"/>
    <w:uiPriority w:val="99"/>
    <w:semiHidden/>
    <w:rsid w:val="004144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E7CD0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301</TotalTime>
  <Pages>2</Pages>
  <Words>343</Words>
  <Characters>1958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59</cp:revision>
  <cp:lastPrinted>2021-11-16T07:56:00Z</cp:lastPrinted>
  <dcterms:created xsi:type="dcterms:W3CDTF">2021-06-15T10:40:00Z</dcterms:created>
  <dcterms:modified xsi:type="dcterms:W3CDTF">2021-11-29T08:25:00Z</dcterms:modified>
</cp:coreProperties>
</file>