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3EA" w:rsidRDefault="005C23EA" w:rsidP="00F81990">
      <w:pPr>
        <w:ind w:left="142" w:right="-143"/>
        <w:jc w:val="center"/>
        <w:rPr>
          <w:sz w:val="22"/>
          <w:szCs w:val="22"/>
        </w:rPr>
      </w:pPr>
      <w:r w:rsidRPr="00FA442B">
        <w:rPr>
          <w:rFonts w:ascii="MS Sans Serif" w:hAnsi="MS Sans Serif"/>
          <w:noProof/>
          <w:sz w:val="22"/>
          <w:szCs w:val="22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7" o:spid="_x0000_i1025" type="#_x0000_t75" alt="TSIGN" style="width:40.5pt;height:50.25pt;visibility:visible">
            <v:imagedata r:id="rId5" o:title="" grayscale="t" bilevel="t"/>
          </v:shape>
        </w:pict>
      </w:r>
    </w:p>
    <w:p w:rsidR="005C23EA" w:rsidRPr="00BF3934" w:rsidRDefault="005C23EA" w:rsidP="00F81990">
      <w:pPr>
        <w:pStyle w:val="Caption"/>
        <w:pBdr>
          <w:bottom w:val="single" w:sz="4" w:space="1" w:color="auto"/>
        </w:pBdr>
        <w:rPr>
          <w:spacing w:val="60"/>
          <w:sz w:val="28"/>
          <w:szCs w:val="28"/>
          <w:lang w:val="ru-RU"/>
        </w:rPr>
      </w:pPr>
      <w:r w:rsidRPr="00BF3934">
        <w:rPr>
          <w:spacing w:val="60"/>
          <w:sz w:val="28"/>
          <w:szCs w:val="28"/>
        </w:rPr>
        <w:t>БУЧАНСЬКА МІСЬКА РАДА</w:t>
      </w:r>
    </w:p>
    <w:p w:rsidR="005C23EA" w:rsidRPr="00BF3934" w:rsidRDefault="005C23EA" w:rsidP="00F81990">
      <w:pPr>
        <w:pStyle w:val="Caption"/>
        <w:pBdr>
          <w:top w:val="thinThickSmallGap" w:sz="12" w:space="1" w:color="auto"/>
        </w:pBdr>
        <w:rPr>
          <w:spacing w:val="60"/>
          <w:sz w:val="28"/>
          <w:szCs w:val="28"/>
          <w:u w:val="single"/>
        </w:rPr>
      </w:pPr>
      <w:r w:rsidRPr="00BF3934">
        <w:rPr>
          <w:spacing w:val="60"/>
          <w:sz w:val="28"/>
          <w:szCs w:val="28"/>
        </w:rPr>
        <w:t>ВИКОНАВЧИЙ КОМІТЕТ</w:t>
      </w:r>
    </w:p>
    <w:p w:rsidR="005C23EA" w:rsidRPr="00BF3934" w:rsidRDefault="005C23EA" w:rsidP="00F81990">
      <w:pPr>
        <w:pStyle w:val="Heading3"/>
        <w:tabs>
          <w:tab w:val="left" w:pos="8931"/>
        </w:tabs>
        <w:jc w:val="center"/>
        <w:rPr>
          <w:rFonts w:ascii="Times New Roman" w:hAnsi="Times New Roman" w:cs="Times New Roman"/>
          <w:spacing w:val="60"/>
          <w:sz w:val="28"/>
          <w:szCs w:val="28"/>
        </w:rPr>
      </w:pPr>
      <w:r w:rsidRPr="00BF3934">
        <w:rPr>
          <w:rFonts w:ascii="Times New Roman" w:hAnsi="Times New Roman" w:cs="Times New Roman"/>
          <w:spacing w:val="60"/>
          <w:sz w:val="28"/>
          <w:szCs w:val="28"/>
        </w:rPr>
        <w:t>РІШЕННЯ</w:t>
      </w:r>
    </w:p>
    <w:p w:rsidR="005C23EA" w:rsidRPr="00F81990" w:rsidRDefault="005C23EA" w:rsidP="006B29E8"/>
    <w:p w:rsidR="005C23EA" w:rsidRPr="00372791" w:rsidRDefault="005C23EA" w:rsidP="00372791">
      <w:pPr>
        <w:rPr>
          <w:lang w:val="ru-RU"/>
        </w:rPr>
      </w:pPr>
    </w:p>
    <w:p w:rsidR="005C23EA" w:rsidRPr="00AA1066" w:rsidRDefault="005C23EA" w:rsidP="00ED0676">
      <w:pPr>
        <w:ind w:left="851" w:right="-142"/>
        <w:rPr>
          <w:lang w:val="ru-RU"/>
        </w:rPr>
      </w:pPr>
    </w:p>
    <w:p w:rsidR="005C23EA" w:rsidRPr="00372791" w:rsidRDefault="005C23EA" w:rsidP="00135C73">
      <w:pPr>
        <w:ind w:left="567" w:right="284"/>
        <w:jc w:val="both"/>
        <w:rPr>
          <w:b/>
          <w:bCs/>
          <w:lang w:val="ru-RU"/>
        </w:rPr>
      </w:pPr>
      <w:r>
        <w:rPr>
          <w:b/>
          <w:bCs/>
        </w:rPr>
        <w:t>03.11.2021</w:t>
      </w:r>
      <w:r w:rsidRPr="00372791">
        <w:rPr>
          <w:b/>
          <w:bCs/>
        </w:rPr>
        <w:t xml:space="preserve">                                                                 </w:t>
      </w:r>
      <w:r w:rsidRPr="00372791">
        <w:rPr>
          <w:b/>
          <w:bCs/>
          <w:lang w:val="ru-RU"/>
        </w:rPr>
        <w:t xml:space="preserve">  </w:t>
      </w:r>
      <w:r>
        <w:rPr>
          <w:b/>
          <w:bCs/>
          <w:lang w:val="ru-RU"/>
        </w:rPr>
        <w:t xml:space="preserve">                                   </w:t>
      </w:r>
      <w:r w:rsidRPr="00F81990">
        <w:rPr>
          <w:b/>
          <w:bCs/>
        </w:rPr>
        <w:t>890</w:t>
      </w:r>
      <w:r w:rsidRPr="00372791">
        <w:rPr>
          <w:b/>
          <w:bCs/>
          <w:u w:val="single"/>
        </w:rPr>
        <w:t xml:space="preserve"> </w:t>
      </w:r>
      <w:r w:rsidRPr="00372791">
        <w:rPr>
          <w:b/>
          <w:bCs/>
        </w:rPr>
        <w:t xml:space="preserve"> </w:t>
      </w:r>
    </w:p>
    <w:p w:rsidR="005C23EA" w:rsidRPr="00372791" w:rsidRDefault="005C23EA" w:rsidP="00135C73">
      <w:pPr>
        <w:ind w:left="567" w:right="284"/>
        <w:jc w:val="both"/>
        <w:rPr>
          <w:b/>
          <w:bCs/>
        </w:rPr>
      </w:pPr>
      <w:r w:rsidRPr="00372791">
        <w:rPr>
          <w:b/>
          <w:bCs/>
        </w:rPr>
        <w:t xml:space="preserve">                                </w:t>
      </w:r>
    </w:p>
    <w:p w:rsidR="005C23EA" w:rsidRPr="006B29E8" w:rsidRDefault="005C23EA" w:rsidP="00135C73">
      <w:pPr>
        <w:ind w:left="567" w:right="284"/>
        <w:jc w:val="both"/>
        <w:rPr>
          <w:b/>
          <w:bCs/>
          <w:lang w:val="ru-RU"/>
        </w:rPr>
      </w:pPr>
      <w:r w:rsidRPr="00372791">
        <w:rPr>
          <w:b/>
          <w:bCs/>
        </w:rPr>
        <w:t xml:space="preserve">                                    </w:t>
      </w:r>
    </w:p>
    <w:p w:rsidR="005C23EA" w:rsidRPr="00372791" w:rsidRDefault="005C23EA" w:rsidP="00135C73">
      <w:pPr>
        <w:ind w:left="567" w:right="284"/>
        <w:rPr>
          <w:b/>
        </w:rPr>
      </w:pPr>
      <w:r w:rsidRPr="00372791">
        <w:rPr>
          <w:b/>
        </w:rPr>
        <w:t>Про видалення зелених насаджень</w:t>
      </w:r>
    </w:p>
    <w:p w:rsidR="005C23EA" w:rsidRPr="00372791" w:rsidRDefault="005C23EA" w:rsidP="00135C73">
      <w:pPr>
        <w:ind w:left="567" w:right="284"/>
        <w:rPr>
          <w:b/>
        </w:rPr>
      </w:pPr>
      <w:r w:rsidRPr="00372791">
        <w:rPr>
          <w:b/>
        </w:rPr>
        <w:t xml:space="preserve"> за адрес</w:t>
      </w:r>
      <w:r>
        <w:rPr>
          <w:b/>
        </w:rPr>
        <w:t>ою:</w:t>
      </w:r>
      <w:r w:rsidRPr="00372791">
        <w:rPr>
          <w:b/>
        </w:rPr>
        <w:t xml:space="preserve"> </w:t>
      </w:r>
    </w:p>
    <w:p w:rsidR="005C23EA" w:rsidRDefault="005C23EA" w:rsidP="00135C73">
      <w:pPr>
        <w:ind w:left="567" w:right="284"/>
        <w:rPr>
          <w:b/>
        </w:rPr>
      </w:pPr>
      <w:r w:rsidRPr="00372791">
        <w:rPr>
          <w:b/>
        </w:rPr>
        <w:t xml:space="preserve">Київська обл., </w:t>
      </w:r>
      <w:r>
        <w:rPr>
          <w:b/>
        </w:rPr>
        <w:t>с</w:t>
      </w:r>
      <w:r w:rsidRPr="00372791">
        <w:rPr>
          <w:b/>
        </w:rPr>
        <w:t>м</w:t>
      </w:r>
      <w:r>
        <w:rPr>
          <w:b/>
        </w:rPr>
        <w:t>т</w:t>
      </w:r>
      <w:r w:rsidRPr="00372791">
        <w:rPr>
          <w:b/>
        </w:rPr>
        <w:t xml:space="preserve">. </w:t>
      </w:r>
      <w:r>
        <w:rPr>
          <w:b/>
        </w:rPr>
        <w:t>Бабинці</w:t>
      </w:r>
      <w:r w:rsidRPr="00372791">
        <w:rPr>
          <w:b/>
        </w:rPr>
        <w:t xml:space="preserve">, </w:t>
      </w:r>
    </w:p>
    <w:p w:rsidR="005C23EA" w:rsidRDefault="005C23EA" w:rsidP="00135C73">
      <w:pPr>
        <w:ind w:left="567" w:right="284"/>
        <w:rPr>
          <w:b/>
        </w:rPr>
      </w:pPr>
      <w:r>
        <w:rPr>
          <w:b/>
        </w:rPr>
        <w:t xml:space="preserve">по </w:t>
      </w:r>
      <w:r w:rsidRPr="00372791">
        <w:rPr>
          <w:b/>
        </w:rPr>
        <w:t xml:space="preserve">вул. </w:t>
      </w:r>
      <w:r>
        <w:rPr>
          <w:b/>
        </w:rPr>
        <w:t>Травневій, 66.</w:t>
      </w:r>
    </w:p>
    <w:p w:rsidR="005C23EA" w:rsidRPr="001E5C6C" w:rsidRDefault="005C23EA" w:rsidP="00135C73">
      <w:pPr>
        <w:ind w:left="567" w:right="284"/>
        <w:rPr>
          <w:b/>
        </w:rPr>
      </w:pPr>
    </w:p>
    <w:p w:rsidR="005C23EA" w:rsidRDefault="005C23EA" w:rsidP="00FC21DB">
      <w:pPr>
        <w:pStyle w:val="NoSpacing"/>
        <w:ind w:left="567" w:right="284"/>
        <w:jc w:val="both"/>
      </w:pPr>
      <w:r w:rsidRPr="001E5C6C">
        <w:t xml:space="preserve">     </w:t>
      </w:r>
      <w:r w:rsidRPr="00372791">
        <w:t>В результаті комісійного обстеження, розглянувши звернення, а саме:</w:t>
      </w:r>
    </w:p>
    <w:p w:rsidR="005C23EA" w:rsidRPr="006B29E8" w:rsidRDefault="005C23EA" w:rsidP="00FC21DB">
      <w:pPr>
        <w:pStyle w:val="NoSpacing"/>
        <w:ind w:left="567" w:right="284"/>
        <w:jc w:val="both"/>
        <w:rPr>
          <w:b/>
        </w:rPr>
      </w:pPr>
      <w:r>
        <w:rPr>
          <w:b/>
          <w:i/>
          <w:sz w:val="22"/>
          <w:szCs w:val="22"/>
        </w:rPr>
        <w:t xml:space="preserve">                 </w:t>
      </w:r>
      <w:r w:rsidRPr="006B29E8">
        <w:rPr>
          <w:sz w:val="22"/>
          <w:szCs w:val="22"/>
        </w:rPr>
        <w:t xml:space="preserve"> </w:t>
      </w:r>
      <w:r w:rsidRPr="006B29E8">
        <w:rPr>
          <w:b/>
          <w:sz w:val="22"/>
          <w:szCs w:val="22"/>
        </w:rPr>
        <w:t>О. Джам,  головного  лікаря КНП «Бучанський центр ПМСД</w:t>
      </w:r>
    </w:p>
    <w:p w:rsidR="005C23EA" w:rsidRDefault="005C23EA" w:rsidP="00FC2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567"/>
        <w:jc w:val="both"/>
        <w:rPr>
          <w:bCs/>
        </w:rPr>
      </w:pPr>
      <w:r w:rsidRPr="00372791">
        <w:t xml:space="preserve">з проханням дати дозвіл на видалення зелених насаджень, які </w:t>
      </w:r>
      <w:r>
        <w:t>підпадають під пляму</w:t>
      </w:r>
      <w:r w:rsidRPr="00372791">
        <w:t xml:space="preserve"> </w:t>
      </w:r>
      <w:r>
        <w:t>будівництва амбулаторії  Київської області смт. Бабинці, вул. Травнева, 66</w:t>
      </w:r>
      <w:r w:rsidRPr="009C2F5D">
        <w:t>,</w:t>
      </w:r>
      <w:r w:rsidRPr="00372791">
        <w:t xml:space="preserve"> </w:t>
      </w:r>
      <w:r>
        <w:t xml:space="preserve">зелені насадження, </w:t>
      </w:r>
      <w:r w:rsidRPr="00FB0F39">
        <w:t xml:space="preserve">що підпадають під пляму забудови, </w:t>
      </w:r>
      <w:r>
        <w:t>відповідно до</w:t>
      </w:r>
      <w:r w:rsidRPr="00FB0F39">
        <w:t xml:space="preserve"> проєкту та графічних матеріалів</w:t>
      </w:r>
      <w:r>
        <w:t xml:space="preserve"> </w:t>
      </w:r>
      <w:r w:rsidRPr="00FB0F39">
        <w:t>(</w:t>
      </w:r>
      <w:r>
        <w:t>будівництво амбулаторії в смт. Бабинці, Бучанського району Київської області по вул. Травневій, 66). В</w:t>
      </w:r>
      <w:r w:rsidRPr="00372791">
        <w:t>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 керуючись Законом України «Про місцеве самоврядування в Україні»,</w:t>
      </w:r>
      <w:r w:rsidRPr="00372791">
        <w:rPr>
          <w:bCs/>
        </w:rPr>
        <w:t xml:space="preserve"> виконавчий комітет Бучанської міської ради</w:t>
      </w:r>
      <w:r>
        <w:rPr>
          <w:bCs/>
        </w:rPr>
        <w:t>.</w:t>
      </w:r>
    </w:p>
    <w:p w:rsidR="005C23EA" w:rsidRDefault="005C23EA" w:rsidP="00FC21DB">
      <w:pPr>
        <w:ind w:left="567" w:right="284"/>
        <w:jc w:val="both"/>
      </w:pPr>
      <w:r w:rsidRPr="00372791">
        <w:t>ВИРІШИВ :</w:t>
      </w:r>
    </w:p>
    <w:p w:rsidR="005C23EA" w:rsidRPr="00372791" w:rsidRDefault="005C23EA" w:rsidP="00FC21DB">
      <w:pPr>
        <w:ind w:left="567" w:right="284"/>
        <w:jc w:val="both"/>
      </w:pPr>
    </w:p>
    <w:p w:rsidR="005C23EA" w:rsidRPr="00372791" w:rsidRDefault="005C23EA" w:rsidP="00FC21DB">
      <w:pPr>
        <w:tabs>
          <w:tab w:val="left" w:pos="284"/>
        </w:tabs>
        <w:ind w:left="567" w:right="284"/>
        <w:jc w:val="both"/>
      </w:pPr>
      <w:r w:rsidRPr="00372791">
        <w:rPr>
          <w:b/>
        </w:rPr>
        <w:t xml:space="preserve">1. </w:t>
      </w:r>
      <w:r w:rsidRPr="00372791">
        <w:t>Дозволити видалити зелені насадження без сплати відновної вартості, керуючись п.6 постанови Кабінету Міністрів України  № 1045 «Про затвердження порядку видалення дерев,кущів, газонів і квітників у населених пунктах»,  а саме:</w:t>
      </w:r>
    </w:p>
    <w:p w:rsidR="005C23EA" w:rsidRPr="00FC21DB" w:rsidRDefault="005C23EA" w:rsidP="00FC21DB">
      <w:pPr>
        <w:tabs>
          <w:tab w:val="left" w:pos="284"/>
        </w:tabs>
        <w:ind w:left="567" w:right="284"/>
        <w:jc w:val="both"/>
      </w:pPr>
      <w:r w:rsidRPr="00201D8F">
        <w:t xml:space="preserve">- </w:t>
      </w:r>
      <w:r>
        <w:t xml:space="preserve">смт. Бабинці, вул. Травнева, 66  зелені </w:t>
      </w:r>
      <w:r w:rsidRPr="00FC21DB">
        <w:t xml:space="preserve"> </w:t>
      </w:r>
      <w:r>
        <w:t xml:space="preserve">насадження в кількості </w:t>
      </w:r>
      <w:r w:rsidRPr="006B29E8">
        <w:t>6</w:t>
      </w:r>
      <w:r>
        <w:t xml:space="preserve"> одиниць </w:t>
      </w:r>
      <w:r w:rsidRPr="00FC21DB">
        <w:t>(</w:t>
      </w:r>
      <w:r w:rsidRPr="006B29E8">
        <w:t>6</w:t>
      </w:r>
      <w:r>
        <w:t xml:space="preserve"> топол</w:t>
      </w:r>
      <w:r w:rsidRPr="006B29E8">
        <w:t>ь</w:t>
      </w:r>
      <w:r>
        <w:t xml:space="preserve">, </w:t>
      </w:r>
      <w:r w:rsidRPr="00FC21DB">
        <w:t xml:space="preserve">що підпадають під пляму забудови, згідно проєкту та графічних матеріалів) заявник – </w:t>
      </w:r>
      <w:r>
        <w:t>Оксана Джам.</w:t>
      </w:r>
    </w:p>
    <w:p w:rsidR="005C23EA" w:rsidRPr="00372791" w:rsidRDefault="005C23EA" w:rsidP="00FC21DB">
      <w:pPr>
        <w:pStyle w:val="NoSpacing"/>
        <w:ind w:left="567" w:right="284"/>
        <w:jc w:val="both"/>
      </w:pPr>
      <w:r w:rsidRPr="00372791">
        <w:rPr>
          <w:b/>
        </w:rPr>
        <w:t>2.</w:t>
      </w:r>
      <w:r w:rsidRPr="00372791">
        <w:t>Виконання робіт по зняттю  дерев доручити підприємствам, які мають відповідні дозволи (ліцензії).</w:t>
      </w:r>
    </w:p>
    <w:p w:rsidR="005C23EA" w:rsidRPr="00372791" w:rsidRDefault="005C23EA" w:rsidP="00FC21DB">
      <w:pPr>
        <w:pStyle w:val="NoSpacing"/>
        <w:ind w:left="567" w:right="284"/>
        <w:jc w:val="both"/>
      </w:pPr>
      <w:r w:rsidRPr="00372791">
        <w:rPr>
          <w:b/>
        </w:rPr>
        <w:t>3.</w:t>
      </w:r>
      <w:r w:rsidRPr="00372791">
        <w:t>Перед виконанням робіт по видаленню зелених насаджень, аварійних та сухостійних дерев заявникам звернутись до КП «Бучазеленбуд»  для отримання відповідного ордеру.</w:t>
      </w:r>
    </w:p>
    <w:p w:rsidR="005C23EA" w:rsidRPr="00372791" w:rsidRDefault="005C23EA" w:rsidP="00FC21DB">
      <w:pPr>
        <w:pStyle w:val="NoSpacing"/>
        <w:ind w:left="567" w:right="284"/>
        <w:jc w:val="both"/>
      </w:pPr>
      <w:r w:rsidRPr="00372791">
        <w:rPr>
          <w:b/>
        </w:rPr>
        <w:t>4.</w:t>
      </w:r>
      <w:r w:rsidRPr="00372791"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:rsidR="005C23EA" w:rsidRPr="00EB56BF" w:rsidRDefault="005C23EA" w:rsidP="00FC21DB">
      <w:pPr>
        <w:ind w:left="567" w:right="284"/>
        <w:jc w:val="both"/>
      </w:pPr>
      <w:r w:rsidRPr="00372791">
        <w:rPr>
          <w:b/>
          <w:lang w:val="ru-RU"/>
        </w:rPr>
        <w:t>5.</w:t>
      </w:r>
      <w:r w:rsidRPr="00372791">
        <w:t xml:space="preserve"> Контроль за виконанням даного рішення покласти </w:t>
      </w:r>
      <w:r w:rsidRPr="00372791">
        <w:rPr>
          <w:lang w:val="ru-RU"/>
        </w:rPr>
        <w:t xml:space="preserve"> </w:t>
      </w:r>
      <w:r w:rsidRPr="00372791">
        <w:t xml:space="preserve"> </w:t>
      </w:r>
      <w:r w:rsidRPr="00EB56BF">
        <w:t xml:space="preserve">на </w:t>
      </w:r>
      <w:r>
        <w:t xml:space="preserve"> </w:t>
      </w:r>
      <w:r w:rsidRPr="00EB56BF">
        <w:t xml:space="preserve">заступника міського голови </w:t>
      </w:r>
      <w:r>
        <w:t>Шепетька С.А.</w:t>
      </w:r>
    </w:p>
    <w:p w:rsidR="005C23EA" w:rsidRPr="0055778B" w:rsidRDefault="005C23EA" w:rsidP="002D1809">
      <w:pPr>
        <w:pStyle w:val="NoSpacing"/>
        <w:ind w:left="567" w:right="284"/>
      </w:pPr>
    </w:p>
    <w:p w:rsidR="005C23EA" w:rsidRPr="00372791" w:rsidRDefault="005C23EA" w:rsidP="00135C73">
      <w:pPr>
        <w:tabs>
          <w:tab w:val="left" w:pos="840"/>
        </w:tabs>
        <w:ind w:left="567" w:right="284"/>
        <w:jc w:val="both"/>
        <w:rPr>
          <w:lang w:val="ru-RU"/>
        </w:rPr>
      </w:pPr>
    </w:p>
    <w:p w:rsidR="005C23EA" w:rsidRPr="00372791" w:rsidRDefault="005C23EA" w:rsidP="00135C73">
      <w:pPr>
        <w:tabs>
          <w:tab w:val="left" w:pos="840"/>
        </w:tabs>
        <w:ind w:left="567" w:right="284"/>
        <w:jc w:val="both"/>
        <w:rPr>
          <w:lang w:val="ru-RU"/>
        </w:rPr>
      </w:pPr>
    </w:p>
    <w:p w:rsidR="005C23EA" w:rsidRPr="00B141DA" w:rsidRDefault="005C23EA" w:rsidP="00F81990">
      <w:pPr>
        <w:pStyle w:val="NoSpacing"/>
        <w:jc w:val="both"/>
        <w:rPr>
          <w:b/>
        </w:rPr>
      </w:pPr>
      <w:r w:rsidRPr="00B141DA">
        <w:rPr>
          <w:b/>
        </w:rPr>
        <w:t xml:space="preserve">Міський голова </w:t>
      </w:r>
      <w:r w:rsidRPr="00B141DA">
        <w:rPr>
          <w:b/>
          <w:lang w:val="ru-RU"/>
        </w:rPr>
        <w:t xml:space="preserve">                                                </w:t>
      </w:r>
      <w:r>
        <w:rPr>
          <w:b/>
          <w:lang w:val="ru-RU"/>
        </w:rPr>
        <w:t xml:space="preserve">                          </w:t>
      </w:r>
      <w:r w:rsidRPr="00B141DA">
        <w:rPr>
          <w:b/>
        </w:rPr>
        <w:t>Анатолій  ФЕДОРУК</w:t>
      </w:r>
    </w:p>
    <w:p w:rsidR="005C23EA" w:rsidRPr="00B141DA" w:rsidRDefault="005C23EA" w:rsidP="00F81990">
      <w:pPr>
        <w:pStyle w:val="NoSpacing"/>
        <w:jc w:val="both"/>
        <w:rPr>
          <w:lang w:val="ru-RU"/>
        </w:rPr>
      </w:pPr>
    </w:p>
    <w:p w:rsidR="005C23EA" w:rsidRDefault="005C23EA" w:rsidP="00F81990">
      <w:pPr>
        <w:pStyle w:val="NoSpacing"/>
        <w:jc w:val="both"/>
      </w:pPr>
    </w:p>
    <w:p w:rsidR="005C23EA" w:rsidRDefault="005C23EA" w:rsidP="00F81990">
      <w:pPr>
        <w:pStyle w:val="NoSpacing"/>
        <w:jc w:val="both"/>
      </w:pPr>
    </w:p>
    <w:p w:rsidR="005C23EA" w:rsidRDefault="005C23EA" w:rsidP="00F81990">
      <w:pPr>
        <w:pStyle w:val="NoSpacing"/>
        <w:jc w:val="both"/>
      </w:pPr>
    </w:p>
    <w:p w:rsidR="005C23EA" w:rsidRDefault="005C23EA" w:rsidP="00F81990">
      <w:pPr>
        <w:pStyle w:val="NoSpacing"/>
        <w:jc w:val="both"/>
      </w:pPr>
    </w:p>
    <w:p w:rsidR="005C23EA" w:rsidRDefault="005C23EA" w:rsidP="00F81990">
      <w:pPr>
        <w:pStyle w:val="NoSpacing"/>
        <w:jc w:val="both"/>
      </w:pPr>
    </w:p>
    <w:p w:rsidR="005C23EA" w:rsidRDefault="005C23EA" w:rsidP="00F81990">
      <w:pPr>
        <w:pStyle w:val="NoSpacing"/>
        <w:jc w:val="both"/>
      </w:pPr>
    </w:p>
    <w:p w:rsidR="005C23EA" w:rsidRDefault="005C23EA" w:rsidP="00F81990">
      <w:pPr>
        <w:pStyle w:val="NoSpacing"/>
        <w:jc w:val="both"/>
      </w:pPr>
    </w:p>
    <w:p w:rsidR="005C23EA" w:rsidRPr="00B141DA" w:rsidRDefault="005C23EA" w:rsidP="00F81990">
      <w:pPr>
        <w:pStyle w:val="NoSpacing"/>
        <w:jc w:val="both"/>
      </w:pPr>
      <w:r w:rsidRPr="00B141DA">
        <w:t xml:space="preserve">Заступник </w:t>
      </w:r>
    </w:p>
    <w:p w:rsidR="005C23EA" w:rsidRPr="00B141DA" w:rsidRDefault="005C23EA" w:rsidP="00F81990">
      <w:pPr>
        <w:pStyle w:val="NoSpacing"/>
        <w:jc w:val="both"/>
      </w:pPr>
      <w:r w:rsidRPr="00B141DA">
        <w:t xml:space="preserve">міського голови                                                     </w:t>
      </w:r>
      <w:r>
        <w:t xml:space="preserve">             </w:t>
      </w:r>
      <w:r w:rsidRPr="00B141DA">
        <w:t xml:space="preserve">Сергій  ШЕПЕТЬКО  </w:t>
      </w:r>
    </w:p>
    <w:p w:rsidR="005C23EA" w:rsidRPr="00B141DA" w:rsidRDefault="005C23EA" w:rsidP="00F81990">
      <w:pPr>
        <w:pStyle w:val="NoSpacing"/>
        <w:jc w:val="both"/>
      </w:pPr>
      <w:r w:rsidRPr="00B141DA">
        <w:t xml:space="preserve">  </w:t>
      </w:r>
    </w:p>
    <w:p w:rsidR="005C23EA" w:rsidRPr="00B141DA" w:rsidRDefault="005C23EA" w:rsidP="00F81990">
      <w:pPr>
        <w:pStyle w:val="NoSpacing"/>
        <w:jc w:val="both"/>
      </w:pPr>
      <w:r w:rsidRPr="00B141DA">
        <w:t>_________________</w:t>
      </w:r>
    </w:p>
    <w:p w:rsidR="005C23EA" w:rsidRPr="00B141DA" w:rsidRDefault="005C23EA" w:rsidP="00F81990">
      <w:pPr>
        <w:pStyle w:val="NoSpacing"/>
        <w:jc w:val="both"/>
      </w:pPr>
    </w:p>
    <w:p w:rsidR="005C23EA" w:rsidRPr="00B141DA" w:rsidRDefault="005C23EA" w:rsidP="00F81990">
      <w:pPr>
        <w:pStyle w:val="NoSpacing"/>
        <w:jc w:val="both"/>
      </w:pPr>
      <w:r w:rsidRPr="00B141DA">
        <w:t>___________ 2021</w:t>
      </w:r>
    </w:p>
    <w:p w:rsidR="005C23EA" w:rsidRPr="00B141DA" w:rsidRDefault="005C23EA" w:rsidP="00F81990">
      <w:pPr>
        <w:pStyle w:val="NoSpacing"/>
        <w:jc w:val="both"/>
      </w:pPr>
    </w:p>
    <w:p w:rsidR="005C23EA" w:rsidRPr="00B141DA" w:rsidRDefault="005C23EA" w:rsidP="00F81990">
      <w:pPr>
        <w:pStyle w:val="NoSpacing"/>
        <w:jc w:val="both"/>
      </w:pPr>
    </w:p>
    <w:p w:rsidR="005C23EA" w:rsidRPr="00B141DA" w:rsidRDefault="005C23EA" w:rsidP="00F81990">
      <w:pPr>
        <w:pStyle w:val="NoSpacing"/>
        <w:jc w:val="both"/>
      </w:pPr>
      <w:r w:rsidRPr="00B141DA">
        <w:t>Керуючий</w:t>
      </w:r>
      <w:r w:rsidRPr="00B141DA">
        <w:rPr>
          <w:lang w:val="ru-RU"/>
        </w:rPr>
        <w:t xml:space="preserve"> </w:t>
      </w:r>
      <w:r w:rsidRPr="00B141DA">
        <w:t xml:space="preserve">справами                                              </w:t>
      </w:r>
      <w:r>
        <w:t xml:space="preserve">            </w:t>
      </w:r>
      <w:r w:rsidRPr="00B141DA">
        <w:t xml:space="preserve">Дмитро ГАПЧЕНКО </w:t>
      </w:r>
    </w:p>
    <w:p w:rsidR="005C23EA" w:rsidRPr="00B141DA" w:rsidRDefault="005C23EA" w:rsidP="00F81990">
      <w:pPr>
        <w:pStyle w:val="NoSpacing"/>
        <w:jc w:val="both"/>
      </w:pPr>
      <w:r w:rsidRPr="00B141DA">
        <w:t xml:space="preserve"> </w:t>
      </w:r>
    </w:p>
    <w:p w:rsidR="005C23EA" w:rsidRPr="00B141DA" w:rsidRDefault="005C23EA" w:rsidP="00F81990">
      <w:pPr>
        <w:pStyle w:val="NoSpacing"/>
        <w:jc w:val="both"/>
      </w:pPr>
      <w:r w:rsidRPr="00B141DA">
        <w:t>_________________</w:t>
      </w:r>
    </w:p>
    <w:p w:rsidR="005C23EA" w:rsidRPr="00B141DA" w:rsidRDefault="005C23EA" w:rsidP="00F81990">
      <w:pPr>
        <w:pStyle w:val="NoSpacing"/>
        <w:jc w:val="both"/>
      </w:pPr>
    </w:p>
    <w:p w:rsidR="005C23EA" w:rsidRPr="00B141DA" w:rsidRDefault="005C23EA" w:rsidP="00F81990">
      <w:pPr>
        <w:pStyle w:val="NoSpacing"/>
        <w:jc w:val="both"/>
      </w:pPr>
      <w:r w:rsidRPr="00B141DA">
        <w:t>___________ 2021</w:t>
      </w:r>
    </w:p>
    <w:p w:rsidR="005C23EA" w:rsidRPr="00B141DA" w:rsidRDefault="005C23EA" w:rsidP="00F81990">
      <w:pPr>
        <w:pStyle w:val="NoSpacing"/>
        <w:jc w:val="both"/>
      </w:pPr>
    </w:p>
    <w:p w:rsidR="005C23EA" w:rsidRPr="00B141DA" w:rsidRDefault="005C23EA" w:rsidP="00F81990">
      <w:pPr>
        <w:pStyle w:val="NoSpacing"/>
        <w:jc w:val="both"/>
      </w:pPr>
    </w:p>
    <w:p w:rsidR="005C23EA" w:rsidRPr="00B141DA" w:rsidRDefault="005C23EA" w:rsidP="00F81990">
      <w:pPr>
        <w:pStyle w:val="NoSpacing"/>
        <w:jc w:val="both"/>
      </w:pPr>
    </w:p>
    <w:p w:rsidR="005C23EA" w:rsidRPr="00B141DA" w:rsidRDefault="005C23EA" w:rsidP="00F81990">
      <w:pPr>
        <w:pStyle w:val="NoSpacing"/>
        <w:rPr>
          <w:b/>
        </w:rPr>
      </w:pPr>
    </w:p>
    <w:p w:rsidR="005C23EA" w:rsidRPr="00B141DA" w:rsidRDefault="005C23EA" w:rsidP="00F81990">
      <w:pPr>
        <w:pStyle w:val="NoSpacing"/>
        <w:jc w:val="both"/>
      </w:pPr>
      <w:r w:rsidRPr="00B141DA">
        <w:t>Начальник управління</w:t>
      </w:r>
    </w:p>
    <w:p w:rsidR="005C23EA" w:rsidRPr="00B141DA" w:rsidRDefault="005C23EA" w:rsidP="00F81990">
      <w:pPr>
        <w:pStyle w:val="NoSpacing"/>
        <w:jc w:val="both"/>
      </w:pPr>
      <w:r w:rsidRPr="00B141DA">
        <w:t>юридично–кадрової</w:t>
      </w:r>
      <w:r w:rsidRPr="00B141DA">
        <w:rPr>
          <w:lang w:val="ru-RU"/>
        </w:rPr>
        <w:t xml:space="preserve"> </w:t>
      </w:r>
      <w:r w:rsidRPr="00B141DA">
        <w:t xml:space="preserve">роботи                                </w:t>
      </w:r>
      <w:r>
        <w:t xml:space="preserve">              </w:t>
      </w:r>
      <w:r w:rsidRPr="00B141DA">
        <w:t>Людмила РИЖЕНКО</w:t>
      </w:r>
    </w:p>
    <w:p w:rsidR="005C23EA" w:rsidRPr="00B141DA" w:rsidRDefault="005C23EA" w:rsidP="00F81990">
      <w:pPr>
        <w:pStyle w:val="NoSpacing"/>
        <w:jc w:val="both"/>
      </w:pPr>
    </w:p>
    <w:p w:rsidR="005C23EA" w:rsidRPr="00B141DA" w:rsidRDefault="005C23EA" w:rsidP="00F81990">
      <w:pPr>
        <w:pStyle w:val="NoSpacing"/>
        <w:jc w:val="both"/>
      </w:pPr>
      <w:r w:rsidRPr="00B141DA">
        <w:t>_________________</w:t>
      </w:r>
    </w:p>
    <w:p w:rsidR="005C23EA" w:rsidRPr="00B141DA" w:rsidRDefault="005C23EA" w:rsidP="00F81990">
      <w:pPr>
        <w:pStyle w:val="NoSpacing"/>
        <w:jc w:val="both"/>
      </w:pPr>
    </w:p>
    <w:p w:rsidR="005C23EA" w:rsidRPr="00B141DA" w:rsidRDefault="005C23EA" w:rsidP="00F81990">
      <w:pPr>
        <w:pStyle w:val="NoSpacing"/>
        <w:jc w:val="both"/>
      </w:pPr>
      <w:r w:rsidRPr="00B141DA">
        <w:t>___________ 2021</w:t>
      </w:r>
    </w:p>
    <w:p w:rsidR="005C23EA" w:rsidRPr="00B141DA" w:rsidRDefault="005C23EA" w:rsidP="00F81990">
      <w:pPr>
        <w:pStyle w:val="NoSpacing"/>
        <w:jc w:val="both"/>
      </w:pPr>
    </w:p>
    <w:p w:rsidR="005C23EA" w:rsidRPr="00B141DA" w:rsidRDefault="005C23EA" w:rsidP="00F81990">
      <w:pPr>
        <w:pStyle w:val="NoSpacing"/>
        <w:jc w:val="both"/>
      </w:pPr>
    </w:p>
    <w:p w:rsidR="005C23EA" w:rsidRPr="00B141DA" w:rsidRDefault="005C23EA" w:rsidP="00F81990">
      <w:pPr>
        <w:pStyle w:val="NoSpacing"/>
        <w:jc w:val="both"/>
      </w:pPr>
    </w:p>
    <w:p w:rsidR="005C23EA" w:rsidRPr="00B141DA" w:rsidRDefault="005C23EA" w:rsidP="00F81990">
      <w:pPr>
        <w:pStyle w:val="NoSpacing"/>
        <w:jc w:val="both"/>
      </w:pPr>
    </w:p>
    <w:p w:rsidR="005C23EA" w:rsidRPr="00B141DA" w:rsidRDefault="005C23EA" w:rsidP="00F81990">
      <w:pPr>
        <w:pStyle w:val="NoSpacing"/>
        <w:jc w:val="both"/>
      </w:pPr>
      <w:r w:rsidRPr="00B141DA">
        <w:tab/>
      </w:r>
    </w:p>
    <w:p w:rsidR="005C23EA" w:rsidRPr="00B141DA" w:rsidRDefault="005C23EA" w:rsidP="00F81990">
      <w:pPr>
        <w:pStyle w:val="NoSpacing"/>
        <w:jc w:val="both"/>
      </w:pPr>
      <w:r w:rsidRPr="00B141DA">
        <w:t xml:space="preserve">Директор </w:t>
      </w:r>
    </w:p>
    <w:p w:rsidR="005C23EA" w:rsidRPr="00B141DA" w:rsidRDefault="005C23EA" w:rsidP="00F81990">
      <w:pPr>
        <w:pStyle w:val="NoSpacing"/>
        <w:jc w:val="both"/>
      </w:pPr>
      <w:r w:rsidRPr="00B141DA">
        <w:t xml:space="preserve">КП  «Бучазеленбуд»                                             </w:t>
      </w:r>
      <w:r>
        <w:t xml:space="preserve">             </w:t>
      </w:r>
      <w:r w:rsidRPr="00B141DA">
        <w:t>Віктор  ГАЛУЩАК</w:t>
      </w:r>
    </w:p>
    <w:p w:rsidR="005C23EA" w:rsidRPr="00B141DA" w:rsidRDefault="005C23EA" w:rsidP="00F81990">
      <w:pPr>
        <w:pStyle w:val="NoSpacing"/>
        <w:jc w:val="both"/>
      </w:pPr>
    </w:p>
    <w:p w:rsidR="005C23EA" w:rsidRPr="00B141DA" w:rsidRDefault="005C23EA" w:rsidP="00F81990">
      <w:pPr>
        <w:pStyle w:val="NoSpacing"/>
        <w:jc w:val="both"/>
      </w:pPr>
      <w:r w:rsidRPr="00B141DA">
        <w:t>_________________</w:t>
      </w:r>
    </w:p>
    <w:p w:rsidR="005C23EA" w:rsidRPr="00B141DA" w:rsidRDefault="005C23EA" w:rsidP="00F81990">
      <w:pPr>
        <w:pStyle w:val="NoSpacing"/>
        <w:jc w:val="both"/>
      </w:pPr>
    </w:p>
    <w:p w:rsidR="005C23EA" w:rsidRPr="00B141DA" w:rsidRDefault="005C23EA" w:rsidP="00F81990">
      <w:pPr>
        <w:pStyle w:val="NoSpacing"/>
        <w:jc w:val="both"/>
      </w:pPr>
      <w:r w:rsidRPr="00B141DA">
        <w:t>___________ 2021</w:t>
      </w:r>
    </w:p>
    <w:p w:rsidR="005C23EA" w:rsidRPr="00AB3A54" w:rsidRDefault="005C23EA" w:rsidP="00F81990">
      <w:pPr>
        <w:pStyle w:val="NoSpacing"/>
        <w:ind w:right="284"/>
        <w:jc w:val="both"/>
      </w:pPr>
    </w:p>
    <w:p w:rsidR="005C23EA" w:rsidRPr="00372791" w:rsidRDefault="005C23EA" w:rsidP="00F81990">
      <w:pPr>
        <w:pStyle w:val="NoSpacing"/>
        <w:ind w:left="567" w:right="284"/>
        <w:jc w:val="both"/>
      </w:pPr>
    </w:p>
    <w:sectPr w:rsidR="005C23EA" w:rsidRPr="00372791" w:rsidSect="005B2C66">
      <w:pgSz w:w="11906" w:h="16838"/>
      <w:pgMar w:top="567" w:right="1134" w:bottom="567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3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5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1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  <w:rPr>
        <w:rFonts w:cs="Times New Roman"/>
      </w:rPr>
    </w:lvl>
  </w:abstractNum>
  <w:abstractNum w:abstractNumId="35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11"/>
  </w:num>
  <w:num w:numId="6">
    <w:abstractNumId w:val="33"/>
  </w:num>
  <w:num w:numId="7">
    <w:abstractNumId w:val="28"/>
  </w:num>
  <w:num w:numId="8">
    <w:abstractNumId w:val="15"/>
  </w:num>
  <w:num w:numId="9">
    <w:abstractNumId w:val="3"/>
  </w:num>
  <w:num w:numId="10">
    <w:abstractNumId w:val="0"/>
  </w:num>
  <w:num w:numId="11">
    <w:abstractNumId w:val="29"/>
  </w:num>
  <w:num w:numId="12">
    <w:abstractNumId w:val="12"/>
  </w:num>
  <w:num w:numId="13">
    <w:abstractNumId w:val="31"/>
  </w:num>
  <w:num w:numId="14">
    <w:abstractNumId w:val="18"/>
  </w:num>
  <w:num w:numId="15">
    <w:abstractNumId w:val="5"/>
  </w:num>
  <w:num w:numId="16">
    <w:abstractNumId w:val="24"/>
  </w:num>
  <w:num w:numId="17">
    <w:abstractNumId w:val="1"/>
  </w:num>
  <w:num w:numId="18">
    <w:abstractNumId w:val="19"/>
  </w:num>
  <w:num w:numId="19">
    <w:abstractNumId w:val="25"/>
  </w:num>
  <w:num w:numId="20">
    <w:abstractNumId w:val="23"/>
  </w:num>
  <w:num w:numId="21">
    <w:abstractNumId w:val="2"/>
  </w:num>
  <w:num w:numId="22">
    <w:abstractNumId w:val="21"/>
  </w:num>
  <w:num w:numId="23">
    <w:abstractNumId w:val="13"/>
  </w:num>
  <w:num w:numId="24">
    <w:abstractNumId w:val="16"/>
  </w:num>
  <w:num w:numId="25">
    <w:abstractNumId w:val="32"/>
  </w:num>
  <w:num w:numId="26">
    <w:abstractNumId w:val="20"/>
  </w:num>
  <w:num w:numId="27">
    <w:abstractNumId w:val="22"/>
  </w:num>
  <w:num w:numId="28">
    <w:abstractNumId w:val="9"/>
  </w:num>
  <w:num w:numId="29">
    <w:abstractNumId w:val="7"/>
  </w:num>
  <w:num w:numId="30">
    <w:abstractNumId w:val="4"/>
  </w:num>
  <w:num w:numId="31">
    <w:abstractNumId w:val="30"/>
  </w:num>
  <w:num w:numId="32">
    <w:abstractNumId w:val="14"/>
  </w:num>
  <w:num w:numId="33">
    <w:abstractNumId w:val="17"/>
  </w:num>
  <w:num w:numId="34">
    <w:abstractNumId w:val="27"/>
  </w:num>
  <w:num w:numId="35">
    <w:abstractNumId w:val="35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6A5E"/>
    <w:rsid w:val="00000E37"/>
    <w:rsid w:val="000019B3"/>
    <w:rsid w:val="00001B6C"/>
    <w:rsid w:val="00001D64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40D18"/>
    <w:rsid w:val="0005025D"/>
    <w:rsid w:val="000502CA"/>
    <w:rsid w:val="0005109D"/>
    <w:rsid w:val="00051E8D"/>
    <w:rsid w:val="00057639"/>
    <w:rsid w:val="00060C6A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4F"/>
    <w:rsid w:val="00183D38"/>
    <w:rsid w:val="001840C7"/>
    <w:rsid w:val="00184242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5C6C"/>
    <w:rsid w:val="001E775D"/>
    <w:rsid w:val="001F0130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305B"/>
    <w:rsid w:val="00223CDD"/>
    <w:rsid w:val="0022547B"/>
    <w:rsid w:val="00225CA9"/>
    <w:rsid w:val="002320C8"/>
    <w:rsid w:val="00233A7C"/>
    <w:rsid w:val="00234C6B"/>
    <w:rsid w:val="002358AC"/>
    <w:rsid w:val="002413B9"/>
    <w:rsid w:val="002426F5"/>
    <w:rsid w:val="00245D77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1809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57A"/>
    <w:rsid w:val="00312A62"/>
    <w:rsid w:val="003137ED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74EB"/>
    <w:rsid w:val="00337755"/>
    <w:rsid w:val="00337F04"/>
    <w:rsid w:val="00340211"/>
    <w:rsid w:val="0034321D"/>
    <w:rsid w:val="00343C89"/>
    <w:rsid w:val="00345422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772"/>
    <w:rsid w:val="003A1B3A"/>
    <w:rsid w:val="003A2B55"/>
    <w:rsid w:val="003A3917"/>
    <w:rsid w:val="003A48CA"/>
    <w:rsid w:val="003A5792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7464"/>
    <w:rsid w:val="003D07AE"/>
    <w:rsid w:val="003D0C6D"/>
    <w:rsid w:val="003D0C70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A3657"/>
    <w:rsid w:val="004A3DCB"/>
    <w:rsid w:val="004A7B50"/>
    <w:rsid w:val="004B350B"/>
    <w:rsid w:val="004B38E4"/>
    <w:rsid w:val="004B3F28"/>
    <w:rsid w:val="004B54EB"/>
    <w:rsid w:val="004B564A"/>
    <w:rsid w:val="004B7F1C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303B"/>
    <w:rsid w:val="00546163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5184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23EA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1A10"/>
    <w:rsid w:val="00663662"/>
    <w:rsid w:val="00664028"/>
    <w:rsid w:val="00664224"/>
    <w:rsid w:val="006644E5"/>
    <w:rsid w:val="00665E0B"/>
    <w:rsid w:val="00666FDF"/>
    <w:rsid w:val="006671C8"/>
    <w:rsid w:val="006738DA"/>
    <w:rsid w:val="00675CF9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9E8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2105"/>
    <w:rsid w:val="006F3CBB"/>
    <w:rsid w:val="006F4215"/>
    <w:rsid w:val="006F5D1A"/>
    <w:rsid w:val="006F6457"/>
    <w:rsid w:val="006F6C7F"/>
    <w:rsid w:val="00700FE0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12C"/>
    <w:rsid w:val="00723E8B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460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2C33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9F2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83ED6"/>
    <w:rsid w:val="00890F91"/>
    <w:rsid w:val="0089172D"/>
    <w:rsid w:val="00893268"/>
    <w:rsid w:val="008947AD"/>
    <w:rsid w:val="00896125"/>
    <w:rsid w:val="008A0167"/>
    <w:rsid w:val="008A11C4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5799"/>
    <w:rsid w:val="0099776F"/>
    <w:rsid w:val="009A1E72"/>
    <w:rsid w:val="009A3A69"/>
    <w:rsid w:val="009A4177"/>
    <w:rsid w:val="009A4E31"/>
    <w:rsid w:val="009A50DB"/>
    <w:rsid w:val="009A5EDF"/>
    <w:rsid w:val="009B457B"/>
    <w:rsid w:val="009B5148"/>
    <w:rsid w:val="009B5FD2"/>
    <w:rsid w:val="009C0953"/>
    <w:rsid w:val="009C2F5D"/>
    <w:rsid w:val="009C41DC"/>
    <w:rsid w:val="009C4833"/>
    <w:rsid w:val="009C5097"/>
    <w:rsid w:val="009C58BE"/>
    <w:rsid w:val="009C697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711"/>
    <w:rsid w:val="00A50734"/>
    <w:rsid w:val="00A522DA"/>
    <w:rsid w:val="00A54646"/>
    <w:rsid w:val="00A550A6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066"/>
    <w:rsid w:val="00AA181D"/>
    <w:rsid w:val="00AA21A3"/>
    <w:rsid w:val="00AA2DC6"/>
    <w:rsid w:val="00AA341C"/>
    <w:rsid w:val="00AA50C2"/>
    <w:rsid w:val="00AA6653"/>
    <w:rsid w:val="00AA6F00"/>
    <w:rsid w:val="00AB0DAB"/>
    <w:rsid w:val="00AB1BC9"/>
    <w:rsid w:val="00AB2441"/>
    <w:rsid w:val="00AB3A54"/>
    <w:rsid w:val="00AB4E41"/>
    <w:rsid w:val="00AB66BE"/>
    <w:rsid w:val="00AB6A4C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7EB8"/>
    <w:rsid w:val="00B10255"/>
    <w:rsid w:val="00B105B5"/>
    <w:rsid w:val="00B11697"/>
    <w:rsid w:val="00B12B94"/>
    <w:rsid w:val="00B141DA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24B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6AF6"/>
    <w:rsid w:val="00B97AEA"/>
    <w:rsid w:val="00B97FF5"/>
    <w:rsid w:val="00BA0299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3934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6D03"/>
    <w:rsid w:val="00CD715E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A52"/>
    <w:rsid w:val="00D1429E"/>
    <w:rsid w:val="00D147AE"/>
    <w:rsid w:val="00D175A4"/>
    <w:rsid w:val="00D235E9"/>
    <w:rsid w:val="00D30012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51E6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5F6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76C98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70C4"/>
    <w:rsid w:val="00EB430D"/>
    <w:rsid w:val="00EB4538"/>
    <w:rsid w:val="00EB4974"/>
    <w:rsid w:val="00EB56BF"/>
    <w:rsid w:val="00EC05C4"/>
    <w:rsid w:val="00EC3477"/>
    <w:rsid w:val="00EC34F3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1CD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3D3C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5B8"/>
    <w:rsid w:val="00F77B56"/>
    <w:rsid w:val="00F77DC6"/>
    <w:rsid w:val="00F818F5"/>
    <w:rsid w:val="00F81990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42B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E2161"/>
    <w:rsid w:val="00FE2AE1"/>
    <w:rsid w:val="00FE2C39"/>
    <w:rsid w:val="00FE4B90"/>
    <w:rsid w:val="00FE6E06"/>
    <w:rsid w:val="00FF1244"/>
    <w:rsid w:val="00FF4371"/>
    <w:rsid w:val="00FF54A4"/>
    <w:rsid w:val="00FF578F"/>
    <w:rsid w:val="00FF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A5E"/>
    <w:rPr>
      <w:rFonts w:ascii="Times New Roman" w:eastAsia="Times New Roman" w:hAnsi="Times New Roman"/>
      <w:sz w:val="24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6A5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D6A5E"/>
    <w:rPr>
      <w:rFonts w:ascii="Arial" w:hAnsi="Arial" w:cs="Arial"/>
      <w:b/>
      <w:bCs/>
      <w:sz w:val="26"/>
      <w:szCs w:val="26"/>
      <w:lang w:eastAsia="ru-RU"/>
    </w:rPr>
  </w:style>
  <w:style w:type="paragraph" w:styleId="Caption">
    <w:name w:val="caption"/>
    <w:basedOn w:val="Normal"/>
    <w:next w:val="Normal"/>
    <w:uiPriority w:val="99"/>
    <w:qFormat/>
    <w:rsid w:val="006D6A5E"/>
    <w:pPr>
      <w:jc w:val="center"/>
    </w:pPr>
    <w:rPr>
      <w:b/>
      <w:shadow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D6A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A5E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5E2F9B"/>
    <w:pPr>
      <w:ind w:left="720"/>
      <w:contextualSpacing/>
    </w:pPr>
  </w:style>
  <w:style w:type="table" w:styleId="TableGrid">
    <w:name w:val="Table Grid"/>
    <w:basedOn w:val="TableNormal"/>
    <w:uiPriority w:val="99"/>
    <w:rsid w:val="00F56C1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PreformattedChar">
    <w:name w:val="HTML Preformatted Char"/>
    <w:link w:val="HTMLPreformatted"/>
    <w:uiPriority w:val="99"/>
    <w:locked/>
    <w:rsid w:val="00C901AA"/>
    <w:rPr>
      <w:rFonts w:ascii="Courier New" w:hAnsi="Courier New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ru-RU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4A6339"/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1">
    <w:name w:val="Стандартный HTML Знак1"/>
    <w:basedOn w:val="DefaultParagraphFont"/>
    <w:uiPriority w:val="99"/>
    <w:semiHidden/>
    <w:rsid w:val="00C901AA"/>
    <w:rPr>
      <w:rFonts w:ascii="Consolas" w:hAnsi="Consolas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7E7257"/>
    <w:rPr>
      <w:rFonts w:ascii="Times New Roman" w:eastAsia="Times New Roman" w:hAnsi="Times New Roman"/>
      <w:sz w:val="24"/>
      <w:szCs w:val="24"/>
      <w:lang w:val="uk-UA"/>
    </w:rPr>
  </w:style>
  <w:style w:type="paragraph" w:styleId="DocumentMap">
    <w:name w:val="Document Map"/>
    <w:basedOn w:val="Normal"/>
    <w:link w:val="DocumentMapChar"/>
    <w:uiPriority w:val="99"/>
    <w:semiHidden/>
    <w:rsid w:val="00AA10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A6339"/>
    <w:rPr>
      <w:rFonts w:ascii="Times New Roman" w:eastAsia="Times New Roman" w:hAnsi="Times New Roman"/>
      <w:sz w:val="0"/>
      <w:szCs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04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10767</TotalTime>
  <Pages>2</Pages>
  <Words>412</Words>
  <Characters>2352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WORK2</dc:creator>
  <cp:keywords/>
  <dc:description/>
  <cp:lastModifiedBy>www.PHILka.RU</cp:lastModifiedBy>
  <cp:revision>1121</cp:revision>
  <cp:lastPrinted>2021-11-09T07:50:00Z</cp:lastPrinted>
  <dcterms:created xsi:type="dcterms:W3CDTF">2017-05-15T11:35:00Z</dcterms:created>
  <dcterms:modified xsi:type="dcterms:W3CDTF">2021-11-23T14:47:00Z</dcterms:modified>
</cp:coreProperties>
</file>