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C2A" w:rsidRPr="00097F21" w:rsidRDefault="00014C2A" w:rsidP="00347B99">
      <w:pPr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margin-left:220.5pt;margin-top:11.25pt;width:40.5pt;height:51pt;z-index:251658240;visibility:visible">
            <v:imagedata r:id="rId6" o:title="" grayscale="t" bilevel="t"/>
            <w10:wrap type="square" side="right"/>
          </v:shape>
        </w:pict>
      </w:r>
      <w:r>
        <w:tab/>
      </w:r>
      <w:r>
        <w:tab/>
      </w:r>
      <w:r>
        <w:tab/>
      </w:r>
    </w:p>
    <w:p w:rsidR="00014C2A" w:rsidRPr="00D44B3E" w:rsidRDefault="00014C2A" w:rsidP="00D44B3E">
      <w:pPr>
        <w:ind w:left="2832"/>
      </w:pPr>
      <w:bookmarkStart w:id="0" w:name="_GoBack"/>
      <w:bookmarkEnd w:id="0"/>
      <w:r>
        <w:br w:type="textWrapping" w:clear="all"/>
      </w:r>
      <w:r>
        <w:rPr>
          <w:sz w:val="28"/>
          <w:szCs w:val="28"/>
        </w:rPr>
        <w:t>БУЧАНСЬКА     МІСЬКА      РАДА</w:t>
      </w:r>
    </w:p>
    <w:p w:rsidR="00014C2A" w:rsidRDefault="00014C2A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014C2A" w:rsidRDefault="00014C2A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014C2A" w:rsidRDefault="00014C2A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Ш  Е  Н Н Я</w:t>
      </w:r>
    </w:p>
    <w:p w:rsidR="00014C2A" w:rsidRDefault="00014C2A" w:rsidP="00347B99">
      <w:pPr>
        <w:rPr>
          <w:b/>
          <w:bCs/>
          <w:lang w:val="ru-RU"/>
        </w:rPr>
      </w:pPr>
      <w:r>
        <w:rPr>
          <w:b/>
          <w:bCs/>
          <w:u w:val="single"/>
        </w:rPr>
        <w:t>«03» листопада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 888</w:t>
      </w:r>
    </w:p>
    <w:p w:rsidR="00014C2A" w:rsidRDefault="00014C2A" w:rsidP="00347B99">
      <w:pPr>
        <w:rPr>
          <w:sz w:val="22"/>
          <w:szCs w:val="22"/>
        </w:rPr>
      </w:pPr>
    </w:p>
    <w:p w:rsidR="00014C2A" w:rsidRPr="008658A4" w:rsidRDefault="00014C2A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 xml:space="preserve">Про затвердження кошторисної частини </w:t>
      </w:r>
    </w:p>
    <w:p w:rsidR="00014C2A" w:rsidRPr="008658A4" w:rsidRDefault="00014C2A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проектної документації по робочому проекту</w:t>
      </w:r>
    </w:p>
    <w:p w:rsidR="00014C2A" w:rsidRDefault="00014C2A" w:rsidP="006A6B7C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658A4">
        <w:rPr>
          <w:b/>
        </w:rPr>
        <w:t>«</w:t>
      </w:r>
      <w:r>
        <w:rPr>
          <w:b/>
        </w:rPr>
        <w:t xml:space="preserve">Капітальний ремонт перехрестя доріг комунальної власності </w:t>
      </w:r>
    </w:p>
    <w:p w:rsidR="00014C2A" w:rsidRDefault="00014C2A" w:rsidP="006A6B7C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 xml:space="preserve">Між вул. Нове Шосе та бульв. Л. Бірюкова в м. Буча </w:t>
      </w:r>
    </w:p>
    <w:p w:rsidR="00014C2A" w:rsidRPr="008658A4" w:rsidRDefault="00014C2A" w:rsidP="006A6B7C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Київської області»</w:t>
      </w:r>
    </w:p>
    <w:p w:rsidR="00014C2A" w:rsidRDefault="00014C2A" w:rsidP="00347B99">
      <w:pPr>
        <w:ind w:right="2835"/>
        <w:rPr>
          <w:b/>
        </w:rPr>
      </w:pPr>
    </w:p>
    <w:p w:rsidR="00014C2A" w:rsidRPr="00384F4E" w:rsidRDefault="00014C2A" w:rsidP="004453E5">
      <w:pPr>
        <w:ind w:firstLine="567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>
        <w:t>Капітальний ремонт перехрестя доріг комунальної власності між вул. Нове Шосе та   бульв. Л. Бірюкова в м. Буча Київської області</w:t>
      </w:r>
      <w:r w:rsidRPr="00347B99">
        <w:t>»</w:t>
      </w:r>
      <w:r>
        <w:t>, з метою належного утримання вулично-дорожньої мережі населених пунктів БМТГ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Бучанської міської ради</w:t>
      </w:r>
    </w:p>
    <w:p w:rsidR="00014C2A" w:rsidRPr="00384F4E" w:rsidRDefault="00014C2A" w:rsidP="00347B99">
      <w:pPr>
        <w:ind w:firstLine="709"/>
        <w:jc w:val="both"/>
      </w:pPr>
    </w:p>
    <w:p w:rsidR="00014C2A" w:rsidRDefault="00014C2A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014C2A" w:rsidRDefault="00014C2A" w:rsidP="00347B99">
      <w:pPr>
        <w:tabs>
          <w:tab w:val="left" w:pos="360"/>
        </w:tabs>
        <w:suppressAutoHyphens/>
        <w:jc w:val="both"/>
      </w:pPr>
      <w:r w:rsidRPr="00D246EE">
        <w:t>1.</w:t>
      </w:r>
      <w:r w:rsidRPr="001C4C78">
        <w:t xml:space="preserve"> Затвердити кошторисну частину зведеного кошторисного розрахунку вартості будівництва</w:t>
      </w:r>
      <w:r>
        <w:t>«Капітальний ремонт перехрестя доріг комунальної власності між вул. Нове Шосе та бульв. Л. Бірюкова в м. Буча Київської області» з наступними показниками:</w:t>
      </w:r>
    </w:p>
    <w:p w:rsidR="00014C2A" w:rsidRDefault="00014C2A" w:rsidP="00347B99">
      <w:pPr>
        <w:tabs>
          <w:tab w:val="left" w:pos="360"/>
        </w:tabs>
        <w:suppressAutoHyphens/>
        <w:jc w:val="both"/>
      </w:pPr>
    </w:p>
    <w:tbl>
      <w:tblPr>
        <w:tblW w:w="8966" w:type="dxa"/>
        <w:tblInd w:w="640" w:type="dxa"/>
        <w:tblLayout w:type="fixed"/>
        <w:tblLook w:val="00A0"/>
      </w:tblPr>
      <w:tblGrid>
        <w:gridCol w:w="5529"/>
        <w:gridCol w:w="1701"/>
        <w:gridCol w:w="1736"/>
      </w:tblGrid>
      <w:tr w:rsidR="00014C2A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C2A" w:rsidRPr="00454CB2" w:rsidRDefault="00014C2A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C2A" w:rsidRPr="00454CB2" w:rsidRDefault="00014C2A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2A" w:rsidRPr="00454CB2" w:rsidRDefault="00014C2A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014C2A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C2A" w:rsidRPr="00454CB2" w:rsidRDefault="00014C2A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C2A" w:rsidRPr="00454CB2" w:rsidRDefault="00014C2A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2A" w:rsidRPr="00454CB2" w:rsidRDefault="00014C2A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1 500 000</w:t>
            </w:r>
          </w:p>
        </w:tc>
      </w:tr>
      <w:tr w:rsidR="00014C2A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C2A" w:rsidRPr="00454CB2" w:rsidRDefault="00014C2A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C2A" w:rsidRPr="00454CB2" w:rsidRDefault="00014C2A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2A" w:rsidRPr="00454CB2" w:rsidRDefault="00014C2A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 xml:space="preserve">        -</w:t>
            </w:r>
          </w:p>
        </w:tc>
      </w:tr>
      <w:tr w:rsidR="00014C2A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C2A" w:rsidRPr="00454CB2" w:rsidRDefault="00014C2A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C2A" w:rsidRPr="00454CB2" w:rsidRDefault="00014C2A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2A" w:rsidRPr="00454CB2" w:rsidRDefault="00014C2A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 xml:space="preserve">        -</w:t>
            </w:r>
          </w:p>
        </w:tc>
      </w:tr>
    </w:tbl>
    <w:p w:rsidR="00014C2A" w:rsidRDefault="00014C2A" w:rsidP="004453E5">
      <w:pPr>
        <w:ind w:firstLine="284"/>
        <w:jc w:val="both"/>
      </w:pPr>
    </w:p>
    <w:p w:rsidR="00014C2A" w:rsidRDefault="00014C2A" w:rsidP="004453E5">
      <w:pPr>
        <w:ind w:firstLine="284"/>
        <w:jc w:val="both"/>
      </w:pPr>
      <w:r>
        <w:t>2. Виконання робіт: «Капітальний ремонт перехрестя доріг комунальної власності між вул. Нове Шосе та   бульв. Л. Бірюкова в м. Буча Київської області» доручити ліцензованій організації.</w:t>
      </w:r>
    </w:p>
    <w:p w:rsidR="00014C2A" w:rsidRDefault="00014C2A" w:rsidP="004453E5">
      <w:pPr>
        <w:tabs>
          <w:tab w:val="left" w:pos="180"/>
          <w:tab w:val="left" w:pos="360"/>
        </w:tabs>
        <w:ind w:firstLine="284"/>
        <w:jc w:val="both"/>
      </w:pPr>
      <w:r>
        <w:t>3. Контроль за виконанням даного рішення покласти на начальника КП «Бучасервіс»</w:t>
      </w:r>
    </w:p>
    <w:p w:rsidR="00014C2A" w:rsidRDefault="00014C2A" w:rsidP="004453E5">
      <w:pPr>
        <w:tabs>
          <w:tab w:val="left" w:pos="180"/>
          <w:tab w:val="left" w:pos="360"/>
        </w:tabs>
        <w:jc w:val="both"/>
      </w:pPr>
      <w:r>
        <w:t>С.В. Мостіпаку.</w:t>
      </w:r>
    </w:p>
    <w:p w:rsidR="00014C2A" w:rsidRDefault="00014C2A" w:rsidP="00EC6D20">
      <w:pPr>
        <w:spacing w:line="360" w:lineRule="auto"/>
      </w:pPr>
    </w:p>
    <w:p w:rsidR="00014C2A" w:rsidRDefault="00014C2A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014C2A" w:rsidRDefault="00014C2A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Сергій ШЕПЕТЬКО</w:t>
      </w:r>
    </w:p>
    <w:p w:rsidR="00014C2A" w:rsidRDefault="00014C2A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014C2A" w:rsidRDefault="00014C2A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Начальникуправління</w:t>
      </w:r>
    </w:p>
    <w:p w:rsidR="00014C2A" w:rsidRDefault="00014C2A" w:rsidP="00EC6D20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014C2A" w:rsidRDefault="00014C2A" w:rsidP="00EC6D20">
      <w:pPr>
        <w:spacing w:line="360" w:lineRule="auto"/>
        <w:ind w:right="-143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Погоджено:в.о. </w:t>
      </w:r>
      <w:r>
        <w:rPr>
          <w:b/>
          <w:sz w:val="22"/>
          <w:szCs w:val="22"/>
          <w:lang w:val="ru-RU"/>
        </w:rPr>
        <w:t>н</w:t>
      </w:r>
      <w:r>
        <w:rPr>
          <w:b/>
          <w:sz w:val="22"/>
          <w:szCs w:val="22"/>
        </w:rPr>
        <w:t>ачальник</w:t>
      </w:r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014C2A" w:rsidRDefault="00014C2A" w:rsidP="00EC6D20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«Бучасервіс»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Сергій МОСТІПАКА</w:t>
      </w:r>
    </w:p>
    <w:p w:rsidR="00014C2A" w:rsidRDefault="00014C2A" w:rsidP="00304BAC">
      <w:pPr>
        <w:tabs>
          <w:tab w:val="left" w:pos="2610"/>
        </w:tabs>
        <w:rPr>
          <w:sz w:val="28"/>
          <w:szCs w:val="28"/>
        </w:rPr>
      </w:pPr>
    </w:p>
    <w:p w:rsidR="00014C2A" w:rsidRDefault="00014C2A" w:rsidP="00304BAC">
      <w:pPr>
        <w:tabs>
          <w:tab w:val="left" w:pos="2610"/>
        </w:tabs>
        <w:rPr>
          <w:sz w:val="28"/>
          <w:szCs w:val="28"/>
        </w:rPr>
      </w:pPr>
    </w:p>
    <w:p w:rsidR="00014C2A" w:rsidRDefault="00014C2A" w:rsidP="00304BAC">
      <w:pPr>
        <w:tabs>
          <w:tab w:val="left" w:pos="2610"/>
        </w:tabs>
        <w:rPr>
          <w:sz w:val="28"/>
          <w:szCs w:val="28"/>
        </w:rPr>
      </w:pPr>
    </w:p>
    <w:p w:rsidR="00014C2A" w:rsidRDefault="00014C2A" w:rsidP="00304BAC">
      <w:pPr>
        <w:tabs>
          <w:tab w:val="left" w:pos="2610"/>
        </w:tabs>
        <w:rPr>
          <w:sz w:val="28"/>
          <w:szCs w:val="28"/>
        </w:rPr>
      </w:pPr>
    </w:p>
    <w:p w:rsidR="00014C2A" w:rsidRDefault="00014C2A" w:rsidP="00304BAC">
      <w:pPr>
        <w:tabs>
          <w:tab w:val="left" w:pos="2610"/>
        </w:tabs>
        <w:rPr>
          <w:sz w:val="28"/>
          <w:szCs w:val="28"/>
        </w:rPr>
      </w:pPr>
    </w:p>
    <w:sectPr w:rsidR="00014C2A" w:rsidSect="00ED1AD5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C2A" w:rsidRDefault="00014C2A" w:rsidP="00ED1AD5">
      <w:r>
        <w:separator/>
      </w:r>
    </w:p>
  </w:endnote>
  <w:endnote w:type="continuationSeparator" w:id="1">
    <w:p w:rsidR="00014C2A" w:rsidRDefault="00014C2A" w:rsidP="00ED1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C2A" w:rsidRDefault="00014C2A" w:rsidP="00ED1AD5">
      <w:r>
        <w:separator/>
      </w:r>
    </w:p>
  </w:footnote>
  <w:footnote w:type="continuationSeparator" w:id="1">
    <w:p w:rsidR="00014C2A" w:rsidRDefault="00014C2A" w:rsidP="00ED1A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F30"/>
    <w:rsid w:val="00014C2A"/>
    <w:rsid w:val="00026F30"/>
    <w:rsid w:val="00062239"/>
    <w:rsid w:val="00097F21"/>
    <w:rsid w:val="000E0E50"/>
    <w:rsid w:val="000E1B7B"/>
    <w:rsid w:val="0010487C"/>
    <w:rsid w:val="00107581"/>
    <w:rsid w:val="00130167"/>
    <w:rsid w:val="001554BF"/>
    <w:rsid w:val="001C4C78"/>
    <w:rsid w:val="00230DB9"/>
    <w:rsid w:val="002700C2"/>
    <w:rsid w:val="002C216E"/>
    <w:rsid w:val="002D39FC"/>
    <w:rsid w:val="002F45F9"/>
    <w:rsid w:val="00304BAC"/>
    <w:rsid w:val="003211F8"/>
    <w:rsid w:val="00334B6B"/>
    <w:rsid w:val="00347B99"/>
    <w:rsid w:val="003803AA"/>
    <w:rsid w:val="00384F4E"/>
    <w:rsid w:val="00395BE7"/>
    <w:rsid w:val="003B18BD"/>
    <w:rsid w:val="003D4B85"/>
    <w:rsid w:val="0040103C"/>
    <w:rsid w:val="004453E5"/>
    <w:rsid w:val="00454CB2"/>
    <w:rsid w:val="00465B1C"/>
    <w:rsid w:val="004B78AF"/>
    <w:rsid w:val="00531D57"/>
    <w:rsid w:val="005D1B35"/>
    <w:rsid w:val="006259F9"/>
    <w:rsid w:val="006A6B7C"/>
    <w:rsid w:val="006C3302"/>
    <w:rsid w:val="006E42AD"/>
    <w:rsid w:val="007633F5"/>
    <w:rsid w:val="00810539"/>
    <w:rsid w:val="008658A4"/>
    <w:rsid w:val="008779C7"/>
    <w:rsid w:val="008B4A86"/>
    <w:rsid w:val="008C42FA"/>
    <w:rsid w:val="00911B6D"/>
    <w:rsid w:val="0091434B"/>
    <w:rsid w:val="009212CA"/>
    <w:rsid w:val="00A326EE"/>
    <w:rsid w:val="00A428A7"/>
    <w:rsid w:val="00B45372"/>
    <w:rsid w:val="00B76ECD"/>
    <w:rsid w:val="00B8057D"/>
    <w:rsid w:val="00B86D5E"/>
    <w:rsid w:val="00C5024B"/>
    <w:rsid w:val="00C6561A"/>
    <w:rsid w:val="00C85E2C"/>
    <w:rsid w:val="00C94435"/>
    <w:rsid w:val="00CF10A0"/>
    <w:rsid w:val="00D246EE"/>
    <w:rsid w:val="00D44B3E"/>
    <w:rsid w:val="00D55542"/>
    <w:rsid w:val="00DA1DE2"/>
    <w:rsid w:val="00EB5E4E"/>
    <w:rsid w:val="00EC6D20"/>
    <w:rsid w:val="00ED1AD5"/>
    <w:rsid w:val="00EE0119"/>
    <w:rsid w:val="00EF5C5B"/>
    <w:rsid w:val="00F07F47"/>
    <w:rsid w:val="00F61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B99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805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57D"/>
    <w:rPr>
      <w:rFonts w:ascii="Segoe UI" w:hAnsi="Segoe UI" w:cs="Segoe UI"/>
      <w:sz w:val="18"/>
      <w:szCs w:val="18"/>
      <w:lang w:val="uk-UA" w:eastAsia="ru-RU"/>
    </w:rPr>
  </w:style>
  <w:style w:type="paragraph" w:styleId="ListParagraph">
    <w:name w:val="List Paragraph"/>
    <w:basedOn w:val="Normal"/>
    <w:uiPriority w:val="99"/>
    <w:qFormat/>
    <w:rsid w:val="00B76E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D1AD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D1AD5"/>
    <w:rPr>
      <w:rFonts w:ascii="Times New Roman" w:hAnsi="Times New Roman"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FooterChar"/>
    <w:uiPriority w:val="99"/>
    <w:rsid w:val="00ED1AD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D1AD5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6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297</TotalTime>
  <Pages>1</Pages>
  <Words>300</Words>
  <Characters>1710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www.PHILka.RU</cp:lastModifiedBy>
  <cp:revision>54</cp:revision>
  <cp:lastPrinted>2021-11-03T08:29:00Z</cp:lastPrinted>
  <dcterms:created xsi:type="dcterms:W3CDTF">2021-06-15T10:40:00Z</dcterms:created>
  <dcterms:modified xsi:type="dcterms:W3CDTF">2021-11-10T12:18:00Z</dcterms:modified>
</cp:coreProperties>
</file>