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085" w:rsidRDefault="00570085" w:rsidP="001F41FD">
      <w:pPr>
        <w:ind w:left="3540" w:firstLine="708"/>
      </w:pPr>
      <w:r w:rsidRPr="00451D04">
        <w:rPr>
          <w:rFonts w:ascii="MS Sans Serif" w:hAnsi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TSIGN" style="width:40.5pt;height:49.5pt;visibility:visible">
            <v:imagedata r:id="rId5" o:title="" grayscale="t" bilevel="t"/>
          </v:shape>
        </w:pict>
      </w:r>
      <w:r>
        <w:t xml:space="preserve">                                             </w:t>
      </w:r>
    </w:p>
    <w:p w:rsidR="00570085" w:rsidRDefault="00570085" w:rsidP="004B7295">
      <w:pPr>
        <w:jc w:val="center"/>
        <w:rPr>
          <w:b/>
          <w:bCs/>
          <w:sz w:val="20"/>
          <w:szCs w:val="20"/>
        </w:rPr>
      </w:pPr>
    </w:p>
    <w:p w:rsidR="00570085" w:rsidRDefault="00570085" w:rsidP="004B7295">
      <w:pPr>
        <w:pStyle w:val="Caption"/>
        <w:pBdr>
          <w:bottom w:val="single" w:sz="12" w:space="1" w:color="auto"/>
        </w:pBdr>
        <w:rPr>
          <w:b w:val="0"/>
          <w:sz w:val="28"/>
          <w:szCs w:val="28"/>
        </w:rPr>
      </w:pPr>
      <w:r w:rsidRPr="004B7295">
        <w:rPr>
          <w:b w:val="0"/>
          <w:sz w:val="28"/>
          <w:szCs w:val="28"/>
        </w:rPr>
        <w:t>БУЧАНСЬКА     МІСЬКА      РАДА</w:t>
      </w:r>
    </w:p>
    <w:p w:rsidR="00570085" w:rsidRDefault="00570085" w:rsidP="004B7295">
      <w:pPr>
        <w:pStyle w:val="Heading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В И К О Н А В Ч И Й         К О М І Т Е Т</w:t>
      </w:r>
    </w:p>
    <w:p w:rsidR="00570085" w:rsidRDefault="00570085" w:rsidP="004B7295">
      <w:pPr>
        <w:pStyle w:val="Heading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570085" w:rsidRDefault="00570085" w:rsidP="004B7295"/>
    <w:p w:rsidR="00570085" w:rsidRDefault="00570085" w:rsidP="004B7295">
      <w:pPr>
        <w:rPr>
          <w:b/>
          <w:bCs/>
        </w:rPr>
      </w:pPr>
      <w:r>
        <w:rPr>
          <w:b/>
          <w:bCs/>
          <w:u w:val="single"/>
        </w:rPr>
        <w:t>« 16» листопада 2021року</w:t>
      </w:r>
      <w:r>
        <w:rPr>
          <w:b/>
          <w:bCs/>
        </w:rPr>
        <w:t xml:space="preserve">                                                                                                   № 903</w:t>
      </w:r>
    </w:p>
    <w:p w:rsidR="00570085" w:rsidRDefault="00570085" w:rsidP="004B7295">
      <w:pPr>
        <w:rPr>
          <w:b/>
          <w:bCs/>
        </w:rPr>
      </w:pPr>
    </w:p>
    <w:p w:rsidR="00570085" w:rsidRDefault="00570085" w:rsidP="00A11842">
      <w:pPr>
        <w:ind w:right="2835"/>
        <w:rPr>
          <w:b/>
        </w:rPr>
      </w:pPr>
      <w:r w:rsidRPr="00EE0119">
        <w:rPr>
          <w:b/>
        </w:rPr>
        <w:t xml:space="preserve">Про затвердження кошторисної частини зведеного кошторисного розрахунку вартості будівництва </w:t>
      </w:r>
    </w:p>
    <w:p w:rsidR="00570085" w:rsidRDefault="00570085" w:rsidP="00A11842">
      <w:pPr>
        <w:ind w:right="2835"/>
        <w:rPr>
          <w:b/>
        </w:rPr>
      </w:pPr>
      <w:r w:rsidRPr="00EE0119">
        <w:rPr>
          <w:b/>
        </w:rPr>
        <w:t>«</w:t>
      </w:r>
      <w:r>
        <w:rPr>
          <w:b/>
        </w:rPr>
        <w:t>Будівництво зони відпочинку навколо озера по вул.Т.Шевченка в с.МироцькеБучанського</w:t>
      </w:r>
    </w:p>
    <w:p w:rsidR="00570085" w:rsidRPr="00EE0119" w:rsidRDefault="00570085" w:rsidP="00A11842">
      <w:pPr>
        <w:ind w:right="2835"/>
        <w:rPr>
          <w:b/>
        </w:rPr>
      </w:pPr>
      <w:r>
        <w:rPr>
          <w:b/>
        </w:rPr>
        <w:t>району Київської області»</w:t>
      </w:r>
    </w:p>
    <w:p w:rsidR="00570085" w:rsidRDefault="00570085" w:rsidP="00A11842">
      <w:pPr>
        <w:ind w:right="2835"/>
        <w:rPr>
          <w:b/>
        </w:rPr>
      </w:pPr>
    </w:p>
    <w:p w:rsidR="00570085" w:rsidRPr="005D3D75" w:rsidRDefault="00570085" w:rsidP="005D3D75">
      <w:pPr>
        <w:spacing w:line="288" w:lineRule="auto"/>
        <w:jc w:val="both"/>
      </w:pPr>
      <w:r w:rsidRPr="005D3D75">
        <w:t xml:space="preserve">Розглянувши кошторисну частину зведеного кошторисного розрахунку вартості будівництва </w:t>
      </w:r>
      <w:r w:rsidRPr="005D3D75">
        <w:rPr>
          <w:b/>
        </w:rPr>
        <w:t>«</w:t>
      </w:r>
      <w:r w:rsidRPr="005D3D75">
        <w:t>Будівництво зони відпочинку навколо озера по вул.Т.Шевченка в с.МироцькеБучанського району Київської області», з метою належного утримання об’єктів  туристичної інфраструктури та благоустрою населених пунктів Бучанської МТГ Київської області, керуючись Законами України «Про місцеве самоврядування в Україні», «Про благоустрій населених пунктів», «Про регулювання містобудівної діяльності», наказу Міністерства регіонального розвитку будівництва та житлово-комунального господарства № 45 від 16.05.2011 р., виконавчий комітет Бучанської міської ради</w:t>
      </w:r>
    </w:p>
    <w:p w:rsidR="00570085" w:rsidRPr="005D3D75" w:rsidRDefault="00570085" w:rsidP="00A11842">
      <w:pPr>
        <w:spacing w:line="288" w:lineRule="auto"/>
        <w:ind w:firstLine="709"/>
        <w:jc w:val="both"/>
      </w:pPr>
    </w:p>
    <w:p w:rsidR="00570085" w:rsidRPr="005D3D75" w:rsidRDefault="00570085" w:rsidP="00A11842">
      <w:pPr>
        <w:spacing w:line="288" w:lineRule="auto"/>
        <w:jc w:val="both"/>
        <w:rPr>
          <w:b/>
        </w:rPr>
      </w:pPr>
      <w:r w:rsidRPr="005D3D75">
        <w:rPr>
          <w:b/>
        </w:rPr>
        <w:t>ВИРІШИВ:</w:t>
      </w:r>
    </w:p>
    <w:p w:rsidR="00570085" w:rsidRPr="005D3D75" w:rsidRDefault="00570085" w:rsidP="00A11842">
      <w:pPr>
        <w:spacing w:line="288" w:lineRule="auto"/>
        <w:jc w:val="both"/>
        <w:rPr>
          <w:b/>
        </w:rPr>
      </w:pPr>
    </w:p>
    <w:p w:rsidR="00570085" w:rsidRPr="005D3D75" w:rsidRDefault="00570085" w:rsidP="005D3D75">
      <w:pPr>
        <w:tabs>
          <w:tab w:val="left" w:pos="360"/>
        </w:tabs>
        <w:suppressAutoHyphens/>
        <w:spacing w:line="288" w:lineRule="auto"/>
        <w:ind w:left="284" w:hanging="284"/>
        <w:jc w:val="both"/>
      </w:pPr>
      <w:r w:rsidRPr="005D3D75">
        <w:t>1. Затвердити кошторисну частину зведеного кошторисного розрахунку вартості будівництва</w:t>
      </w:r>
      <w:r w:rsidRPr="005D3D75">
        <w:rPr>
          <w:b/>
        </w:rPr>
        <w:t>«</w:t>
      </w:r>
      <w:r w:rsidRPr="005D3D75">
        <w:t>Будівництво зони відпочинку навколо озера по вул.Т.Шевченка в с.МироцькеБучанського району Київської області» з наступними показниками:</w:t>
      </w:r>
    </w:p>
    <w:p w:rsidR="00570085" w:rsidRPr="005D3D75" w:rsidRDefault="00570085" w:rsidP="00A11842">
      <w:pPr>
        <w:tabs>
          <w:tab w:val="left" w:pos="360"/>
        </w:tabs>
        <w:suppressAutoHyphens/>
        <w:spacing w:line="288" w:lineRule="auto"/>
        <w:ind w:left="360"/>
        <w:jc w:val="both"/>
      </w:pPr>
    </w:p>
    <w:tbl>
      <w:tblPr>
        <w:tblW w:w="0" w:type="auto"/>
        <w:tblInd w:w="640" w:type="dxa"/>
        <w:tblLayout w:type="fixed"/>
        <w:tblLook w:val="00A0"/>
      </w:tblPr>
      <w:tblGrid>
        <w:gridCol w:w="5529"/>
        <w:gridCol w:w="1701"/>
        <w:gridCol w:w="1736"/>
      </w:tblGrid>
      <w:tr w:rsidR="00570085" w:rsidRPr="005D3D75" w:rsidTr="004161A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0085" w:rsidRPr="00F15F7A" w:rsidRDefault="00570085" w:rsidP="00A11842">
            <w:pPr>
              <w:tabs>
                <w:tab w:val="left" w:pos="567"/>
              </w:tabs>
              <w:snapToGrid w:val="0"/>
              <w:spacing w:line="288" w:lineRule="auto"/>
              <w:ind w:left="567" w:right="-249" w:hanging="391"/>
              <w:jc w:val="both"/>
              <w:rPr>
                <w:lang w:eastAsia="en-US"/>
              </w:rPr>
            </w:pPr>
            <w:r w:rsidRPr="00F15F7A"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0085" w:rsidRPr="00F15F7A" w:rsidRDefault="00570085" w:rsidP="00A11842">
            <w:pPr>
              <w:tabs>
                <w:tab w:val="left" w:pos="567"/>
              </w:tabs>
              <w:snapToGrid w:val="0"/>
              <w:spacing w:line="288" w:lineRule="auto"/>
              <w:ind w:left="567" w:hanging="534"/>
              <w:jc w:val="both"/>
              <w:rPr>
                <w:lang w:eastAsia="en-US"/>
              </w:rPr>
            </w:pPr>
            <w:r w:rsidRPr="00F15F7A"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085" w:rsidRPr="00F15F7A" w:rsidRDefault="00570085" w:rsidP="00A11842">
            <w:pPr>
              <w:tabs>
                <w:tab w:val="left" w:pos="567"/>
              </w:tabs>
              <w:snapToGrid w:val="0"/>
              <w:spacing w:line="288" w:lineRule="auto"/>
              <w:ind w:left="567" w:hanging="534"/>
              <w:jc w:val="both"/>
              <w:rPr>
                <w:lang w:eastAsia="en-US"/>
              </w:rPr>
            </w:pPr>
            <w:r w:rsidRPr="00F15F7A"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570085" w:rsidRPr="005D3D75" w:rsidTr="004161A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0085" w:rsidRPr="00F15F7A" w:rsidRDefault="00570085" w:rsidP="00A11842">
            <w:pPr>
              <w:tabs>
                <w:tab w:val="left" w:pos="567"/>
              </w:tabs>
              <w:snapToGrid w:val="0"/>
              <w:spacing w:line="288" w:lineRule="auto"/>
              <w:ind w:left="567" w:hanging="391"/>
              <w:jc w:val="both"/>
              <w:rPr>
                <w:lang w:eastAsia="en-US"/>
              </w:rPr>
            </w:pPr>
            <w:r w:rsidRPr="00F15F7A"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0085" w:rsidRPr="00F15F7A" w:rsidRDefault="00570085" w:rsidP="00A11842">
            <w:pPr>
              <w:tabs>
                <w:tab w:val="left" w:pos="567"/>
              </w:tabs>
              <w:snapToGrid w:val="0"/>
              <w:spacing w:line="288" w:lineRule="auto"/>
              <w:ind w:left="567" w:hanging="534"/>
              <w:jc w:val="both"/>
              <w:rPr>
                <w:lang w:eastAsia="en-US"/>
              </w:rPr>
            </w:pPr>
            <w:r w:rsidRPr="00F15F7A">
              <w:rPr>
                <w:sz w:val="22"/>
                <w:szCs w:val="22"/>
                <w:lang w:eastAsia="en-US"/>
              </w:rPr>
              <w:t>тис.грн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085" w:rsidRPr="00F15F7A" w:rsidRDefault="00570085" w:rsidP="00A11842">
            <w:pPr>
              <w:tabs>
                <w:tab w:val="left" w:pos="567"/>
              </w:tabs>
              <w:snapToGrid w:val="0"/>
              <w:spacing w:line="288" w:lineRule="auto"/>
              <w:rPr>
                <w:lang w:eastAsia="en-US"/>
              </w:rPr>
            </w:pPr>
            <w:r w:rsidRPr="00F15F7A">
              <w:rPr>
                <w:sz w:val="22"/>
                <w:szCs w:val="22"/>
                <w:lang w:eastAsia="en-US"/>
              </w:rPr>
              <w:t>40577,110</w:t>
            </w:r>
          </w:p>
        </w:tc>
      </w:tr>
      <w:tr w:rsidR="00570085" w:rsidRPr="005D3D75" w:rsidTr="004161A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0085" w:rsidRPr="00F15F7A" w:rsidRDefault="00570085" w:rsidP="00A11842">
            <w:pPr>
              <w:tabs>
                <w:tab w:val="left" w:pos="567"/>
              </w:tabs>
              <w:snapToGrid w:val="0"/>
              <w:spacing w:line="288" w:lineRule="auto"/>
              <w:ind w:left="567" w:hanging="391"/>
              <w:jc w:val="both"/>
              <w:rPr>
                <w:lang w:eastAsia="en-US"/>
              </w:rPr>
            </w:pPr>
            <w:r w:rsidRPr="00F15F7A">
              <w:rPr>
                <w:sz w:val="22"/>
                <w:szCs w:val="22"/>
                <w:lang w:eastAsia="en-US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0085" w:rsidRPr="00F15F7A" w:rsidRDefault="00570085" w:rsidP="00A11842">
            <w:pPr>
              <w:tabs>
                <w:tab w:val="left" w:pos="567"/>
              </w:tabs>
              <w:snapToGrid w:val="0"/>
              <w:spacing w:line="288" w:lineRule="auto"/>
              <w:ind w:left="567" w:hanging="534"/>
              <w:jc w:val="both"/>
              <w:rPr>
                <w:lang w:eastAsia="en-US"/>
              </w:rPr>
            </w:pPr>
            <w:r w:rsidRPr="00F15F7A">
              <w:rPr>
                <w:sz w:val="22"/>
                <w:szCs w:val="22"/>
                <w:lang w:eastAsia="en-US"/>
              </w:rPr>
              <w:t>тис.грн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085" w:rsidRPr="00F15F7A" w:rsidRDefault="00570085" w:rsidP="00A11842">
            <w:pPr>
              <w:tabs>
                <w:tab w:val="left" w:pos="567"/>
              </w:tabs>
              <w:snapToGrid w:val="0"/>
              <w:spacing w:line="288" w:lineRule="auto"/>
              <w:rPr>
                <w:lang w:val="ru-RU" w:eastAsia="en-US"/>
              </w:rPr>
            </w:pPr>
            <w:r w:rsidRPr="00F15F7A">
              <w:rPr>
                <w:sz w:val="22"/>
                <w:szCs w:val="22"/>
                <w:lang w:eastAsia="en-US"/>
              </w:rPr>
              <w:t>31841,835</w:t>
            </w:r>
          </w:p>
        </w:tc>
      </w:tr>
      <w:tr w:rsidR="00570085" w:rsidRPr="005D3D75" w:rsidTr="004161A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0085" w:rsidRPr="00F15F7A" w:rsidRDefault="00570085" w:rsidP="00A11842">
            <w:pPr>
              <w:tabs>
                <w:tab w:val="left" w:pos="567"/>
              </w:tabs>
              <w:snapToGrid w:val="0"/>
              <w:spacing w:line="288" w:lineRule="auto"/>
              <w:ind w:left="567" w:hanging="391"/>
              <w:jc w:val="both"/>
              <w:rPr>
                <w:lang w:eastAsia="en-US"/>
              </w:rPr>
            </w:pPr>
            <w:r w:rsidRPr="00F15F7A">
              <w:rPr>
                <w:sz w:val="22"/>
                <w:szCs w:val="22"/>
                <w:lang w:eastAsia="en-US"/>
              </w:rPr>
              <w:t>У т.ч. вартість устаткування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0085" w:rsidRPr="00F15F7A" w:rsidRDefault="00570085" w:rsidP="00A11842">
            <w:pPr>
              <w:tabs>
                <w:tab w:val="left" w:pos="567"/>
              </w:tabs>
              <w:snapToGrid w:val="0"/>
              <w:spacing w:line="288" w:lineRule="auto"/>
              <w:ind w:left="567" w:hanging="534"/>
              <w:jc w:val="both"/>
              <w:rPr>
                <w:lang w:eastAsia="en-US"/>
              </w:rPr>
            </w:pPr>
            <w:r w:rsidRPr="00F15F7A">
              <w:rPr>
                <w:sz w:val="22"/>
                <w:szCs w:val="22"/>
                <w:lang w:eastAsia="en-US"/>
              </w:rPr>
              <w:t>тис.грн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085" w:rsidRPr="00F15F7A" w:rsidRDefault="00570085" w:rsidP="00A11842">
            <w:pPr>
              <w:tabs>
                <w:tab w:val="left" w:pos="567"/>
              </w:tabs>
              <w:snapToGrid w:val="0"/>
              <w:spacing w:line="288" w:lineRule="auto"/>
              <w:rPr>
                <w:lang w:eastAsia="en-US"/>
              </w:rPr>
            </w:pPr>
            <w:r w:rsidRPr="00F15F7A">
              <w:rPr>
                <w:sz w:val="22"/>
                <w:szCs w:val="22"/>
                <w:lang w:eastAsia="en-US"/>
              </w:rPr>
              <w:t>926,488</w:t>
            </w:r>
          </w:p>
        </w:tc>
      </w:tr>
      <w:tr w:rsidR="00570085" w:rsidRPr="005D3D75" w:rsidTr="004161A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0085" w:rsidRPr="00F15F7A" w:rsidRDefault="00570085" w:rsidP="00A11842">
            <w:pPr>
              <w:tabs>
                <w:tab w:val="left" w:pos="567"/>
              </w:tabs>
              <w:snapToGrid w:val="0"/>
              <w:spacing w:line="288" w:lineRule="auto"/>
              <w:ind w:left="567" w:hanging="391"/>
              <w:jc w:val="both"/>
              <w:rPr>
                <w:lang w:eastAsia="en-US"/>
              </w:rPr>
            </w:pPr>
            <w:r w:rsidRPr="00F15F7A">
              <w:rPr>
                <w:sz w:val="22"/>
                <w:szCs w:val="22"/>
                <w:lang w:eastAsia="en-US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0085" w:rsidRPr="00F15F7A" w:rsidRDefault="00570085" w:rsidP="00A11842">
            <w:pPr>
              <w:tabs>
                <w:tab w:val="left" w:pos="567"/>
              </w:tabs>
              <w:snapToGrid w:val="0"/>
              <w:spacing w:line="288" w:lineRule="auto"/>
              <w:ind w:left="567" w:hanging="534"/>
              <w:jc w:val="both"/>
              <w:rPr>
                <w:lang w:eastAsia="en-US"/>
              </w:rPr>
            </w:pPr>
            <w:r w:rsidRPr="00F15F7A">
              <w:rPr>
                <w:sz w:val="22"/>
                <w:szCs w:val="22"/>
                <w:lang w:eastAsia="en-US"/>
              </w:rPr>
              <w:t>тис.грн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085" w:rsidRPr="00F15F7A" w:rsidRDefault="00570085" w:rsidP="00A11842">
            <w:pPr>
              <w:tabs>
                <w:tab w:val="left" w:pos="567"/>
              </w:tabs>
              <w:snapToGrid w:val="0"/>
              <w:spacing w:line="288" w:lineRule="auto"/>
              <w:rPr>
                <w:lang w:eastAsia="en-US"/>
              </w:rPr>
            </w:pPr>
            <w:r w:rsidRPr="00F15F7A">
              <w:rPr>
                <w:sz w:val="22"/>
                <w:szCs w:val="22"/>
                <w:lang w:eastAsia="en-US"/>
              </w:rPr>
              <w:t>7808,787</w:t>
            </w:r>
          </w:p>
        </w:tc>
      </w:tr>
    </w:tbl>
    <w:p w:rsidR="00570085" w:rsidRPr="005D3D75" w:rsidRDefault="00570085" w:rsidP="00A11842">
      <w:pPr>
        <w:spacing w:line="288" w:lineRule="auto"/>
        <w:ind w:left="284" w:hanging="284"/>
        <w:jc w:val="both"/>
      </w:pPr>
    </w:p>
    <w:p w:rsidR="00570085" w:rsidRPr="005D3D75" w:rsidRDefault="00570085" w:rsidP="00A11842">
      <w:pPr>
        <w:spacing w:line="288" w:lineRule="auto"/>
        <w:ind w:left="284" w:hanging="284"/>
        <w:jc w:val="both"/>
      </w:pPr>
      <w:r>
        <w:t xml:space="preserve">2. </w:t>
      </w:r>
      <w:r w:rsidRPr="005D3D75">
        <w:t xml:space="preserve">Виконання робіт по об’єкту </w:t>
      </w:r>
      <w:r w:rsidRPr="005D3D75">
        <w:rPr>
          <w:b/>
        </w:rPr>
        <w:t>«</w:t>
      </w:r>
      <w:r w:rsidRPr="005D3D75">
        <w:t>Будівництво зони відпочинку навколо озера по вул.Т.Шевченка в с.МироцькеБучанського району Київської області» доручити ліцензованій організації.</w:t>
      </w:r>
    </w:p>
    <w:p w:rsidR="00570085" w:rsidRPr="005D3D75" w:rsidRDefault="00570085" w:rsidP="005D3D75">
      <w:pPr>
        <w:tabs>
          <w:tab w:val="left" w:pos="284"/>
          <w:tab w:val="left" w:pos="360"/>
        </w:tabs>
        <w:spacing w:line="288" w:lineRule="auto"/>
        <w:ind w:left="284" w:hanging="284"/>
        <w:jc w:val="both"/>
      </w:pPr>
      <w:r w:rsidRPr="005D3D75">
        <w:t>3. Контроль за виконанням даного рішення покласти на заступника міського голови,  Шепетька С.А.</w:t>
      </w:r>
    </w:p>
    <w:p w:rsidR="00570085" w:rsidRPr="005D3D75" w:rsidRDefault="00570085" w:rsidP="004B7295">
      <w:pPr>
        <w:jc w:val="both"/>
      </w:pPr>
    </w:p>
    <w:p w:rsidR="00570085" w:rsidRPr="005D3D75" w:rsidRDefault="00570085" w:rsidP="004B7295">
      <w:pPr>
        <w:pStyle w:val="NormalWeb"/>
        <w:spacing w:before="0" w:beforeAutospacing="0" w:after="0" w:afterAutospacing="0"/>
        <w:rPr>
          <w:b/>
          <w:bCs/>
          <w:color w:val="000000"/>
          <w:lang w:val="uk-UA"/>
        </w:rPr>
      </w:pPr>
      <w:r w:rsidRPr="005D3D75">
        <w:rPr>
          <w:b/>
          <w:bCs/>
          <w:color w:val="000000"/>
          <w:lang w:val="uk-UA"/>
        </w:rPr>
        <w:t xml:space="preserve">Міський голова      </w:t>
      </w:r>
      <w:r w:rsidRPr="005D3D75">
        <w:rPr>
          <w:b/>
          <w:bCs/>
          <w:color w:val="000000"/>
        </w:rPr>
        <w:t>                                                                       </w:t>
      </w:r>
      <w:r w:rsidRPr="005D3D75">
        <w:rPr>
          <w:b/>
          <w:bCs/>
          <w:color w:val="000000"/>
          <w:lang w:val="uk-UA"/>
        </w:rPr>
        <w:t>Анатолій ФЕДОРУК</w:t>
      </w:r>
    </w:p>
    <w:p w:rsidR="00570085" w:rsidRDefault="00570085" w:rsidP="00C07432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</w:p>
    <w:p w:rsidR="00570085" w:rsidRDefault="00570085" w:rsidP="00C07432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  <w:r>
        <w:rPr>
          <w:sz w:val="25"/>
          <w:szCs w:val="25"/>
        </w:rPr>
        <w:t>Заступник міського голови                                                                    Сергій ШЕПЕТЬКО</w:t>
      </w:r>
    </w:p>
    <w:p w:rsidR="00570085" w:rsidRDefault="00570085" w:rsidP="00C07432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</w:p>
    <w:p w:rsidR="00570085" w:rsidRDefault="00570085" w:rsidP="00C07432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  <w:r>
        <w:rPr>
          <w:sz w:val="25"/>
          <w:szCs w:val="25"/>
        </w:rPr>
        <w:t>______________________</w:t>
      </w:r>
    </w:p>
    <w:p w:rsidR="00570085" w:rsidRDefault="00570085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  <w:r>
        <w:rPr>
          <w:sz w:val="16"/>
          <w:szCs w:val="16"/>
        </w:rPr>
        <w:t xml:space="preserve">      (особистий підпис)</w:t>
      </w:r>
    </w:p>
    <w:p w:rsidR="00570085" w:rsidRDefault="00570085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</w:p>
    <w:p w:rsidR="00570085" w:rsidRPr="00263C7B" w:rsidRDefault="00570085" w:rsidP="00C07432">
      <w:pPr>
        <w:widowControl w:val="0"/>
        <w:tabs>
          <w:tab w:val="left" w:pos="7065"/>
        </w:tabs>
        <w:spacing w:line="288" w:lineRule="auto"/>
      </w:pPr>
      <w:r>
        <w:rPr>
          <w:sz w:val="16"/>
          <w:szCs w:val="16"/>
        </w:rPr>
        <w:t>_____________________________</w:t>
      </w:r>
      <w:r>
        <w:t>2021 р.</w:t>
      </w:r>
    </w:p>
    <w:p w:rsidR="00570085" w:rsidRPr="00263C7B" w:rsidRDefault="00570085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(дата)</w:t>
      </w:r>
    </w:p>
    <w:p w:rsidR="00570085" w:rsidRDefault="00570085" w:rsidP="00C07432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</w:p>
    <w:p w:rsidR="00570085" w:rsidRDefault="00570085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570085" w:rsidRDefault="00570085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Керуючий справами                                                                           Дмитро ГАПЧЕНКО</w:t>
      </w:r>
    </w:p>
    <w:p w:rsidR="00570085" w:rsidRDefault="00570085" w:rsidP="00C07432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  <w:r>
        <w:rPr>
          <w:sz w:val="25"/>
          <w:szCs w:val="25"/>
        </w:rPr>
        <w:t>______________________</w:t>
      </w:r>
    </w:p>
    <w:p w:rsidR="00570085" w:rsidRDefault="00570085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  <w:r>
        <w:rPr>
          <w:sz w:val="16"/>
          <w:szCs w:val="16"/>
        </w:rPr>
        <w:t xml:space="preserve">      (особистий підпис)</w:t>
      </w:r>
    </w:p>
    <w:p w:rsidR="00570085" w:rsidRDefault="00570085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  <w:bookmarkStart w:id="0" w:name="_GoBack"/>
      <w:bookmarkEnd w:id="0"/>
    </w:p>
    <w:p w:rsidR="00570085" w:rsidRPr="00263C7B" w:rsidRDefault="00570085" w:rsidP="00C07432">
      <w:pPr>
        <w:widowControl w:val="0"/>
        <w:tabs>
          <w:tab w:val="left" w:pos="7065"/>
        </w:tabs>
        <w:spacing w:line="288" w:lineRule="auto"/>
      </w:pPr>
      <w:r>
        <w:rPr>
          <w:sz w:val="16"/>
          <w:szCs w:val="16"/>
        </w:rPr>
        <w:t>_____________________________</w:t>
      </w:r>
      <w:r>
        <w:t>2021 р.</w:t>
      </w:r>
    </w:p>
    <w:p w:rsidR="00570085" w:rsidRPr="00263C7B" w:rsidRDefault="00570085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(дата)</w:t>
      </w:r>
    </w:p>
    <w:p w:rsidR="00570085" w:rsidRDefault="00570085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570085" w:rsidRDefault="00570085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Начальник управління юридично-кадрової роботи</w:t>
      </w:r>
      <w:r>
        <w:rPr>
          <w:sz w:val="26"/>
          <w:szCs w:val="26"/>
        </w:rPr>
        <w:tab/>
        <w:t xml:space="preserve">  Людмила РИЖЕНКО</w:t>
      </w:r>
    </w:p>
    <w:p w:rsidR="00570085" w:rsidRDefault="00570085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570085" w:rsidRDefault="00570085" w:rsidP="00C07432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  <w:r>
        <w:rPr>
          <w:sz w:val="25"/>
          <w:szCs w:val="25"/>
        </w:rPr>
        <w:t>______________________</w:t>
      </w:r>
    </w:p>
    <w:p w:rsidR="00570085" w:rsidRDefault="00570085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  <w:r>
        <w:rPr>
          <w:sz w:val="16"/>
          <w:szCs w:val="16"/>
        </w:rPr>
        <w:t xml:space="preserve">      (особистий підпис)</w:t>
      </w:r>
    </w:p>
    <w:p w:rsidR="00570085" w:rsidRDefault="00570085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</w:p>
    <w:p w:rsidR="00570085" w:rsidRPr="00263C7B" w:rsidRDefault="00570085" w:rsidP="00C07432">
      <w:pPr>
        <w:widowControl w:val="0"/>
        <w:tabs>
          <w:tab w:val="left" w:pos="7065"/>
        </w:tabs>
        <w:spacing w:line="288" w:lineRule="auto"/>
      </w:pPr>
      <w:r>
        <w:rPr>
          <w:sz w:val="16"/>
          <w:szCs w:val="16"/>
        </w:rPr>
        <w:t>_____________________________</w:t>
      </w:r>
      <w:r>
        <w:t>2021 р.</w:t>
      </w:r>
    </w:p>
    <w:p w:rsidR="00570085" w:rsidRPr="00263C7B" w:rsidRDefault="00570085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(дата)</w:t>
      </w:r>
    </w:p>
    <w:p w:rsidR="00570085" w:rsidRDefault="00570085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570085" w:rsidRDefault="00570085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Начальник відділу бухгалтерського</w:t>
      </w:r>
    </w:p>
    <w:p w:rsidR="00570085" w:rsidRDefault="00570085" w:rsidP="00C07432">
      <w:pPr>
        <w:rPr>
          <w:b/>
        </w:rPr>
      </w:pPr>
      <w:r>
        <w:rPr>
          <w:sz w:val="26"/>
          <w:szCs w:val="26"/>
        </w:rPr>
        <w:t>обліку та фінансового забезпечення</w:t>
      </w:r>
      <w:r>
        <w:rPr>
          <w:sz w:val="26"/>
          <w:szCs w:val="26"/>
        </w:rPr>
        <w:tab/>
        <w:t xml:space="preserve">                                           Світлана ЯКУБЕНКО</w:t>
      </w:r>
    </w:p>
    <w:p w:rsidR="00570085" w:rsidRPr="00C07432" w:rsidRDefault="00570085" w:rsidP="00C07432">
      <w:pPr>
        <w:rPr>
          <w:b/>
        </w:rPr>
      </w:pPr>
      <w:r>
        <w:rPr>
          <w:sz w:val="25"/>
          <w:szCs w:val="25"/>
        </w:rPr>
        <w:t>______________________</w:t>
      </w:r>
    </w:p>
    <w:p w:rsidR="00570085" w:rsidRDefault="00570085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  <w:r>
        <w:rPr>
          <w:sz w:val="16"/>
          <w:szCs w:val="16"/>
        </w:rPr>
        <w:t xml:space="preserve">      (особистий підпис)</w:t>
      </w:r>
    </w:p>
    <w:p w:rsidR="00570085" w:rsidRDefault="00570085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</w:p>
    <w:p w:rsidR="00570085" w:rsidRDefault="00570085" w:rsidP="00C07432">
      <w:pPr>
        <w:widowControl w:val="0"/>
        <w:tabs>
          <w:tab w:val="left" w:pos="7065"/>
        </w:tabs>
        <w:spacing w:line="288" w:lineRule="auto"/>
      </w:pPr>
      <w:r>
        <w:rPr>
          <w:sz w:val="16"/>
          <w:szCs w:val="16"/>
        </w:rPr>
        <w:t>_____________________________</w:t>
      </w:r>
      <w:r>
        <w:t>2021 р.</w:t>
      </w:r>
    </w:p>
    <w:p w:rsidR="00570085" w:rsidRPr="00263C7B" w:rsidRDefault="00570085" w:rsidP="00C07432">
      <w:pPr>
        <w:widowControl w:val="0"/>
        <w:tabs>
          <w:tab w:val="left" w:pos="7065"/>
        </w:tabs>
        <w:spacing w:line="288" w:lineRule="auto"/>
      </w:pPr>
    </w:p>
    <w:p w:rsidR="00570085" w:rsidRPr="00263C7B" w:rsidRDefault="00570085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(дата)</w:t>
      </w:r>
    </w:p>
    <w:p w:rsidR="00570085" w:rsidRDefault="00570085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 w:rsidRPr="00C07432">
        <w:rPr>
          <w:sz w:val="26"/>
          <w:szCs w:val="26"/>
        </w:rPr>
        <w:t xml:space="preserve">Начальник </w:t>
      </w:r>
      <w:r>
        <w:rPr>
          <w:sz w:val="26"/>
          <w:szCs w:val="26"/>
        </w:rPr>
        <w:t>відділу економічного</w:t>
      </w:r>
    </w:p>
    <w:p w:rsidR="00570085" w:rsidRDefault="00570085" w:rsidP="00C07432">
      <w:pPr>
        <w:rPr>
          <w:b/>
        </w:rPr>
      </w:pPr>
      <w:r>
        <w:rPr>
          <w:sz w:val="26"/>
          <w:szCs w:val="26"/>
        </w:rPr>
        <w:t>розвитку та інвестицій</w:t>
      </w:r>
      <w:r>
        <w:rPr>
          <w:sz w:val="26"/>
          <w:szCs w:val="26"/>
        </w:rPr>
        <w:tab/>
        <w:t xml:space="preserve">                                                                   Тетяна ЛІПІНСЬКА</w:t>
      </w:r>
    </w:p>
    <w:p w:rsidR="00570085" w:rsidRPr="00C07432" w:rsidRDefault="00570085" w:rsidP="00C07432">
      <w:pPr>
        <w:rPr>
          <w:b/>
        </w:rPr>
      </w:pPr>
      <w:r>
        <w:rPr>
          <w:sz w:val="25"/>
          <w:szCs w:val="25"/>
        </w:rPr>
        <w:t>______________________</w:t>
      </w:r>
    </w:p>
    <w:p w:rsidR="00570085" w:rsidRDefault="00570085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  <w:r>
        <w:rPr>
          <w:sz w:val="16"/>
          <w:szCs w:val="16"/>
        </w:rPr>
        <w:t xml:space="preserve">      (особистий підпис)</w:t>
      </w:r>
    </w:p>
    <w:p w:rsidR="00570085" w:rsidRDefault="00570085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</w:p>
    <w:p w:rsidR="00570085" w:rsidRPr="00263C7B" w:rsidRDefault="00570085" w:rsidP="00C07432">
      <w:pPr>
        <w:widowControl w:val="0"/>
        <w:tabs>
          <w:tab w:val="left" w:pos="7065"/>
        </w:tabs>
        <w:spacing w:line="288" w:lineRule="auto"/>
      </w:pPr>
      <w:r>
        <w:rPr>
          <w:sz w:val="16"/>
          <w:szCs w:val="16"/>
        </w:rPr>
        <w:t>_____________________________</w:t>
      </w:r>
      <w:r>
        <w:t>2021 р.</w:t>
      </w:r>
    </w:p>
    <w:p w:rsidR="00570085" w:rsidRPr="00263C7B" w:rsidRDefault="00570085" w:rsidP="00C07432">
      <w:pPr>
        <w:widowControl w:val="0"/>
        <w:tabs>
          <w:tab w:val="left" w:pos="7065"/>
        </w:tabs>
        <w:spacing w:line="288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(дата)</w:t>
      </w:r>
    </w:p>
    <w:p w:rsidR="00570085" w:rsidRDefault="00570085" w:rsidP="004B7295">
      <w:pPr>
        <w:rPr>
          <w:b/>
        </w:rPr>
      </w:pPr>
    </w:p>
    <w:sectPr w:rsidR="00570085" w:rsidSect="00830842">
      <w:pgSz w:w="11906" w:h="16838"/>
      <w:pgMar w:top="1135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606"/>
    <w:rsid w:val="00122D3E"/>
    <w:rsid w:val="00136263"/>
    <w:rsid w:val="00191286"/>
    <w:rsid w:val="001E301E"/>
    <w:rsid w:val="001F41FD"/>
    <w:rsid w:val="00255606"/>
    <w:rsid w:val="00263C7B"/>
    <w:rsid w:val="002C2770"/>
    <w:rsid w:val="00302128"/>
    <w:rsid w:val="00367586"/>
    <w:rsid w:val="00372DB5"/>
    <w:rsid w:val="003A1D3B"/>
    <w:rsid w:val="003D283D"/>
    <w:rsid w:val="004161A7"/>
    <w:rsid w:val="00451D04"/>
    <w:rsid w:val="004A0474"/>
    <w:rsid w:val="004B7295"/>
    <w:rsid w:val="004F7000"/>
    <w:rsid w:val="00567A24"/>
    <w:rsid w:val="00570085"/>
    <w:rsid w:val="005D3D75"/>
    <w:rsid w:val="00830842"/>
    <w:rsid w:val="00946C27"/>
    <w:rsid w:val="009A16A0"/>
    <w:rsid w:val="009E3D0C"/>
    <w:rsid w:val="00A11842"/>
    <w:rsid w:val="00AA5C6C"/>
    <w:rsid w:val="00AB46EF"/>
    <w:rsid w:val="00B967F3"/>
    <w:rsid w:val="00BE0E3F"/>
    <w:rsid w:val="00C07432"/>
    <w:rsid w:val="00C63DC2"/>
    <w:rsid w:val="00D030F5"/>
    <w:rsid w:val="00D34F93"/>
    <w:rsid w:val="00DC2643"/>
    <w:rsid w:val="00E01041"/>
    <w:rsid w:val="00E726EE"/>
    <w:rsid w:val="00EE0119"/>
    <w:rsid w:val="00F15F7A"/>
    <w:rsid w:val="00F161D1"/>
    <w:rsid w:val="00F230F3"/>
    <w:rsid w:val="00F2343E"/>
    <w:rsid w:val="00F864F5"/>
    <w:rsid w:val="00FC0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F93"/>
    <w:rPr>
      <w:rFonts w:ascii="Times New Roman" w:eastAsia="Times New Roman" w:hAnsi="Times New Roman"/>
      <w:sz w:val="24"/>
      <w:szCs w:val="24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D34F93"/>
    <w:rPr>
      <w:rFonts w:ascii="Arial" w:hAnsi="Arial" w:cs="Arial"/>
      <w:b/>
      <w:bCs/>
      <w:i/>
      <w:iCs/>
      <w:sz w:val="28"/>
      <w:szCs w:val="28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34F93"/>
    <w:rPr>
      <w:rFonts w:ascii="Arial" w:hAnsi="Arial" w:cs="Arial"/>
      <w:b/>
      <w:bCs/>
      <w:sz w:val="26"/>
      <w:szCs w:val="26"/>
      <w:lang w:val="uk-UA" w:eastAsia="ru-RU"/>
    </w:rPr>
  </w:style>
  <w:style w:type="paragraph" w:styleId="Caption">
    <w:name w:val="caption"/>
    <w:basedOn w:val="Normal"/>
    <w:next w:val="Normal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AB46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46EF"/>
    <w:rPr>
      <w:rFonts w:ascii="Segoe UI" w:hAnsi="Segoe UI" w:cs="Segoe UI"/>
      <w:sz w:val="18"/>
      <w:szCs w:val="18"/>
      <w:lang w:val="uk-UA" w:eastAsia="ru-RU"/>
    </w:rPr>
  </w:style>
  <w:style w:type="paragraph" w:styleId="NormalWeb">
    <w:name w:val="Normal (Web)"/>
    <w:basedOn w:val="Normal"/>
    <w:uiPriority w:val="99"/>
    <w:semiHidden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uiPriority w:val="99"/>
    <w:rsid w:val="004B7295"/>
    <w:rPr>
      <w:rFonts w:eastAsia="Times New Roman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/>
    </w:rPr>
  </w:style>
  <w:style w:type="paragraph" w:styleId="DocumentMap">
    <w:name w:val="Document Map"/>
    <w:basedOn w:val="Normal"/>
    <w:link w:val="DocumentMapChar"/>
    <w:uiPriority w:val="99"/>
    <w:semiHidden/>
    <w:rsid w:val="00946C2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64CED"/>
    <w:rPr>
      <w:rFonts w:ascii="Times New Roman" w:eastAsia="Times New Roman" w:hAnsi="Times New Roman"/>
      <w:sz w:val="0"/>
      <w:szCs w:val="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342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2</Pages>
  <Words>460</Words>
  <Characters>2622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www.PHILka.RU</cp:lastModifiedBy>
  <cp:revision>9</cp:revision>
  <cp:lastPrinted>2021-11-10T13:32:00Z</cp:lastPrinted>
  <dcterms:created xsi:type="dcterms:W3CDTF">2021-11-10T08:45:00Z</dcterms:created>
  <dcterms:modified xsi:type="dcterms:W3CDTF">2021-11-29T06:42:00Z</dcterms:modified>
</cp:coreProperties>
</file>